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70" w:rsidRPr="0075453F" w:rsidRDefault="00D67070" w:rsidP="0075453F">
      <w:pPr>
        <w:pStyle w:val="Heading11"/>
        <w:spacing w:before="69" w:line="251" w:lineRule="exact"/>
        <w:ind w:left="413" w:right="10" w:firstLine="0"/>
        <w:jc w:val="center"/>
      </w:pPr>
      <w:r w:rsidRPr="0075453F">
        <w:t>Практическая</w:t>
      </w:r>
      <w:r w:rsidRPr="0075453F">
        <w:rPr>
          <w:spacing w:val="-6"/>
        </w:rPr>
        <w:t xml:space="preserve"> </w:t>
      </w:r>
      <w:r w:rsidRPr="0075453F">
        <w:t>работа</w:t>
      </w:r>
      <w:r w:rsidRPr="0075453F">
        <w:rPr>
          <w:spacing w:val="-4"/>
        </w:rPr>
        <w:t xml:space="preserve"> </w:t>
      </w:r>
      <w:r w:rsidRPr="0075453F">
        <w:t>№7. Функциональное</w:t>
      </w:r>
      <w:r w:rsidRPr="0075453F">
        <w:rPr>
          <w:spacing w:val="-2"/>
        </w:rPr>
        <w:t xml:space="preserve"> </w:t>
      </w:r>
      <w:r w:rsidRPr="0075453F">
        <w:t>моделирование</w:t>
      </w:r>
      <w:r w:rsidRPr="0075453F">
        <w:rPr>
          <w:spacing w:val="-1"/>
        </w:rPr>
        <w:t xml:space="preserve"> </w:t>
      </w:r>
      <w:r w:rsidRPr="0075453F">
        <w:t>предметной</w:t>
      </w:r>
      <w:r w:rsidRPr="0075453F">
        <w:rPr>
          <w:spacing w:val="-3"/>
        </w:rPr>
        <w:t xml:space="preserve"> </w:t>
      </w:r>
      <w:r w:rsidRPr="0075453F">
        <w:t>области</w:t>
      </w:r>
      <w:r w:rsidRPr="0075453F">
        <w:rPr>
          <w:spacing w:val="-2"/>
        </w:rPr>
        <w:t xml:space="preserve"> </w:t>
      </w:r>
      <w:r w:rsidRPr="0075453F">
        <w:t>в</w:t>
      </w:r>
      <w:r w:rsidRPr="0075453F">
        <w:rPr>
          <w:spacing w:val="-2"/>
        </w:rPr>
        <w:t xml:space="preserve"> </w:t>
      </w:r>
      <w:r w:rsidRPr="0075453F">
        <w:t>нотации</w:t>
      </w:r>
      <w:r w:rsidRPr="0075453F">
        <w:rPr>
          <w:spacing w:val="1"/>
        </w:rPr>
        <w:t xml:space="preserve"> </w:t>
      </w:r>
      <w:r w:rsidRPr="0075453F">
        <w:t>IDEF0</w:t>
      </w:r>
      <w:r w:rsidRPr="0075453F">
        <w:rPr>
          <w:spacing w:val="-1"/>
        </w:rPr>
        <w:t xml:space="preserve"> </w:t>
      </w:r>
      <w:r w:rsidRPr="0075453F">
        <w:t>с</w:t>
      </w:r>
      <w:r w:rsidRPr="0075453F">
        <w:rPr>
          <w:spacing w:val="-1"/>
        </w:rPr>
        <w:t xml:space="preserve"> </w:t>
      </w:r>
      <w:r w:rsidRPr="0075453F">
        <w:t>помощью</w:t>
      </w:r>
      <w:r w:rsidRPr="0075453F">
        <w:rPr>
          <w:spacing w:val="-4"/>
        </w:rPr>
        <w:t xml:space="preserve"> </w:t>
      </w:r>
      <w:r w:rsidRPr="0075453F">
        <w:t>MS</w:t>
      </w:r>
      <w:r w:rsidRPr="0075453F">
        <w:rPr>
          <w:spacing w:val="-4"/>
        </w:rPr>
        <w:t xml:space="preserve"> </w:t>
      </w:r>
      <w:r w:rsidRPr="0075453F">
        <w:t>Visio</w:t>
      </w:r>
    </w:p>
    <w:p w:rsidR="00D67070" w:rsidRPr="0075453F" w:rsidRDefault="00D67070">
      <w:pPr>
        <w:pStyle w:val="BodyText"/>
        <w:spacing w:before="2"/>
      </w:pPr>
    </w:p>
    <w:p w:rsidR="00D67070" w:rsidRPr="0075453F" w:rsidRDefault="00D67070" w:rsidP="00EA599B">
      <w:pPr>
        <w:pStyle w:val="Heading11"/>
        <w:numPr>
          <w:ilvl w:val="0"/>
          <w:numId w:val="8"/>
        </w:numPr>
        <w:tabs>
          <w:tab w:val="left" w:pos="815"/>
        </w:tabs>
        <w:spacing w:before="1" w:line="251" w:lineRule="exact"/>
      </w:pPr>
      <w:r w:rsidRPr="0075453F">
        <w:t>Цель</w:t>
      </w:r>
      <w:r w:rsidRPr="0075453F">
        <w:rPr>
          <w:spacing w:val="-1"/>
        </w:rPr>
        <w:t xml:space="preserve"> </w:t>
      </w:r>
      <w:r w:rsidRPr="0075453F">
        <w:t>работы</w:t>
      </w:r>
    </w:p>
    <w:p w:rsidR="00D67070" w:rsidRPr="0075453F" w:rsidRDefault="00D67070">
      <w:pPr>
        <w:pStyle w:val="BodyText"/>
        <w:ind w:left="106" w:right="124" w:firstLine="427"/>
        <w:jc w:val="both"/>
      </w:pPr>
      <w:r w:rsidRPr="0075453F">
        <w:t>Целью работы является получение навыков создания и редактирования функциональных моделей в нотации</w:t>
      </w:r>
      <w:r w:rsidRPr="0075453F">
        <w:rPr>
          <w:spacing w:val="1"/>
        </w:rPr>
        <w:t xml:space="preserve"> </w:t>
      </w:r>
      <w:r w:rsidRPr="0075453F">
        <w:t>IDEF0</w:t>
      </w:r>
      <w:r w:rsidRPr="0075453F">
        <w:rPr>
          <w:spacing w:val="-1"/>
        </w:rPr>
        <w:t xml:space="preserve"> </w:t>
      </w:r>
      <w:r w:rsidRPr="0075453F">
        <w:t>с помощью</w:t>
      </w:r>
      <w:r w:rsidRPr="0075453F">
        <w:rPr>
          <w:spacing w:val="-2"/>
        </w:rPr>
        <w:t xml:space="preserve"> </w:t>
      </w:r>
      <w:r w:rsidRPr="0075453F">
        <w:t>MS</w:t>
      </w:r>
      <w:r w:rsidRPr="0075453F">
        <w:rPr>
          <w:spacing w:val="-2"/>
        </w:rPr>
        <w:t xml:space="preserve"> </w:t>
      </w:r>
      <w:r w:rsidRPr="0075453F">
        <w:t>Visio.</w:t>
      </w:r>
    </w:p>
    <w:p w:rsidR="00D67070" w:rsidRPr="0075453F" w:rsidRDefault="00D67070">
      <w:pPr>
        <w:pStyle w:val="BodyText"/>
        <w:spacing w:before="2"/>
      </w:pPr>
    </w:p>
    <w:p w:rsidR="00D67070" w:rsidRPr="0075453F" w:rsidRDefault="00D67070" w:rsidP="00EA599B">
      <w:pPr>
        <w:pStyle w:val="Heading11"/>
        <w:numPr>
          <w:ilvl w:val="0"/>
          <w:numId w:val="8"/>
        </w:numPr>
        <w:tabs>
          <w:tab w:val="left" w:pos="815"/>
        </w:tabs>
        <w:spacing w:line="251" w:lineRule="exact"/>
      </w:pPr>
      <w:r w:rsidRPr="0075453F">
        <w:t>Задачи</w:t>
      </w:r>
    </w:p>
    <w:p w:rsidR="00D67070" w:rsidRPr="0075453F" w:rsidRDefault="00D67070">
      <w:pPr>
        <w:pStyle w:val="BodyText"/>
        <w:spacing w:line="251" w:lineRule="exact"/>
        <w:ind w:left="533"/>
      </w:pPr>
      <w:r w:rsidRPr="0075453F">
        <w:t>Основными</w:t>
      </w:r>
      <w:r w:rsidRPr="0075453F">
        <w:rPr>
          <w:spacing w:val="-2"/>
        </w:rPr>
        <w:t xml:space="preserve"> </w:t>
      </w:r>
      <w:r w:rsidRPr="0075453F">
        <w:t>задачами</w:t>
      </w:r>
      <w:r w:rsidRPr="0075453F">
        <w:rPr>
          <w:spacing w:val="-3"/>
        </w:rPr>
        <w:t xml:space="preserve"> </w:t>
      </w:r>
      <w:r w:rsidRPr="0075453F">
        <w:t>практической</w:t>
      </w:r>
      <w:r w:rsidRPr="0075453F">
        <w:rPr>
          <w:spacing w:val="-4"/>
        </w:rPr>
        <w:t xml:space="preserve"> </w:t>
      </w:r>
      <w:r w:rsidRPr="0075453F">
        <w:t>работы являются: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приобретение</w:t>
      </w:r>
      <w:r w:rsidRPr="0075453F">
        <w:rPr>
          <w:spacing w:val="-5"/>
        </w:rPr>
        <w:t xml:space="preserve"> </w:t>
      </w:r>
      <w:r w:rsidRPr="0075453F">
        <w:t>студентами</w:t>
      </w:r>
      <w:r w:rsidRPr="0075453F">
        <w:rPr>
          <w:spacing w:val="-5"/>
        </w:rPr>
        <w:t xml:space="preserve"> </w:t>
      </w:r>
      <w:r w:rsidRPr="0075453F">
        <w:t>навыков</w:t>
      </w:r>
      <w:r w:rsidRPr="0075453F">
        <w:rPr>
          <w:spacing w:val="-3"/>
        </w:rPr>
        <w:t xml:space="preserve"> </w:t>
      </w:r>
      <w:r w:rsidRPr="0075453F">
        <w:t>построения</w:t>
      </w:r>
      <w:r w:rsidRPr="0075453F">
        <w:rPr>
          <w:spacing w:val="-3"/>
        </w:rPr>
        <w:t xml:space="preserve"> </w:t>
      </w:r>
      <w:r w:rsidRPr="0075453F">
        <w:t>функциональной</w:t>
      </w:r>
      <w:r w:rsidRPr="0075453F">
        <w:rPr>
          <w:spacing w:val="-3"/>
        </w:rPr>
        <w:t xml:space="preserve"> </w:t>
      </w:r>
      <w:r w:rsidRPr="0075453F">
        <w:t>модели;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приобретение</w:t>
      </w:r>
      <w:r w:rsidRPr="0075453F">
        <w:rPr>
          <w:spacing w:val="-4"/>
        </w:rPr>
        <w:t xml:space="preserve"> </w:t>
      </w:r>
      <w:r w:rsidRPr="0075453F">
        <w:t>студентами</w:t>
      </w:r>
      <w:r w:rsidRPr="0075453F">
        <w:rPr>
          <w:spacing w:val="-4"/>
        </w:rPr>
        <w:t xml:space="preserve"> </w:t>
      </w:r>
      <w:r w:rsidRPr="0075453F">
        <w:t>навыков</w:t>
      </w:r>
      <w:r w:rsidRPr="0075453F">
        <w:rPr>
          <w:spacing w:val="-3"/>
        </w:rPr>
        <w:t xml:space="preserve"> </w:t>
      </w:r>
      <w:r w:rsidRPr="0075453F">
        <w:t>редактирования</w:t>
      </w:r>
      <w:r w:rsidRPr="0075453F">
        <w:rPr>
          <w:spacing w:val="-4"/>
        </w:rPr>
        <w:t xml:space="preserve"> </w:t>
      </w:r>
      <w:r w:rsidRPr="0075453F">
        <w:t>функциональной</w:t>
      </w:r>
      <w:r w:rsidRPr="0075453F">
        <w:rPr>
          <w:spacing w:val="-3"/>
        </w:rPr>
        <w:t xml:space="preserve"> </w:t>
      </w:r>
      <w:r w:rsidRPr="0075453F">
        <w:t>модели.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 w:rsidP="00EA599B">
      <w:pPr>
        <w:pStyle w:val="Heading11"/>
        <w:numPr>
          <w:ilvl w:val="0"/>
          <w:numId w:val="8"/>
        </w:numPr>
        <w:tabs>
          <w:tab w:val="left" w:pos="815"/>
        </w:tabs>
        <w:spacing w:before="1"/>
      </w:pPr>
      <w:r w:rsidRPr="0075453F">
        <w:t>Краткие</w:t>
      </w:r>
      <w:r w:rsidRPr="0075453F">
        <w:rPr>
          <w:spacing w:val="-3"/>
        </w:rPr>
        <w:t xml:space="preserve"> </w:t>
      </w:r>
      <w:r w:rsidRPr="0075453F">
        <w:t>теоретические</w:t>
      </w:r>
      <w:r w:rsidRPr="0075453F">
        <w:rPr>
          <w:spacing w:val="-4"/>
        </w:rPr>
        <w:t xml:space="preserve"> </w:t>
      </w:r>
      <w:r w:rsidRPr="0075453F">
        <w:t>сведения</w:t>
      </w:r>
    </w:p>
    <w:p w:rsidR="00D67070" w:rsidRPr="0075453F" w:rsidRDefault="00D67070">
      <w:pPr>
        <w:pStyle w:val="BodyText"/>
        <w:rPr>
          <w:b/>
        </w:rPr>
      </w:pPr>
    </w:p>
    <w:p w:rsidR="00D67070" w:rsidRPr="0075453F" w:rsidRDefault="00D67070" w:rsidP="00EA599B">
      <w:pPr>
        <w:pStyle w:val="Heading21"/>
        <w:numPr>
          <w:ilvl w:val="1"/>
          <w:numId w:val="8"/>
        </w:numPr>
        <w:tabs>
          <w:tab w:val="left" w:pos="920"/>
        </w:tabs>
      </w:pPr>
      <w:r w:rsidRPr="0075453F">
        <w:t>Основные</w:t>
      </w:r>
      <w:r w:rsidRPr="0075453F">
        <w:rPr>
          <w:spacing w:val="-2"/>
        </w:rPr>
        <w:t xml:space="preserve"> </w:t>
      </w:r>
      <w:r w:rsidRPr="0075453F">
        <w:t>сведения</w:t>
      </w:r>
      <w:r w:rsidRPr="0075453F">
        <w:rPr>
          <w:spacing w:val="-2"/>
        </w:rPr>
        <w:t xml:space="preserve"> </w:t>
      </w:r>
      <w:r w:rsidRPr="0075453F">
        <w:t>по</w:t>
      </w:r>
      <w:r w:rsidRPr="0075453F">
        <w:rPr>
          <w:spacing w:val="-1"/>
        </w:rPr>
        <w:t xml:space="preserve"> </w:t>
      </w:r>
      <w:r w:rsidRPr="0075453F">
        <w:t>методологии</w:t>
      </w:r>
      <w:r w:rsidRPr="0075453F">
        <w:rPr>
          <w:spacing w:val="-1"/>
        </w:rPr>
        <w:t xml:space="preserve"> </w:t>
      </w:r>
      <w:r w:rsidRPr="0075453F">
        <w:t>IDEF0</w:t>
      </w:r>
    </w:p>
    <w:p w:rsidR="00D67070" w:rsidRPr="0075453F" w:rsidRDefault="00D67070">
      <w:pPr>
        <w:pStyle w:val="BodyText"/>
        <w:spacing w:before="7"/>
        <w:rPr>
          <w:b/>
          <w:i/>
          <w:sz w:val="21"/>
        </w:rPr>
      </w:pPr>
    </w:p>
    <w:p w:rsidR="00D67070" w:rsidRPr="0075453F" w:rsidRDefault="00D67070">
      <w:pPr>
        <w:pStyle w:val="BodyText"/>
        <w:ind w:left="106" w:right="123" w:firstLine="427"/>
        <w:jc w:val="both"/>
      </w:pPr>
      <w:r w:rsidRPr="0075453F">
        <w:t>Модель в нотации IDEF0 представляет собой совокупность иерархически упорядоченных и взаимосвязанных</w:t>
      </w:r>
      <w:r w:rsidRPr="0075453F">
        <w:rPr>
          <w:spacing w:val="-52"/>
        </w:rPr>
        <w:t xml:space="preserve"> </w:t>
      </w:r>
      <w:r w:rsidRPr="0075453F">
        <w:t>диаграмм.</w:t>
      </w:r>
      <w:r w:rsidRPr="0075453F">
        <w:rPr>
          <w:spacing w:val="-1"/>
        </w:rPr>
        <w:t xml:space="preserve"> </w:t>
      </w:r>
      <w:r w:rsidRPr="0075453F">
        <w:t>Каждая</w:t>
      </w:r>
      <w:r w:rsidRPr="0075453F">
        <w:rPr>
          <w:spacing w:val="-2"/>
        </w:rPr>
        <w:t xml:space="preserve"> </w:t>
      </w:r>
      <w:r w:rsidRPr="0075453F">
        <w:t>диаграмма является</w:t>
      </w:r>
      <w:r w:rsidRPr="0075453F">
        <w:rPr>
          <w:spacing w:val="-1"/>
        </w:rPr>
        <w:t xml:space="preserve"> </w:t>
      </w:r>
      <w:r w:rsidRPr="0075453F">
        <w:t>единицей описания</w:t>
      </w:r>
      <w:r w:rsidRPr="0075453F">
        <w:rPr>
          <w:spacing w:val="-2"/>
        </w:rPr>
        <w:t xml:space="preserve"> </w:t>
      </w:r>
      <w:r w:rsidRPr="0075453F">
        <w:t>системы и</w:t>
      </w:r>
      <w:r w:rsidRPr="0075453F">
        <w:rPr>
          <w:spacing w:val="-1"/>
        </w:rPr>
        <w:t xml:space="preserve"> </w:t>
      </w:r>
      <w:r w:rsidRPr="0075453F">
        <w:t>располагается на</w:t>
      </w:r>
      <w:r w:rsidRPr="0075453F">
        <w:rPr>
          <w:spacing w:val="-1"/>
        </w:rPr>
        <w:t xml:space="preserve"> </w:t>
      </w:r>
      <w:r w:rsidRPr="0075453F">
        <w:t>отдельном</w:t>
      </w:r>
      <w:r w:rsidRPr="0075453F">
        <w:rPr>
          <w:spacing w:val="-3"/>
        </w:rPr>
        <w:t xml:space="preserve"> </w:t>
      </w:r>
      <w:r w:rsidRPr="0075453F">
        <w:t>листе.</w:t>
      </w:r>
    </w:p>
    <w:p w:rsidR="00D67070" w:rsidRPr="0075453F" w:rsidRDefault="00D67070">
      <w:pPr>
        <w:spacing w:before="1" w:line="252" w:lineRule="exact"/>
        <w:ind w:left="533"/>
        <w:jc w:val="both"/>
      </w:pPr>
      <w:r w:rsidRPr="0075453F">
        <w:rPr>
          <w:b/>
        </w:rPr>
        <w:t>Цель</w:t>
      </w:r>
      <w:r w:rsidRPr="0075453F">
        <w:rPr>
          <w:b/>
          <w:spacing w:val="17"/>
        </w:rPr>
        <w:t xml:space="preserve"> </w:t>
      </w:r>
      <w:r w:rsidRPr="0075453F">
        <w:rPr>
          <w:b/>
        </w:rPr>
        <w:t>моделирования.</w:t>
      </w:r>
      <w:r w:rsidRPr="0075453F">
        <w:rPr>
          <w:b/>
          <w:spacing w:val="18"/>
        </w:rPr>
        <w:t xml:space="preserve"> </w:t>
      </w:r>
      <w:r w:rsidRPr="0075453F">
        <w:t>Модель</w:t>
      </w:r>
      <w:r w:rsidRPr="0075453F">
        <w:rPr>
          <w:spacing w:val="18"/>
        </w:rPr>
        <w:t xml:space="preserve"> </w:t>
      </w:r>
      <w:r w:rsidRPr="0075453F">
        <w:t>не</w:t>
      </w:r>
      <w:r w:rsidRPr="0075453F">
        <w:rPr>
          <w:spacing w:val="17"/>
        </w:rPr>
        <w:t xml:space="preserve"> </w:t>
      </w:r>
      <w:r w:rsidRPr="0075453F">
        <w:t>может</w:t>
      </w:r>
      <w:r w:rsidRPr="0075453F">
        <w:rPr>
          <w:spacing w:val="16"/>
        </w:rPr>
        <w:t xml:space="preserve"> </w:t>
      </w:r>
      <w:r w:rsidRPr="0075453F">
        <w:t>быть</w:t>
      </w:r>
      <w:r w:rsidRPr="0075453F">
        <w:rPr>
          <w:spacing w:val="18"/>
        </w:rPr>
        <w:t xml:space="preserve"> </w:t>
      </w:r>
      <w:r w:rsidRPr="0075453F">
        <w:t>построена</w:t>
      </w:r>
      <w:r w:rsidRPr="0075453F">
        <w:rPr>
          <w:spacing w:val="18"/>
        </w:rPr>
        <w:t xml:space="preserve"> </w:t>
      </w:r>
      <w:r w:rsidRPr="0075453F">
        <w:t>без</w:t>
      </w:r>
      <w:r w:rsidRPr="0075453F">
        <w:rPr>
          <w:spacing w:val="17"/>
        </w:rPr>
        <w:t xml:space="preserve"> </w:t>
      </w:r>
      <w:r w:rsidRPr="0075453F">
        <w:t>четко</w:t>
      </w:r>
      <w:r w:rsidRPr="0075453F">
        <w:rPr>
          <w:spacing w:val="18"/>
        </w:rPr>
        <w:t xml:space="preserve"> </w:t>
      </w:r>
      <w:r w:rsidRPr="0075453F">
        <w:t>сформулированной</w:t>
      </w:r>
      <w:r w:rsidRPr="0075453F">
        <w:rPr>
          <w:spacing w:val="16"/>
        </w:rPr>
        <w:t xml:space="preserve"> </w:t>
      </w:r>
      <w:r w:rsidRPr="0075453F">
        <w:t>цели.</w:t>
      </w:r>
      <w:r w:rsidRPr="0075453F">
        <w:rPr>
          <w:spacing w:val="17"/>
        </w:rPr>
        <w:t xml:space="preserve"> </w:t>
      </w:r>
      <w:r w:rsidRPr="0075453F">
        <w:t>Пример</w:t>
      </w:r>
      <w:r w:rsidRPr="0075453F">
        <w:rPr>
          <w:spacing w:val="18"/>
        </w:rPr>
        <w:t xml:space="preserve"> </w:t>
      </w:r>
      <w:r w:rsidRPr="0075453F">
        <w:t>цели:</w:t>
      </w:r>
    </w:p>
    <w:p w:rsidR="00D67070" w:rsidRPr="0075453F" w:rsidRDefault="00D67070">
      <w:pPr>
        <w:pStyle w:val="BodyText"/>
        <w:spacing w:line="252" w:lineRule="exact"/>
        <w:ind w:left="106"/>
        <w:jc w:val="both"/>
      </w:pPr>
      <w:r w:rsidRPr="0075453F">
        <w:t>«Описать</w:t>
      </w:r>
      <w:r w:rsidRPr="0075453F">
        <w:rPr>
          <w:spacing w:val="-4"/>
        </w:rPr>
        <w:t xml:space="preserve"> </w:t>
      </w:r>
      <w:r w:rsidRPr="0075453F">
        <w:t>функциональность</w:t>
      </w:r>
      <w:r w:rsidRPr="0075453F">
        <w:rPr>
          <w:spacing w:val="-3"/>
        </w:rPr>
        <w:t xml:space="preserve"> </w:t>
      </w:r>
      <w:r w:rsidRPr="0075453F">
        <w:t>предприятия</w:t>
      </w:r>
      <w:r w:rsidRPr="0075453F">
        <w:rPr>
          <w:spacing w:val="-5"/>
        </w:rPr>
        <w:t xml:space="preserve"> </w:t>
      </w:r>
      <w:r w:rsidRPr="0075453F">
        <w:t>с</w:t>
      </w:r>
      <w:r w:rsidRPr="0075453F">
        <w:rPr>
          <w:spacing w:val="-3"/>
        </w:rPr>
        <w:t xml:space="preserve"> </w:t>
      </w:r>
      <w:r w:rsidRPr="0075453F">
        <w:t>целью</w:t>
      </w:r>
      <w:r w:rsidRPr="0075453F">
        <w:rPr>
          <w:spacing w:val="-6"/>
        </w:rPr>
        <w:t xml:space="preserve"> </w:t>
      </w:r>
      <w:r w:rsidRPr="0075453F">
        <w:t>написания</w:t>
      </w:r>
      <w:r w:rsidRPr="0075453F">
        <w:rPr>
          <w:spacing w:val="-4"/>
        </w:rPr>
        <w:t xml:space="preserve"> </w:t>
      </w:r>
      <w:r w:rsidRPr="0075453F">
        <w:t>спецификаций</w:t>
      </w:r>
      <w:r w:rsidRPr="0075453F">
        <w:rPr>
          <w:spacing w:val="-7"/>
        </w:rPr>
        <w:t xml:space="preserve"> </w:t>
      </w:r>
      <w:r w:rsidRPr="0075453F">
        <w:t>ИС».</w:t>
      </w:r>
    </w:p>
    <w:p w:rsidR="00D67070" w:rsidRPr="0075453F" w:rsidRDefault="00D67070">
      <w:pPr>
        <w:pStyle w:val="BodyText"/>
        <w:ind w:left="106" w:right="122" w:firstLine="427"/>
        <w:jc w:val="both"/>
      </w:pPr>
      <w:r w:rsidRPr="0075453F">
        <w:rPr>
          <w:b/>
        </w:rPr>
        <w:t xml:space="preserve">Точка зрения. </w:t>
      </w:r>
      <w:r w:rsidRPr="0075453F">
        <w:t>Точку зрения можно представить как взгляд человека, который видит систему в нужном для</w:t>
      </w:r>
      <w:r w:rsidRPr="0075453F">
        <w:rPr>
          <w:spacing w:val="1"/>
        </w:rPr>
        <w:t xml:space="preserve"> </w:t>
      </w:r>
      <w:r w:rsidRPr="0075453F">
        <w:t>моделирования</w:t>
      </w:r>
      <w:r w:rsidRPr="0075453F">
        <w:rPr>
          <w:spacing w:val="-8"/>
        </w:rPr>
        <w:t xml:space="preserve"> </w:t>
      </w:r>
      <w:r w:rsidRPr="0075453F">
        <w:t>аспекте.</w:t>
      </w:r>
      <w:r w:rsidRPr="0075453F">
        <w:rPr>
          <w:spacing w:val="-6"/>
        </w:rPr>
        <w:t xml:space="preserve"> </w:t>
      </w:r>
      <w:r w:rsidRPr="0075453F">
        <w:t>Как</w:t>
      </w:r>
      <w:r w:rsidRPr="0075453F">
        <w:rPr>
          <w:spacing w:val="-4"/>
        </w:rPr>
        <w:t xml:space="preserve"> </w:t>
      </w:r>
      <w:r w:rsidRPr="0075453F">
        <w:t>правило,</w:t>
      </w:r>
      <w:r w:rsidRPr="0075453F">
        <w:rPr>
          <w:spacing w:val="-6"/>
        </w:rPr>
        <w:t xml:space="preserve"> </w:t>
      </w:r>
      <w:r w:rsidRPr="0075453F">
        <w:t>выбирается</w:t>
      </w:r>
      <w:r w:rsidRPr="0075453F">
        <w:rPr>
          <w:spacing w:val="-8"/>
        </w:rPr>
        <w:t xml:space="preserve"> </w:t>
      </w:r>
      <w:r w:rsidRPr="0075453F">
        <w:t>точка</w:t>
      </w:r>
      <w:r w:rsidRPr="0075453F">
        <w:rPr>
          <w:spacing w:val="-3"/>
        </w:rPr>
        <w:t xml:space="preserve"> </w:t>
      </w:r>
      <w:r w:rsidRPr="0075453F">
        <w:t>зрения</w:t>
      </w:r>
      <w:r w:rsidRPr="0075453F">
        <w:rPr>
          <w:spacing w:val="-5"/>
        </w:rPr>
        <w:t xml:space="preserve"> </w:t>
      </w:r>
      <w:r w:rsidRPr="0075453F">
        <w:t>человека,</w:t>
      </w:r>
      <w:r w:rsidRPr="0075453F">
        <w:rPr>
          <w:spacing w:val="-3"/>
        </w:rPr>
        <w:t xml:space="preserve"> </w:t>
      </w:r>
      <w:r w:rsidRPr="0075453F">
        <w:t>ответственного</w:t>
      </w:r>
      <w:r w:rsidRPr="0075453F">
        <w:rPr>
          <w:spacing w:val="-5"/>
        </w:rPr>
        <w:t xml:space="preserve"> </w:t>
      </w:r>
      <w:r w:rsidRPr="0075453F">
        <w:t>за</w:t>
      </w:r>
      <w:r w:rsidRPr="0075453F">
        <w:rPr>
          <w:spacing w:val="-3"/>
        </w:rPr>
        <w:t xml:space="preserve"> </w:t>
      </w:r>
      <w:r w:rsidRPr="0075453F">
        <w:t>моделируемую</w:t>
      </w:r>
      <w:r w:rsidRPr="0075453F">
        <w:rPr>
          <w:spacing w:val="-3"/>
        </w:rPr>
        <w:t xml:space="preserve"> </w:t>
      </w:r>
      <w:r w:rsidRPr="0075453F">
        <w:t>работу</w:t>
      </w:r>
      <w:r w:rsidRPr="0075453F">
        <w:rPr>
          <w:spacing w:val="-53"/>
        </w:rPr>
        <w:t xml:space="preserve"> </w:t>
      </w:r>
      <w:r w:rsidRPr="0075453F">
        <w:t>в</w:t>
      </w:r>
      <w:r w:rsidRPr="0075453F">
        <w:rPr>
          <w:spacing w:val="-2"/>
        </w:rPr>
        <w:t xml:space="preserve"> </w:t>
      </w:r>
      <w:r w:rsidRPr="0075453F">
        <w:t>целом. Цель и точка зрения</w:t>
      </w:r>
      <w:r w:rsidRPr="0075453F">
        <w:rPr>
          <w:spacing w:val="-1"/>
        </w:rPr>
        <w:t xml:space="preserve"> </w:t>
      </w:r>
      <w:r w:rsidRPr="0075453F">
        <w:t>документируются.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>
      <w:pPr>
        <w:pStyle w:val="Heading11"/>
        <w:ind w:left="533" w:firstLine="0"/>
        <w:jc w:val="both"/>
      </w:pPr>
      <w:r w:rsidRPr="0075453F">
        <w:t>Основные</w:t>
      </w:r>
      <w:r w:rsidRPr="0075453F">
        <w:rPr>
          <w:spacing w:val="-4"/>
        </w:rPr>
        <w:t xml:space="preserve"> </w:t>
      </w:r>
      <w:r w:rsidRPr="0075453F">
        <w:t>элементы</w:t>
      </w:r>
      <w:r w:rsidRPr="0075453F">
        <w:rPr>
          <w:spacing w:val="-3"/>
        </w:rPr>
        <w:t xml:space="preserve"> </w:t>
      </w:r>
      <w:r w:rsidRPr="0075453F">
        <w:t>IDEF0-модели</w:t>
      </w:r>
    </w:p>
    <w:p w:rsidR="00D67070" w:rsidRPr="0075453F" w:rsidRDefault="00D67070">
      <w:pPr>
        <w:pStyle w:val="BodyText"/>
        <w:spacing w:before="7"/>
        <w:rPr>
          <w:b/>
          <w:sz w:val="21"/>
        </w:rPr>
      </w:pPr>
    </w:p>
    <w:p w:rsidR="00D67070" w:rsidRPr="0075453F" w:rsidRDefault="00D67070">
      <w:pPr>
        <w:pStyle w:val="BodyText"/>
        <w:spacing w:before="1" w:line="252" w:lineRule="exact"/>
        <w:ind w:left="533"/>
      </w:pPr>
      <w:r w:rsidRPr="0075453F">
        <w:t>В</w:t>
      </w:r>
      <w:r w:rsidRPr="0075453F">
        <w:rPr>
          <w:spacing w:val="-3"/>
        </w:rPr>
        <w:t xml:space="preserve"> </w:t>
      </w:r>
      <w:r w:rsidRPr="0075453F">
        <w:t>основе</w:t>
      </w:r>
      <w:r w:rsidRPr="0075453F">
        <w:rPr>
          <w:spacing w:val="-2"/>
        </w:rPr>
        <w:t xml:space="preserve"> </w:t>
      </w:r>
      <w:r w:rsidRPr="0075453F">
        <w:t>методологии</w:t>
      </w:r>
      <w:r w:rsidRPr="0075453F">
        <w:rPr>
          <w:spacing w:val="-2"/>
        </w:rPr>
        <w:t xml:space="preserve"> </w:t>
      </w:r>
      <w:r w:rsidRPr="0075453F">
        <w:t>IDEF0</w:t>
      </w:r>
      <w:r w:rsidRPr="0075453F">
        <w:rPr>
          <w:spacing w:val="-2"/>
        </w:rPr>
        <w:t xml:space="preserve"> </w:t>
      </w:r>
      <w:r w:rsidRPr="0075453F">
        <w:t>лежат</w:t>
      </w:r>
      <w:r w:rsidRPr="0075453F">
        <w:rPr>
          <w:spacing w:val="-2"/>
        </w:rPr>
        <w:t xml:space="preserve"> </w:t>
      </w:r>
      <w:r w:rsidRPr="0075453F">
        <w:t>4</w:t>
      </w:r>
      <w:r w:rsidRPr="0075453F">
        <w:rPr>
          <w:spacing w:val="-1"/>
        </w:rPr>
        <w:t xml:space="preserve"> </w:t>
      </w:r>
      <w:r w:rsidRPr="0075453F">
        <w:t>основных</w:t>
      </w:r>
      <w:r w:rsidRPr="0075453F">
        <w:rPr>
          <w:spacing w:val="-2"/>
        </w:rPr>
        <w:t xml:space="preserve"> </w:t>
      </w:r>
      <w:r w:rsidRPr="0075453F">
        <w:t>понятия: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функциональный</w:t>
      </w:r>
      <w:r w:rsidRPr="0075453F">
        <w:rPr>
          <w:spacing w:val="-4"/>
        </w:rPr>
        <w:t xml:space="preserve"> </w:t>
      </w:r>
      <w:r w:rsidRPr="0075453F">
        <w:t>блок;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1"/>
        <w:ind w:left="814"/>
      </w:pPr>
      <w:r w:rsidRPr="0075453F">
        <w:t>интерфейсная</w:t>
      </w:r>
      <w:r w:rsidRPr="0075453F">
        <w:rPr>
          <w:spacing w:val="-2"/>
        </w:rPr>
        <w:t xml:space="preserve"> </w:t>
      </w:r>
      <w:r w:rsidRPr="0075453F">
        <w:t>дуга</w:t>
      </w:r>
      <w:r w:rsidRPr="0075453F">
        <w:rPr>
          <w:spacing w:val="-2"/>
        </w:rPr>
        <w:t xml:space="preserve"> </w:t>
      </w:r>
      <w:r w:rsidRPr="0075453F">
        <w:t>(стрелка);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декомпозиция;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глоссарий.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 w:rsidP="00EA599B">
      <w:pPr>
        <w:pStyle w:val="Heading11"/>
        <w:numPr>
          <w:ilvl w:val="0"/>
          <w:numId w:val="6"/>
        </w:numPr>
        <w:tabs>
          <w:tab w:val="left" w:pos="815"/>
        </w:tabs>
        <w:spacing w:before="1" w:line="251" w:lineRule="exact"/>
        <w:jc w:val="both"/>
      </w:pPr>
      <w:r w:rsidRPr="0075453F">
        <w:t>Функциональный</w:t>
      </w:r>
      <w:r w:rsidRPr="0075453F">
        <w:rPr>
          <w:spacing w:val="-2"/>
        </w:rPr>
        <w:t xml:space="preserve"> </w:t>
      </w:r>
      <w:r w:rsidRPr="0075453F">
        <w:t>блок</w:t>
      </w:r>
    </w:p>
    <w:p w:rsidR="00D67070" w:rsidRPr="0075453F" w:rsidRDefault="00D67070">
      <w:pPr>
        <w:pStyle w:val="BodyText"/>
        <w:ind w:left="106" w:right="119" w:firstLine="427"/>
        <w:jc w:val="both"/>
      </w:pPr>
      <w:r w:rsidRPr="0075453F">
        <w:t>Функциональные блоки обозначают поименованные процессы, функции или задачи, которые происходят в</w:t>
      </w:r>
      <w:r w:rsidRPr="0075453F">
        <w:rPr>
          <w:spacing w:val="1"/>
        </w:rPr>
        <w:t xml:space="preserve"> </w:t>
      </w:r>
      <w:r w:rsidRPr="0075453F">
        <w:t>течение</w:t>
      </w:r>
      <w:r w:rsidRPr="0075453F">
        <w:rPr>
          <w:spacing w:val="1"/>
        </w:rPr>
        <w:t xml:space="preserve"> </w:t>
      </w:r>
      <w:r w:rsidRPr="0075453F">
        <w:t>определенного</w:t>
      </w:r>
      <w:r w:rsidRPr="0075453F">
        <w:rPr>
          <w:spacing w:val="1"/>
        </w:rPr>
        <w:t xml:space="preserve"> </w:t>
      </w:r>
      <w:r w:rsidRPr="0075453F">
        <w:t>времени</w:t>
      </w:r>
      <w:r w:rsidRPr="0075453F">
        <w:rPr>
          <w:spacing w:val="1"/>
        </w:rPr>
        <w:t xml:space="preserve"> </w:t>
      </w:r>
      <w:r w:rsidRPr="0075453F">
        <w:t>и</w:t>
      </w:r>
      <w:r w:rsidRPr="0075453F">
        <w:rPr>
          <w:spacing w:val="1"/>
        </w:rPr>
        <w:t xml:space="preserve"> </w:t>
      </w:r>
      <w:r w:rsidRPr="0075453F">
        <w:t>имеют</w:t>
      </w:r>
      <w:r w:rsidRPr="0075453F">
        <w:rPr>
          <w:spacing w:val="1"/>
        </w:rPr>
        <w:t xml:space="preserve"> </w:t>
      </w:r>
      <w:r w:rsidRPr="0075453F">
        <w:t>распознаваемые</w:t>
      </w:r>
      <w:r w:rsidRPr="0075453F">
        <w:rPr>
          <w:spacing w:val="1"/>
        </w:rPr>
        <w:t xml:space="preserve"> </w:t>
      </w:r>
      <w:r w:rsidRPr="0075453F">
        <w:t>результаты.</w:t>
      </w:r>
      <w:r w:rsidRPr="0075453F">
        <w:rPr>
          <w:spacing w:val="1"/>
        </w:rPr>
        <w:t xml:space="preserve"> </w:t>
      </w:r>
      <w:r w:rsidRPr="0075453F">
        <w:t>Графически</w:t>
      </w:r>
      <w:r w:rsidRPr="0075453F">
        <w:rPr>
          <w:spacing w:val="1"/>
        </w:rPr>
        <w:t xml:space="preserve"> </w:t>
      </w:r>
      <w:r w:rsidRPr="0075453F">
        <w:t>функциональные</w:t>
      </w:r>
      <w:r w:rsidRPr="0075453F">
        <w:rPr>
          <w:spacing w:val="1"/>
        </w:rPr>
        <w:t xml:space="preserve"> </w:t>
      </w:r>
      <w:r w:rsidRPr="0075453F">
        <w:t>блоки</w:t>
      </w:r>
      <w:r w:rsidRPr="0075453F">
        <w:rPr>
          <w:spacing w:val="1"/>
        </w:rPr>
        <w:t xml:space="preserve"> </w:t>
      </w:r>
      <w:r w:rsidRPr="0075453F">
        <w:t>изображаются в виде прямоугольников. Все блоки должны быть названы и определены. Имя функционального</w:t>
      </w:r>
      <w:r w:rsidRPr="0075453F">
        <w:rPr>
          <w:spacing w:val="1"/>
        </w:rPr>
        <w:t xml:space="preserve"> </w:t>
      </w:r>
      <w:r w:rsidRPr="0075453F">
        <w:rPr>
          <w:spacing w:val="-1"/>
        </w:rPr>
        <w:t>блока</w:t>
      </w:r>
      <w:r w:rsidRPr="0075453F">
        <w:rPr>
          <w:spacing w:val="-11"/>
        </w:rPr>
        <w:t xml:space="preserve"> </w:t>
      </w:r>
      <w:r w:rsidRPr="0075453F">
        <w:rPr>
          <w:spacing w:val="-1"/>
        </w:rPr>
        <w:t>должно</w:t>
      </w:r>
      <w:r w:rsidRPr="0075453F">
        <w:rPr>
          <w:spacing w:val="-12"/>
        </w:rPr>
        <w:t xml:space="preserve"> </w:t>
      </w:r>
      <w:r w:rsidRPr="0075453F">
        <w:rPr>
          <w:spacing w:val="-1"/>
        </w:rPr>
        <w:t>быть</w:t>
      </w:r>
      <w:r w:rsidRPr="0075453F">
        <w:rPr>
          <w:spacing w:val="-11"/>
        </w:rPr>
        <w:t xml:space="preserve"> </w:t>
      </w:r>
      <w:r w:rsidRPr="0075453F">
        <w:t>выражено</w:t>
      </w:r>
      <w:r w:rsidRPr="0075453F">
        <w:rPr>
          <w:spacing w:val="-12"/>
        </w:rPr>
        <w:t xml:space="preserve"> </w:t>
      </w:r>
      <w:r w:rsidRPr="0075453F">
        <w:t>сочетанием</w:t>
      </w:r>
      <w:r w:rsidRPr="0075453F">
        <w:rPr>
          <w:spacing w:val="-14"/>
        </w:rPr>
        <w:t xml:space="preserve"> </w:t>
      </w:r>
      <w:r w:rsidRPr="0075453F">
        <w:t>отглагольного</w:t>
      </w:r>
      <w:r w:rsidRPr="0075453F">
        <w:rPr>
          <w:spacing w:val="-11"/>
        </w:rPr>
        <w:t xml:space="preserve"> </w:t>
      </w:r>
      <w:r w:rsidRPr="0075453F">
        <w:t>существительного,</w:t>
      </w:r>
      <w:r w:rsidRPr="0075453F">
        <w:rPr>
          <w:spacing w:val="-12"/>
        </w:rPr>
        <w:t xml:space="preserve"> </w:t>
      </w:r>
      <w:r w:rsidRPr="0075453F">
        <w:t>обозначающего</w:t>
      </w:r>
      <w:r w:rsidRPr="0075453F">
        <w:rPr>
          <w:spacing w:val="-11"/>
        </w:rPr>
        <w:t xml:space="preserve"> </w:t>
      </w:r>
      <w:r w:rsidRPr="0075453F">
        <w:t>процесс,</w:t>
      </w:r>
      <w:r w:rsidRPr="0075453F">
        <w:rPr>
          <w:spacing w:val="-14"/>
        </w:rPr>
        <w:t xml:space="preserve"> </w:t>
      </w:r>
      <w:r w:rsidRPr="0075453F">
        <w:t>или</w:t>
      </w:r>
      <w:r w:rsidRPr="0075453F">
        <w:rPr>
          <w:spacing w:val="-12"/>
        </w:rPr>
        <w:t xml:space="preserve"> </w:t>
      </w:r>
      <w:r w:rsidRPr="0075453F">
        <w:t>глаголом</w:t>
      </w:r>
      <w:r w:rsidRPr="0075453F">
        <w:rPr>
          <w:spacing w:val="-52"/>
        </w:rPr>
        <w:t xml:space="preserve"> </w:t>
      </w:r>
      <w:r w:rsidRPr="0075453F">
        <w:t>(рис. 1):</w:t>
      </w:r>
    </w:p>
    <w:p w:rsidR="00D67070" w:rsidRPr="0075453F" w:rsidRDefault="00D67070">
      <w:pPr>
        <w:pStyle w:val="BodyText"/>
        <w:spacing w:before="8"/>
        <w:rPr>
          <w:sz w:val="19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59.png" o:spid="_x0000_s1027" type="#_x0000_t75" style="position:absolute;margin-left:154.4pt;margin-top:13.3pt;width:305.95pt;height:102.35pt;z-index:251658240;visibility:visible;mso-wrap-distance-left:0;mso-wrap-distance-right:0;mso-position-horizontal-relative:page">
            <v:imagedata r:id="rId7" o:title=""/>
            <w10:wrap type="topAndBottom" anchorx="page"/>
          </v:shape>
        </w:pict>
      </w:r>
    </w:p>
    <w:p w:rsidR="00D67070" w:rsidRPr="0075453F" w:rsidRDefault="00D67070">
      <w:pPr>
        <w:pStyle w:val="BodyText"/>
        <w:spacing w:before="39"/>
        <w:ind w:left="413" w:right="4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20</w:t>
      </w:r>
      <w:r w:rsidRPr="0075453F">
        <w:rPr>
          <w:spacing w:val="-1"/>
        </w:rPr>
        <w:t xml:space="preserve"> </w:t>
      </w:r>
      <w:r w:rsidRPr="0075453F">
        <w:t>– Примеры</w:t>
      </w:r>
      <w:r w:rsidRPr="0075453F">
        <w:rPr>
          <w:spacing w:val="-3"/>
        </w:rPr>
        <w:t xml:space="preserve"> </w:t>
      </w:r>
      <w:r w:rsidRPr="0075453F">
        <w:t>работ</w:t>
      </w:r>
    </w:p>
    <w:p w:rsidR="00D67070" w:rsidRPr="0075453F" w:rsidRDefault="00D67070">
      <w:pPr>
        <w:pStyle w:val="BodyText"/>
      </w:pPr>
    </w:p>
    <w:p w:rsidR="00D67070" w:rsidRPr="0075453F" w:rsidRDefault="00D67070">
      <w:pPr>
        <w:pStyle w:val="BodyText"/>
        <w:spacing w:line="252" w:lineRule="exact"/>
        <w:ind w:left="533"/>
        <w:jc w:val="both"/>
      </w:pPr>
      <w:r w:rsidRPr="0075453F">
        <w:t>Определение</w:t>
      </w:r>
      <w:r w:rsidRPr="0075453F">
        <w:rPr>
          <w:spacing w:val="-2"/>
        </w:rPr>
        <w:t xml:space="preserve"> </w:t>
      </w:r>
      <w:r w:rsidRPr="0075453F">
        <w:t>функционального</w:t>
      </w:r>
      <w:r w:rsidRPr="0075453F">
        <w:rPr>
          <w:spacing w:val="-2"/>
        </w:rPr>
        <w:t xml:space="preserve"> </w:t>
      </w:r>
      <w:r w:rsidRPr="0075453F">
        <w:t>блока</w:t>
      </w:r>
      <w:r w:rsidRPr="0075453F">
        <w:rPr>
          <w:spacing w:val="-4"/>
        </w:rPr>
        <w:t xml:space="preserve"> </w:t>
      </w:r>
      <w:r w:rsidRPr="0075453F">
        <w:t>заносится</w:t>
      </w:r>
      <w:r w:rsidRPr="0075453F">
        <w:rPr>
          <w:spacing w:val="-2"/>
        </w:rPr>
        <w:t xml:space="preserve"> </w:t>
      </w:r>
      <w:r w:rsidRPr="0075453F">
        <w:t>в</w:t>
      </w:r>
      <w:r w:rsidRPr="0075453F">
        <w:rPr>
          <w:spacing w:val="-4"/>
        </w:rPr>
        <w:t xml:space="preserve"> </w:t>
      </w:r>
      <w:r w:rsidRPr="0075453F">
        <w:t>глоссарий</w:t>
      </w:r>
      <w:r w:rsidRPr="0075453F">
        <w:rPr>
          <w:spacing w:val="-2"/>
        </w:rPr>
        <w:t xml:space="preserve"> </w:t>
      </w:r>
      <w:r w:rsidRPr="0075453F">
        <w:t>или</w:t>
      </w:r>
      <w:r w:rsidRPr="0075453F">
        <w:rPr>
          <w:spacing w:val="-3"/>
        </w:rPr>
        <w:t xml:space="preserve"> </w:t>
      </w:r>
      <w:r w:rsidRPr="0075453F">
        <w:t>словарь</w:t>
      </w:r>
      <w:r w:rsidRPr="0075453F">
        <w:rPr>
          <w:spacing w:val="-2"/>
        </w:rPr>
        <w:t xml:space="preserve"> </w:t>
      </w:r>
      <w:r w:rsidRPr="0075453F">
        <w:t>работ</w:t>
      </w:r>
      <w:r w:rsidRPr="0075453F">
        <w:rPr>
          <w:spacing w:val="-2"/>
        </w:rPr>
        <w:t xml:space="preserve"> </w:t>
      </w:r>
      <w:r w:rsidRPr="0075453F">
        <w:t>(Activity</w:t>
      </w:r>
      <w:r w:rsidRPr="0075453F">
        <w:rPr>
          <w:spacing w:val="-4"/>
        </w:rPr>
        <w:t xml:space="preserve"> </w:t>
      </w:r>
      <w:r w:rsidRPr="0075453F">
        <w:t>Dictionary).</w:t>
      </w:r>
    </w:p>
    <w:p w:rsidR="00D67070" w:rsidRPr="0075453F" w:rsidRDefault="00D67070">
      <w:pPr>
        <w:pStyle w:val="BodyText"/>
        <w:ind w:left="106" w:right="123" w:firstLine="427"/>
        <w:jc w:val="both"/>
      </w:pPr>
      <w:r w:rsidRPr="0075453F">
        <w:t>Все функциональные блоки модели нумеруются. Номер состоит из префикса и числа. Может использоваться</w:t>
      </w:r>
      <w:r w:rsidRPr="0075453F">
        <w:rPr>
          <w:spacing w:val="-52"/>
        </w:rPr>
        <w:t xml:space="preserve"> </w:t>
      </w:r>
      <w:r w:rsidRPr="0075453F">
        <w:rPr>
          <w:spacing w:val="-1"/>
        </w:rPr>
        <w:t>префикс</w:t>
      </w:r>
      <w:r w:rsidRPr="0075453F">
        <w:rPr>
          <w:spacing w:val="-14"/>
        </w:rPr>
        <w:t xml:space="preserve"> </w:t>
      </w:r>
      <w:r w:rsidRPr="0075453F">
        <w:rPr>
          <w:spacing w:val="-1"/>
        </w:rPr>
        <w:t>любой</w:t>
      </w:r>
      <w:r w:rsidRPr="0075453F">
        <w:rPr>
          <w:spacing w:val="-11"/>
        </w:rPr>
        <w:t xml:space="preserve"> </w:t>
      </w:r>
      <w:r w:rsidRPr="0075453F">
        <w:rPr>
          <w:spacing w:val="-1"/>
        </w:rPr>
        <w:t>длины,</w:t>
      </w:r>
      <w:r w:rsidRPr="0075453F">
        <w:rPr>
          <w:spacing w:val="-14"/>
        </w:rPr>
        <w:t xml:space="preserve"> </w:t>
      </w:r>
      <w:r w:rsidRPr="0075453F">
        <w:rPr>
          <w:spacing w:val="-1"/>
        </w:rPr>
        <w:t>но</w:t>
      </w:r>
      <w:r w:rsidRPr="0075453F">
        <w:rPr>
          <w:spacing w:val="-14"/>
        </w:rPr>
        <w:t xml:space="preserve"> </w:t>
      </w:r>
      <w:r w:rsidRPr="0075453F">
        <w:rPr>
          <w:spacing w:val="-1"/>
        </w:rPr>
        <w:t>обычно</w:t>
      </w:r>
      <w:r w:rsidRPr="0075453F">
        <w:rPr>
          <w:spacing w:val="-15"/>
        </w:rPr>
        <w:t xml:space="preserve"> </w:t>
      </w:r>
      <w:r w:rsidRPr="0075453F">
        <w:rPr>
          <w:spacing w:val="-1"/>
        </w:rPr>
        <w:t>используется</w:t>
      </w:r>
      <w:r w:rsidRPr="0075453F">
        <w:rPr>
          <w:spacing w:val="-12"/>
        </w:rPr>
        <w:t xml:space="preserve"> </w:t>
      </w:r>
      <w:r w:rsidRPr="0075453F">
        <w:t>префикс</w:t>
      </w:r>
      <w:r w:rsidRPr="0075453F">
        <w:rPr>
          <w:spacing w:val="-14"/>
        </w:rPr>
        <w:t xml:space="preserve"> </w:t>
      </w:r>
      <w:r w:rsidRPr="0075453F">
        <w:t>А.</w:t>
      </w:r>
      <w:r w:rsidRPr="0075453F">
        <w:rPr>
          <w:spacing w:val="-11"/>
        </w:rPr>
        <w:t xml:space="preserve"> </w:t>
      </w:r>
      <w:r w:rsidRPr="0075453F">
        <w:t>Контекстная</w:t>
      </w:r>
      <w:r w:rsidRPr="0075453F">
        <w:rPr>
          <w:spacing w:val="-15"/>
        </w:rPr>
        <w:t xml:space="preserve"> </w:t>
      </w:r>
      <w:r w:rsidRPr="0075453F">
        <w:t>(корневая)</w:t>
      </w:r>
      <w:r w:rsidRPr="0075453F">
        <w:rPr>
          <w:spacing w:val="-12"/>
        </w:rPr>
        <w:t xml:space="preserve"> </w:t>
      </w:r>
      <w:r w:rsidRPr="0075453F">
        <w:t>работа</w:t>
      </w:r>
      <w:r w:rsidRPr="0075453F">
        <w:rPr>
          <w:spacing w:val="-14"/>
        </w:rPr>
        <w:t xml:space="preserve"> </w:t>
      </w:r>
      <w:r w:rsidRPr="0075453F">
        <w:t>(функциональный</w:t>
      </w:r>
      <w:r w:rsidRPr="0075453F">
        <w:rPr>
          <w:spacing w:val="-15"/>
        </w:rPr>
        <w:t xml:space="preserve"> </w:t>
      </w:r>
      <w:r w:rsidRPr="0075453F">
        <w:t>блок)</w:t>
      </w:r>
      <w:r w:rsidRPr="0075453F">
        <w:rPr>
          <w:spacing w:val="-52"/>
        </w:rPr>
        <w:t xml:space="preserve"> </w:t>
      </w:r>
      <w:r w:rsidRPr="0075453F">
        <w:t>имеет</w:t>
      </w:r>
      <w:r w:rsidRPr="0075453F">
        <w:rPr>
          <w:spacing w:val="-1"/>
        </w:rPr>
        <w:t xml:space="preserve"> </w:t>
      </w:r>
      <w:r w:rsidRPr="0075453F">
        <w:t>номер А0.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 w:rsidP="00EA599B">
      <w:pPr>
        <w:pStyle w:val="Heading11"/>
        <w:numPr>
          <w:ilvl w:val="0"/>
          <w:numId w:val="6"/>
        </w:numPr>
        <w:tabs>
          <w:tab w:val="left" w:pos="815"/>
        </w:tabs>
        <w:spacing w:before="1" w:line="250" w:lineRule="exact"/>
      </w:pPr>
      <w:r w:rsidRPr="0075453F">
        <w:t>Интерфейсная</w:t>
      </w:r>
      <w:r w:rsidRPr="0075453F">
        <w:rPr>
          <w:spacing w:val="-3"/>
        </w:rPr>
        <w:t xml:space="preserve"> </w:t>
      </w:r>
      <w:r w:rsidRPr="0075453F">
        <w:t>дуга</w:t>
      </w:r>
      <w:r w:rsidRPr="0075453F">
        <w:rPr>
          <w:spacing w:val="-2"/>
        </w:rPr>
        <w:t xml:space="preserve"> </w:t>
      </w:r>
      <w:r w:rsidRPr="0075453F">
        <w:t>(стрелка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5"/>
        </w:rPr>
        <w:t xml:space="preserve"> </w:t>
      </w:r>
      <w:r w:rsidRPr="0075453F">
        <w:t>Arrow)</w:t>
      </w:r>
    </w:p>
    <w:p w:rsidR="00D67070" w:rsidRPr="0075453F" w:rsidRDefault="00D67070">
      <w:pPr>
        <w:pStyle w:val="BodyText"/>
        <w:spacing w:line="242" w:lineRule="auto"/>
        <w:ind w:left="106" w:firstLine="427"/>
      </w:pPr>
      <w:r w:rsidRPr="0075453F">
        <w:t>Взаимодействие</w:t>
      </w:r>
      <w:r w:rsidRPr="0075453F">
        <w:rPr>
          <w:spacing w:val="-10"/>
        </w:rPr>
        <w:t xml:space="preserve"> </w:t>
      </w:r>
      <w:r w:rsidRPr="0075453F">
        <w:t>функциональных</w:t>
      </w:r>
      <w:r w:rsidRPr="0075453F">
        <w:rPr>
          <w:spacing w:val="-9"/>
        </w:rPr>
        <w:t xml:space="preserve"> </w:t>
      </w:r>
      <w:r w:rsidRPr="0075453F">
        <w:t>блоков</w:t>
      </w:r>
      <w:r w:rsidRPr="0075453F">
        <w:rPr>
          <w:spacing w:val="-11"/>
        </w:rPr>
        <w:t xml:space="preserve"> </w:t>
      </w:r>
      <w:r w:rsidRPr="0075453F">
        <w:t>с</w:t>
      </w:r>
      <w:r w:rsidRPr="0075453F">
        <w:rPr>
          <w:spacing w:val="-9"/>
        </w:rPr>
        <w:t xml:space="preserve"> </w:t>
      </w:r>
      <w:r w:rsidRPr="0075453F">
        <w:t>внешним</w:t>
      </w:r>
      <w:r w:rsidRPr="0075453F">
        <w:rPr>
          <w:spacing w:val="-10"/>
        </w:rPr>
        <w:t xml:space="preserve"> </w:t>
      </w:r>
      <w:r w:rsidRPr="0075453F">
        <w:t>миром</w:t>
      </w:r>
      <w:r w:rsidRPr="0075453F">
        <w:rPr>
          <w:spacing w:val="-9"/>
        </w:rPr>
        <w:t xml:space="preserve"> </w:t>
      </w:r>
      <w:r w:rsidRPr="0075453F">
        <w:t>и</w:t>
      </w:r>
      <w:r w:rsidRPr="0075453F">
        <w:rPr>
          <w:spacing w:val="-10"/>
        </w:rPr>
        <w:t xml:space="preserve"> </w:t>
      </w:r>
      <w:r w:rsidRPr="0075453F">
        <w:t>между</w:t>
      </w:r>
      <w:r w:rsidRPr="0075453F">
        <w:rPr>
          <w:spacing w:val="-12"/>
        </w:rPr>
        <w:t xml:space="preserve"> </w:t>
      </w:r>
      <w:r w:rsidRPr="0075453F">
        <w:t>собой</w:t>
      </w:r>
      <w:r w:rsidRPr="0075453F">
        <w:rPr>
          <w:spacing w:val="-10"/>
        </w:rPr>
        <w:t xml:space="preserve"> </w:t>
      </w:r>
      <w:r w:rsidRPr="0075453F">
        <w:t>описывается</w:t>
      </w:r>
      <w:r w:rsidRPr="0075453F">
        <w:rPr>
          <w:spacing w:val="-10"/>
        </w:rPr>
        <w:t xml:space="preserve"> </w:t>
      </w:r>
      <w:r w:rsidRPr="0075453F">
        <w:t>в</w:t>
      </w:r>
      <w:r w:rsidRPr="0075453F">
        <w:rPr>
          <w:spacing w:val="-10"/>
        </w:rPr>
        <w:t xml:space="preserve"> </w:t>
      </w:r>
      <w:r w:rsidRPr="0075453F">
        <w:t>виде</w:t>
      </w:r>
      <w:r w:rsidRPr="0075453F">
        <w:rPr>
          <w:spacing w:val="-9"/>
        </w:rPr>
        <w:t xml:space="preserve"> </w:t>
      </w:r>
      <w:r w:rsidRPr="0075453F">
        <w:t>интерфейсных</w:t>
      </w:r>
      <w:r w:rsidRPr="0075453F">
        <w:rPr>
          <w:spacing w:val="-52"/>
        </w:rPr>
        <w:t xml:space="preserve"> </w:t>
      </w:r>
      <w:r w:rsidRPr="0075453F">
        <w:t>дуг</w:t>
      </w:r>
      <w:r w:rsidRPr="0075453F">
        <w:rPr>
          <w:spacing w:val="21"/>
        </w:rPr>
        <w:t xml:space="preserve"> </w:t>
      </w:r>
      <w:r w:rsidRPr="0075453F">
        <w:t>(стрелок).</w:t>
      </w:r>
      <w:r w:rsidRPr="0075453F">
        <w:rPr>
          <w:spacing w:val="21"/>
        </w:rPr>
        <w:t xml:space="preserve"> </w:t>
      </w:r>
      <w:r w:rsidRPr="0075453F">
        <w:t>Стрелки</w:t>
      </w:r>
      <w:r w:rsidRPr="0075453F">
        <w:rPr>
          <w:spacing w:val="21"/>
        </w:rPr>
        <w:t xml:space="preserve"> </w:t>
      </w:r>
      <w:r w:rsidRPr="0075453F">
        <w:t>представляют</w:t>
      </w:r>
      <w:r w:rsidRPr="0075453F">
        <w:rPr>
          <w:spacing w:val="20"/>
        </w:rPr>
        <w:t xml:space="preserve"> </w:t>
      </w:r>
      <w:r w:rsidRPr="0075453F">
        <w:t>собой</w:t>
      </w:r>
      <w:r w:rsidRPr="0075453F">
        <w:rPr>
          <w:spacing w:val="20"/>
        </w:rPr>
        <w:t xml:space="preserve"> </w:t>
      </w:r>
      <w:r w:rsidRPr="0075453F">
        <w:t>некую</w:t>
      </w:r>
      <w:r w:rsidRPr="0075453F">
        <w:rPr>
          <w:spacing w:val="22"/>
        </w:rPr>
        <w:t xml:space="preserve"> </w:t>
      </w:r>
      <w:r w:rsidRPr="0075453F">
        <w:t>информацию</w:t>
      </w:r>
      <w:r w:rsidRPr="0075453F">
        <w:rPr>
          <w:spacing w:val="18"/>
        </w:rPr>
        <w:t xml:space="preserve"> </w:t>
      </w:r>
      <w:r w:rsidRPr="0075453F">
        <w:t>и</w:t>
      </w:r>
      <w:r w:rsidRPr="0075453F">
        <w:rPr>
          <w:spacing w:val="20"/>
        </w:rPr>
        <w:t xml:space="preserve"> </w:t>
      </w:r>
      <w:r w:rsidRPr="0075453F">
        <w:t>обозначаются</w:t>
      </w:r>
      <w:r w:rsidRPr="0075453F">
        <w:rPr>
          <w:spacing w:val="21"/>
        </w:rPr>
        <w:t xml:space="preserve"> </w:t>
      </w:r>
      <w:r w:rsidRPr="0075453F">
        <w:t>существительными</w:t>
      </w:r>
      <w:r w:rsidRPr="0075453F">
        <w:rPr>
          <w:spacing w:val="20"/>
        </w:rPr>
        <w:t xml:space="preserve"> </w:t>
      </w:r>
      <w:r w:rsidRPr="0075453F">
        <w:t>(например,</w:t>
      </w:r>
    </w:p>
    <w:p w:rsidR="00D67070" w:rsidRPr="0075453F" w:rsidRDefault="00D67070">
      <w:pPr>
        <w:pStyle w:val="BodyText"/>
        <w:spacing w:line="242" w:lineRule="auto"/>
        <w:ind w:left="106"/>
      </w:pPr>
      <w:r w:rsidRPr="0075453F">
        <w:t>«Заготовка»,</w:t>
      </w:r>
      <w:r w:rsidRPr="0075453F">
        <w:rPr>
          <w:spacing w:val="-5"/>
        </w:rPr>
        <w:t xml:space="preserve"> </w:t>
      </w:r>
      <w:r w:rsidRPr="0075453F">
        <w:t>«Изделие»)</w:t>
      </w:r>
      <w:r w:rsidRPr="0075453F">
        <w:rPr>
          <w:spacing w:val="-4"/>
        </w:rPr>
        <w:t xml:space="preserve"> </w:t>
      </w:r>
      <w:r w:rsidRPr="0075453F">
        <w:t>или</w:t>
      </w:r>
      <w:r w:rsidRPr="0075453F">
        <w:rPr>
          <w:spacing w:val="-8"/>
        </w:rPr>
        <w:t xml:space="preserve"> </w:t>
      </w:r>
      <w:r w:rsidRPr="0075453F">
        <w:t>именуемыми</w:t>
      </w:r>
      <w:r w:rsidRPr="0075453F">
        <w:rPr>
          <w:spacing w:val="-7"/>
        </w:rPr>
        <w:t xml:space="preserve"> </w:t>
      </w:r>
      <w:r w:rsidRPr="0075453F">
        <w:t>сочетаниями</w:t>
      </w:r>
      <w:r w:rsidRPr="0075453F">
        <w:rPr>
          <w:spacing w:val="-8"/>
        </w:rPr>
        <w:t xml:space="preserve"> </w:t>
      </w:r>
      <w:r w:rsidRPr="0075453F">
        <w:t>(например,</w:t>
      </w:r>
      <w:r w:rsidRPr="0075453F">
        <w:rPr>
          <w:spacing w:val="-7"/>
        </w:rPr>
        <w:t xml:space="preserve"> </w:t>
      </w:r>
      <w:r w:rsidRPr="0075453F">
        <w:t>«Готовое</w:t>
      </w:r>
      <w:r w:rsidRPr="0075453F">
        <w:rPr>
          <w:spacing w:val="-6"/>
        </w:rPr>
        <w:t xml:space="preserve"> </w:t>
      </w:r>
      <w:r w:rsidRPr="0075453F">
        <w:t>изделие»).</w:t>
      </w:r>
      <w:r w:rsidRPr="0075453F">
        <w:rPr>
          <w:spacing w:val="-7"/>
        </w:rPr>
        <w:t xml:space="preserve"> </w:t>
      </w:r>
      <w:r w:rsidRPr="0075453F">
        <w:t>Все</w:t>
      </w:r>
      <w:r w:rsidRPr="0075453F">
        <w:rPr>
          <w:spacing w:val="-7"/>
        </w:rPr>
        <w:t xml:space="preserve"> </w:t>
      </w:r>
      <w:r w:rsidRPr="0075453F">
        <w:t>стрелки</w:t>
      </w:r>
      <w:r w:rsidRPr="0075453F">
        <w:rPr>
          <w:spacing w:val="-9"/>
        </w:rPr>
        <w:t xml:space="preserve"> </w:t>
      </w:r>
      <w:r w:rsidRPr="0075453F">
        <w:t>должны</w:t>
      </w:r>
      <w:r w:rsidRPr="0075453F">
        <w:rPr>
          <w:spacing w:val="-7"/>
        </w:rPr>
        <w:t xml:space="preserve"> </w:t>
      </w:r>
      <w:r w:rsidRPr="0075453F">
        <w:t>быть</w:t>
      </w:r>
      <w:r w:rsidRPr="0075453F">
        <w:rPr>
          <w:spacing w:val="-52"/>
        </w:rPr>
        <w:t xml:space="preserve"> </w:t>
      </w:r>
      <w:r w:rsidRPr="0075453F">
        <w:t>определены.</w:t>
      </w:r>
      <w:r w:rsidRPr="0075453F">
        <w:rPr>
          <w:spacing w:val="-1"/>
        </w:rPr>
        <w:t xml:space="preserve"> </w:t>
      </w:r>
      <w:r w:rsidRPr="0075453F">
        <w:t>Определения</w:t>
      </w:r>
      <w:r w:rsidRPr="0075453F">
        <w:rPr>
          <w:spacing w:val="-1"/>
        </w:rPr>
        <w:t xml:space="preserve"> </w:t>
      </w:r>
      <w:r w:rsidRPr="0075453F">
        <w:t>заносятся в</w:t>
      </w:r>
      <w:r w:rsidRPr="0075453F">
        <w:rPr>
          <w:spacing w:val="-2"/>
        </w:rPr>
        <w:t xml:space="preserve"> </w:t>
      </w:r>
      <w:r w:rsidRPr="0075453F">
        <w:t>словарь</w:t>
      </w:r>
      <w:r w:rsidRPr="0075453F">
        <w:rPr>
          <w:spacing w:val="-3"/>
        </w:rPr>
        <w:t xml:space="preserve"> </w:t>
      </w:r>
      <w:r w:rsidRPr="0075453F">
        <w:t>стрелок</w:t>
      </w:r>
      <w:r w:rsidRPr="0075453F">
        <w:rPr>
          <w:spacing w:val="1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глоссарий</w:t>
      </w:r>
      <w:r w:rsidRPr="0075453F">
        <w:rPr>
          <w:spacing w:val="-4"/>
        </w:rPr>
        <w:t xml:space="preserve"> </w:t>
      </w:r>
      <w:r w:rsidRPr="0075453F">
        <w:t>(Arrow</w:t>
      </w:r>
      <w:r w:rsidRPr="0075453F">
        <w:rPr>
          <w:spacing w:val="-3"/>
        </w:rPr>
        <w:t xml:space="preserve"> </w:t>
      </w:r>
      <w:r w:rsidRPr="0075453F">
        <w:t>Dictionary).</w:t>
      </w:r>
    </w:p>
    <w:p w:rsidR="00D67070" w:rsidRPr="0075453F" w:rsidRDefault="00D67070">
      <w:pPr>
        <w:pStyle w:val="Heading11"/>
        <w:spacing w:line="250" w:lineRule="exact"/>
        <w:ind w:left="533" w:firstLine="0"/>
      </w:pPr>
      <w:r w:rsidRPr="0075453F">
        <w:t>В IDEF0</w:t>
      </w:r>
      <w:r w:rsidRPr="0075453F">
        <w:rPr>
          <w:spacing w:val="-2"/>
        </w:rPr>
        <w:t xml:space="preserve"> </w:t>
      </w:r>
      <w:r w:rsidRPr="0075453F">
        <w:t>различают</w:t>
      </w:r>
      <w:r w:rsidRPr="0075453F">
        <w:rPr>
          <w:spacing w:val="-3"/>
        </w:rPr>
        <w:t xml:space="preserve"> </w:t>
      </w:r>
      <w:r w:rsidRPr="0075453F">
        <w:t>4</w:t>
      </w:r>
      <w:r w:rsidRPr="0075453F">
        <w:rPr>
          <w:spacing w:val="-2"/>
        </w:rPr>
        <w:t xml:space="preserve"> </w:t>
      </w:r>
      <w:r w:rsidRPr="0075453F">
        <w:t>типа</w:t>
      </w:r>
      <w:r w:rsidRPr="0075453F">
        <w:rPr>
          <w:spacing w:val="-2"/>
        </w:rPr>
        <w:t xml:space="preserve"> </w:t>
      </w:r>
      <w:r w:rsidRPr="0075453F">
        <w:t>стрелок</w:t>
      </w:r>
      <w:r w:rsidRPr="0075453F">
        <w:rPr>
          <w:spacing w:val="-2"/>
        </w:rPr>
        <w:t xml:space="preserve"> </w:t>
      </w:r>
      <w:r w:rsidRPr="0075453F">
        <w:t>(рис.2).</w:t>
      </w:r>
    </w:p>
    <w:p w:rsidR="00D67070" w:rsidRPr="0075453F" w:rsidRDefault="00D67070">
      <w:pPr>
        <w:pStyle w:val="BodyText"/>
        <w:spacing w:line="250" w:lineRule="exact"/>
        <w:ind w:left="533"/>
      </w:pPr>
      <w:r w:rsidRPr="0075453F">
        <w:t>Каждая</w:t>
      </w:r>
      <w:r w:rsidRPr="0075453F">
        <w:rPr>
          <w:spacing w:val="-5"/>
        </w:rPr>
        <w:t xml:space="preserve"> </w:t>
      </w:r>
      <w:r w:rsidRPr="0075453F">
        <w:t>стрелка</w:t>
      </w:r>
      <w:r w:rsidRPr="0075453F">
        <w:rPr>
          <w:spacing w:val="-2"/>
        </w:rPr>
        <w:t xml:space="preserve"> </w:t>
      </w:r>
      <w:r w:rsidRPr="0075453F">
        <w:t>имеет</w:t>
      </w:r>
      <w:r w:rsidRPr="0075453F">
        <w:rPr>
          <w:spacing w:val="-2"/>
        </w:rPr>
        <w:t xml:space="preserve"> </w:t>
      </w:r>
      <w:r w:rsidRPr="0075453F">
        <w:t>свое</w:t>
      </w:r>
      <w:r w:rsidRPr="0075453F">
        <w:rPr>
          <w:spacing w:val="-1"/>
        </w:rPr>
        <w:t xml:space="preserve"> </w:t>
      </w:r>
      <w:r w:rsidRPr="0075453F">
        <w:t>расположение</w:t>
      </w:r>
      <w:r w:rsidRPr="0075453F">
        <w:rPr>
          <w:spacing w:val="-2"/>
        </w:rPr>
        <w:t xml:space="preserve"> </w:t>
      </w:r>
      <w:r w:rsidRPr="0075453F">
        <w:t>относительно</w:t>
      </w:r>
      <w:r w:rsidRPr="0075453F">
        <w:rPr>
          <w:spacing w:val="-2"/>
        </w:rPr>
        <w:t xml:space="preserve"> </w:t>
      </w:r>
      <w:r w:rsidRPr="0075453F">
        <w:t>функционального</w:t>
      </w:r>
      <w:r w:rsidRPr="0075453F">
        <w:rPr>
          <w:spacing w:val="-5"/>
        </w:rPr>
        <w:t xml:space="preserve"> </w:t>
      </w:r>
      <w:r w:rsidRPr="0075453F">
        <w:t>блока.</w:t>
      </w:r>
    </w:p>
    <w:p w:rsidR="00D67070" w:rsidRPr="0075453F" w:rsidRDefault="00D67070">
      <w:pPr>
        <w:spacing w:line="250" w:lineRule="exact"/>
        <w:sectPr w:rsidR="00D67070" w:rsidRPr="0075453F">
          <w:headerReference w:type="default" r:id="rId8"/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2" w:after="1"/>
        <w:rPr>
          <w:sz w:val="28"/>
        </w:rPr>
      </w:pPr>
    </w:p>
    <w:p w:rsidR="00D67070" w:rsidRPr="0075453F" w:rsidRDefault="00D67070">
      <w:pPr>
        <w:pStyle w:val="BodyText"/>
        <w:ind w:left="2374"/>
        <w:rPr>
          <w:sz w:val="20"/>
        </w:rPr>
      </w:pPr>
      <w:r w:rsidRPr="004E2EAE">
        <w:rPr>
          <w:noProof/>
          <w:sz w:val="20"/>
          <w:lang w:eastAsia="ru-RU"/>
        </w:rPr>
        <w:pict>
          <v:shape id="image60.png" o:spid="_x0000_i1025" type="#_x0000_t75" style="width:333.75pt;height:167.25pt;visibility:visible">
            <v:imagedata r:id="rId9" o:title=""/>
          </v:shape>
        </w:pict>
      </w:r>
    </w:p>
    <w:p w:rsidR="00D67070" w:rsidRPr="0075453F" w:rsidRDefault="00D67070">
      <w:pPr>
        <w:pStyle w:val="BodyText"/>
        <w:spacing w:before="53"/>
        <w:ind w:left="413" w:right="2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21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4"/>
        </w:rPr>
        <w:t xml:space="preserve"> </w:t>
      </w:r>
      <w:r w:rsidRPr="0075453F">
        <w:t>Типы</w:t>
      </w:r>
      <w:r w:rsidRPr="0075453F">
        <w:rPr>
          <w:spacing w:val="-1"/>
        </w:rPr>
        <w:t xml:space="preserve"> </w:t>
      </w:r>
      <w:r w:rsidRPr="0075453F">
        <w:t>стрелок</w:t>
      </w:r>
    </w:p>
    <w:p w:rsidR="00D67070" w:rsidRPr="0075453F" w:rsidRDefault="00D67070">
      <w:pPr>
        <w:pStyle w:val="BodyText"/>
      </w:pPr>
    </w:p>
    <w:p w:rsidR="00D67070" w:rsidRPr="0075453F" w:rsidRDefault="00D67070">
      <w:pPr>
        <w:pStyle w:val="BodyText"/>
        <w:ind w:left="106" w:right="126" w:firstLine="427"/>
        <w:jc w:val="both"/>
      </w:pPr>
      <w:r w:rsidRPr="0075453F">
        <w:t>Вход (Input) – материал или информация, которые используются или преобразуются работой для получения</w:t>
      </w:r>
      <w:r w:rsidRPr="0075453F">
        <w:rPr>
          <w:spacing w:val="1"/>
        </w:rPr>
        <w:t xml:space="preserve"> </w:t>
      </w:r>
      <w:r w:rsidRPr="0075453F">
        <w:t>результата</w:t>
      </w:r>
      <w:r w:rsidRPr="0075453F">
        <w:rPr>
          <w:spacing w:val="-1"/>
        </w:rPr>
        <w:t xml:space="preserve"> </w:t>
      </w:r>
      <w:r w:rsidRPr="0075453F">
        <w:t>(выхода). Стрелка</w:t>
      </w:r>
      <w:r w:rsidRPr="0075453F">
        <w:rPr>
          <w:spacing w:val="1"/>
        </w:rPr>
        <w:t xml:space="preserve"> </w:t>
      </w:r>
      <w:r w:rsidRPr="0075453F">
        <w:t>Input</w:t>
      </w:r>
      <w:r w:rsidRPr="0075453F">
        <w:rPr>
          <w:spacing w:val="1"/>
        </w:rPr>
        <w:t xml:space="preserve"> </w:t>
      </w:r>
      <w:r w:rsidRPr="0075453F">
        <w:t>рисуется</w:t>
      </w:r>
      <w:r w:rsidRPr="0075453F">
        <w:rPr>
          <w:spacing w:val="-1"/>
        </w:rPr>
        <w:t xml:space="preserve"> </w:t>
      </w:r>
      <w:r w:rsidRPr="0075453F">
        <w:t>входящей в</w:t>
      </w:r>
      <w:r w:rsidRPr="0075453F">
        <w:rPr>
          <w:spacing w:val="-2"/>
        </w:rPr>
        <w:t xml:space="preserve"> </w:t>
      </w:r>
      <w:r w:rsidRPr="0075453F">
        <w:t>левую грань</w:t>
      </w:r>
      <w:r w:rsidRPr="0075453F">
        <w:rPr>
          <w:spacing w:val="-1"/>
        </w:rPr>
        <w:t xml:space="preserve"> </w:t>
      </w:r>
      <w:r w:rsidRPr="0075453F">
        <w:t>работы.</w:t>
      </w:r>
    </w:p>
    <w:p w:rsidR="00D67070" w:rsidRPr="0075453F" w:rsidRDefault="00D67070">
      <w:pPr>
        <w:pStyle w:val="BodyText"/>
        <w:ind w:left="106" w:right="120" w:firstLine="427"/>
        <w:jc w:val="both"/>
      </w:pPr>
      <w:r w:rsidRPr="0075453F">
        <w:t>Управление (Control) – правила, стратегии, процедуры или стандарты, которыми руководствуется работа.</w:t>
      </w:r>
      <w:r w:rsidRPr="0075453F">
        <w:rPr>
          <w:spacing w:val="1"/>
        </w:rPr>
        <w:t xml:space="preserve"> </w:t>
      </w:r>
      <w:r w:rsidRPr="0075453F">
        <w:t>Каждая</w:t>
      </w:r>
      <w:r w:rsidRPr="0075453F">
        <w:rPr>
          <w:spacing w:val="-4"/>
        </w:rPr>
        <w:t xml:space="preserve"> </w:t>
      </w:r>
      <w:r w:rsidRPr="0075453F">
        <w:t>работа должна иметь хотя</w:t>
      </w:r>
      <w:r w:rsidRPr="0075453F">
        <w:rPr>
          <w:spacing w:val="-3"/>
        </w:rPr>
        <w:t xml:space="preserve"> </w:t>
      </w:r>
      <w:r w:rsidRPr="0075453F">
        <w:t>бы</w:t>
      </w:r>
      <w:r w:rsidRPr="0075453F">
        <w:rPr>
          <w:spacing w:val="-2"/>
        </w:rPr>
        <w:t xml:space="preserve"> </w:t>
      </w:r>
      <w:r w:rsidRPr="0075453F">
        <w:t>одну</w:t>
      </w:r>
      <w:r w:rsidRPr="0075453F">
        <w:rPr>
          <w:spacing w:val="-3"/>
        </w:rPr>
        <w:t xml:space="preserve"> </w:t>
      </w:r>
      <w:r w:rsidRPr="0075453F">
        <w:t>стрелку</w:t>
      </w:r>
      <w:r w:rsidRPr="0075453F">
        <w:rPr>
          <w:spacing w:val="-3"/>
        </w:rPr>
        <w:t xml:space="preserve"> </w:t>
      </w:r>
      <w:r w:rsidRPr="0075453F">
        <w:t>управления.</w:t>
      </w:r>
      <w:r w:rsidRPr="0075453F">
        <w:rPr>
          <w:spacing w:val="-1"/>
        </w:rPr>
        <w:t xml:space="preserve"> </w:t>
      </w:r>
      <w:r w:rsidRPr="0075453F">
        <w:t>Рисуется как</w:t>
      </w:r>
      <w:r w:rsidRPr="0075453F">
        <w:rPr>
          <w:spacing w:val="-2"/>
        </w:rPr>
        <w:t xml:space="preserve"> </w:t>
      </w:r>
      <w:r w:rsidRPr="0075453F">
        <w:t>входящая в</w:t>
      </w:r>
      <w:r w:rsidRPr="0075453F">
        <w:rPr>
          <w:spacing w:val="-3"/>
        </w:rPr>
        <w:t xml:space="preserve"> </w:t>
      </w:r>
      <w:r w:rsidRPr="0075453F">
        <w:t>верхнюю грань работы.</w:t>
      </w:r>
    </w:p>
    <w:p w:rsidR="00D67070" w:rsidRPr="0075453F" w:rsidRDefault="00D67070">
      <w:pPr>
        <w:pStyle w:val="BodyText"/>
        <w:ind w:left="106" w:right="121" w:firstLine="427"/>
        <w:jc w:val="both"/>
      </w:pPr>
      <w:r w:rsidRPr="0075453F">
        <w:rPr>
          <w:spacing w:val="-1"/>
        </w:rPr>
        <w:t>Выход</w:t>
      </w:r>
      <w:r w:rsidRPr="0075453F">
        <w:rPr>
          <w:spacing w:val="-12"/>
        </w:rPr>
        <w:t xml:space="preserve"> </w:t>
      </w:r>
      <w:r w:rsidRPr="0075453F">
        <w:rPr>
          <w:spacing w:val="-1"/>
        </w:rPr>
        <w:t>(Output)</w:t>
      </w:r>
      <w:r w:rsidRPr="0075453F">
        <w:rPr>
          <w:spacing w:val="-14"/>
        </w:rPr>
        <w:t xml:space="preserve"> </w:t>
      </w:r>
      <w:r w:rsidRPr="0075453F">
        <w:rPr>
          <w:spacing w:val="-1"/>
        </w:rPr>
        <w:t>–</w:t>
      </w:r>
      <w:r w:rsidRPr="0075453F">
        <w:rPr>
          <w:spacing w:val="-11"/>
        </w:rPr>
        <w:t xml:space="preserve"> </w:t>
      </w:r>
      <w:r w:rsidRPr="0075453F">
        <w:rPr>
          <w:spacing w:val="-1"/>
        </w:rPr>
        <w:t>материал</w:t>
      </w:r>
      <w:r w:rsidRPr="0075453F">
        <w:rPr>
          <w:spacing w:val="-12"/>
        </w:rPr>
        <w:t xml:space="preserve"> </w:t>
      </w:r>
      <w:r w:rsidRPr="0075453F">
        <w:t>или</w:t>
      </w:r>
      <w:r w:rsidRPr="0075453F">
        <w:rPr>
          <w:spacing w:val="-12"/>
        </w:rPr>
        <w:t xml:space="preserve"> </w:t>
      </w:r>
      <w:r w:rsidRPr="0075453F">
        <w:t>информация,</w:t>
      </w:r>
      <w:r w:rsidRPr="0075453F">
        <w:rPr>
          <w:spacing w:val="-12"/>
        </w:rPr>
        <w:t xml:space="preserve"> </w:t>
      </w:r>
      <w:r w:rsidRPr="0075453F">
        <w:t>которые</w:t>
      </w:r>
      <w:r w:rsidRPr="0075453F">
        <w:rPr>
          <w:spacing w:val="-11"/>
        </w:rPr>
        <w:t xml:space="preserve"> </w:t>
      </w:r>
      <w:r w:rsidRPr="0075453F">
        <w:t>производятся</w:t>
      </w:r>
      <w:r w:rsidRPr="0075453F">
        <w:rPr>
          <w:spacing w:val="-13"/>
        </w:rPr>
        <w:t xml:space="preserve"> </w:t>
      </w:r>
      <w:r w:rsidRPr="0075453F">
        <w:t>работой.</w:t>
      </w:r>
      <w:r w:rsidRPr="0075453F">
        <w:rPr>
          <w:spacing w:val="-14"/>
        </w:rPr>
        <w:t xml:space="preserve"> </w:t>
      </w:r>
      <w:r w:rsidRPr="0075453F">
        <w:t>Каждая</w:t>
      </w:r>
      <w:r w:rsidRPr="0075453F">
        <w:rPr>
          <w:spacing w:val="-15"/>
        </w:rPr>
        <w:t xml:space="preserve"> </w:t>
      </w:r>
      <w:r w:rsidRPr="0075453F">
        <w:t>работа</w:t>
      </w:r>
      <w:r w:rsidRPr="0075453F">
        <w:rPr>
          <w:spacing w:val="-11"/>
        </w:rPr>
        <w:t xml:space="preserve"> </w:t>
      </w:r>
      <w:r w:rsidRPr="0075453F">
        <w:t>должна</w:t>
      </w:r>
      <w:r w:rsidRPr="0075453F">
        <w:rPr>
          <w:spacing w:val="-15"/>
        </w:rPr>
        <w:t xml:space="preserve"> </w:t>
      </w:r>
      <w:r w:rsidRPr="0075453F">
        <w:t>иметь</w:t>
      </w:r>
      <w:r w:rsidRPr="0075453F">
        <w:rPr>
          <w:spacing w:val="-11"/>
        </w:rPr>
        <w:t xml:space="preserve"> </w:t>
      </w:r>
      <w:r w:rsidRPr="0075453F">
        <w:t>хотя</w:t>
      </w:r>
      <w:r w:rsidRPr="0075453F">
        <w:rPr>
          <w:spacing w:val="-53"/>
        </w:rPr>
        <w:t xml:space="preserve"> </w:t>
      </w:r>
      <w:r w:rsidRPr="0075453F">
        <w:t>бы одну стрелку выхода. Работа без результата не имеет смысла и не должна моделироваться. Изображается</w:t>
      </w:r>
      <w:r w:rsidRPr="0075453F">
        <w:rPr>
          <w:spacing w:val="1"/>
        </w:rPr>
        <w:t xml:space="preserve"> </w:t>
      </w:r>
      <w:r w:rsidRPr="0075453F">
        <w:t>исходящей</w:t>
      </w:r>
      <w:r w:rsidRPr="0075453F">
        <w:rPr>
          <w:spacing w:val="-4"/>
        </w:rPr>
        <w:t xml:space="preserve"> </w:t>
      </w:r>
      <w:r w:rsidRPr="0075453F">
        <w:t>из</w:t>
      </w:r>
      <w:r w:rsidRPr="0075453F">
        <w:rPr>
          <w:spacing w:val="-2"/>
        </w:rPr>
        <w:t xml:space="preserve"> </w:t>
      </w:r>
      <w:r w:rsidRPr="0075453F">
        <w:t>правой грани</w:t>
      </w:r>
      <w:r w:rsidRPr="0075453F">
        <w:rPr>
          <w:spacing w:val="-1"/>
        </w:rPr>
        <w:t xml:space="preserve"> </w:t>
      </w:r>
      <w:r w:rsidRPr="0075453F">
        <w:t>работы.</w:t>
      </w:r>
    </w:p>
    <w:p w:rsidR="00D67070" w:rsidRPr="0075453F" w:rsidRDefault="00D67070">
      <w:pPr>
        <w:pStyle w:val="BodyText"/>
        <w:ind w:left="106" w:right="124" w:firstLine="427"/>
        <w:jc w:val="both"/>
      </w:pPr>
      <w:r w:rsidRPr="0075453F">
        <w:t>Механизм (Mechanism) – ресурсы, которые выполняют работу, например, персонал предприятия, станки,</w:t>
      </w:r>
      <w:r w:rsidRPr="0075453F">
        <w:rPr>
          <w:spacing w:val="1"/>
        </w:rPr>
        <w:t xml:space="preserve"> </w:t>
      </w:r>
      <w:r w:rsidRPr="0075453F">
        <w:t>устройства</w:t>
      </w:r>
      <w:r w:rsidRPr="0075453F">
        <w:rPr>
          <w:spacing w:val="-1"/>
        </w:rPr>
        <w:t xml:space="preserve"> </w:t>
      </w:r>
      <w:r w:rsidRPr="0075453F">
        <w:t>и т.д. Рисуется</w:t>
      </w:r>
      <w:r w:rsidRPr="0075453F">
        <w:rPr>
          <w:spacing w:val="-1"/>
        </w:rPr>
        <w:t xml:space="preserve"> </w:t>
      </w:r>
      <w:r w:rsidRPr="0075453F">
        <w:t>как</w:t>
      </w:r>
      <w:r w:rsidRPr="0075453F">
        <w:rPr>
          <w:spacing w:val="1"/>
        </w:rPr>
        <w:t xml:space="preserve"> </w:t>
      </w:r>
      <w:r w:rsidRPr="0075453F">
        <w:t>входящая в</w:t>
      </w:r>
      <w:r w:rsidRPr="0075453F">
        <w:rPr>
          <w:spacing w:val="-2"/>
        </w:rPr>
        <w:t xml:space="preserve"> </w:t>
      </w:r>
      <w:r w:rsidRPr="0075453F">
        <w:t>нижнюю грань работы.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 w:rsidP="00EA599B">
      <w:pPr>
        <w:pStyle w:val="Heading11"/>
        <w:numPr>
          <w:ilvl w:val="0"/>
          <w:numId w:val="6"/>
        </w:numPr>
        <w:tabs>
          <w:tab w:val="left" w:pos="815"/>
        </w:tabs>
        <w:spacing w:line="250" w:lineRule="exact"/>
      </w:pPr>
      <w:r w:rsidRPr="0075453F">
        <w:t>Глоссарий</w:t>
      </w:r>
    </w:p>
    <w:p w:rsidR="00D67070" w:rsidRPr="0075453F" w:rsidRDefault="00D67070">
      <w:pPr>
        <w:pStyle w:val="BodyText"/>
        <w:spacing w:line="250" w:lineRule="exact"/>
        <w:ind w:left="533"/>
      </w:pPr>
      <w:r w:rsidRPr="0075453F">
        <w:t>Набор</w:t>
      </w:r>
      <w:r w:rsidRPr="0075453F">
        <w:rPr>
          <w:spacing w:val="-2"/>
        </w:rPr>
        <w:t xml:space="preserve"> </w:t>
      </w:r>
      <w:r w:rsidRPr="0075453F">
        <w:t>определений,</w:t>
      </w:r>
      <w:r w:rsidRPr="0075453F">
        <w:rPr>
          <w:spacing w:val="-1"/>
        </w:rPr>
        <w:t xml:space="preserve"> </w:t>
      </w:r>
      <w:r w:rsidRPr="0075453F">
        <w:t>ключевых</w:t>
      </w:r>
      <w:r w:rsidRPr="0075453F">
        <w:rPr>
          <w:spacing w:val="-1"/>
        </w:rPr>
        <w:t xml:space="preserve"> </w:t>
      </w:r>
      <w:r w:rsidRPr="0075453F">
        <w:t>слов</w:t>
      </w:r>
      <w:r w:rsidRPr="0075453F">
        <w:rPr>
          <w:spacing w:val="-2"/>
        </w:rPr>
        <w:t xml:space="preserve"> </w:t>
      </w:r>
      <w:r w:rsidRPr="0075453F">
        <w:t>и</w:t>
      </w:r>
      <w:r w:rsidRPr="0075453F">
        <w:rPr>
          <w:spacing w:val="-1"/>
        </w:rPr>
        <w:t xml:space="preserve"> </w:t>
      </w:r>
      <w:r w:rsidRPr="0075453F">
        <w:t>т.д.,</w:t>
      </w:r>
      <w:r w:rsidRPr="0075453F">
        <w:rPr>
          <w:spacing w:val="-1"/>
        </w:rPr>
        <w:t xml:space="preserve"> </w:t>
      </w:r>
      <w:r w:rsidRPr="0075453F">
        <w:t>которые</w:t>
      </w:r>
      <w:r w:rsidRPr="0075453F">
        <w:rPr>
          <w:spacing w:val="-5"/>
        </w:rPr>
        <w:t xml:space="preserve"> </w:t>
      </w:r>
      <w:r w:rsidRPr="0075453F">
        <w:t>характеризуют</w:t>
      </w:r>
      <w:r w:rsidRPr="0075453F">
        <w:rPr>
          <w:spacing w:val="-1"/>
        </w:rPr>
        <w:t xml:space="preserve"> </w:t>
      </w:r>
      <w:r w:rsidRPr="0075453F">
        <w:t>каждый</w:t>
      </w:r>
      <w:r w:rsidRPr="0075453F">
        <w:rPr>
          <w:spacing w:val="-4"/>
        </w:rPr>
        <w:t xml:space="preserve"> </w:t>
      </w:r>
      <w:r w:rsidRPr="0075453F">
        <w:t>объект</w:t>
      </w:r>
      <w:r w:rsidRPr="0075453F">
        <w:rPr>
          <w:spacing w:val="-1"/>
        </w:rPr>
        <w:t xml:space="preserve"> </w:t>
      </w:r>
      <w:r w:rsidRPr="0075453F">
        <w:t>модели.</w:t>
      </w:r>
    </w:p>
    <w:p w:rsidR="00D67070" w:rsidRPr="0075453F" w:rsidRDefault="00D67070">
      <w:pPr>
        <w:pStyle w:val="BodyText"/>
        <w:spacing w:before="5"/>
      </w:pPr>
    </w:p>
    <w:p w:rsidR="00D67070" w:rsidRPr="0075453F" w:rsidRDefault="00D67070" w:rsidP="00EA599B">
      <w:pPr>
        <w:pStyle w:val="Heading11"/>
        <w:numPr>
          <w:ilvl w:val="0"/>
          <w:numId w:val="6"/>
        </w:numPr>
        <w:tabs>
          <w:tab w:val="left" w:pos="815"/>
        </w:tabs>
        <w:spacing w:before="1" w:line="250" w:lineRule="exact"/>
      </w:pPr>
      <w:r w:rsidRPr="0075453F">
        <w:t>Декомпозиция</w:t>
      </w:r>
    </w:p>
    <w:p w:rsidR="00D67070" w:rsidRPr="0075453F" w:rsidRDefault="00D67070">
      <w:pPr>
        <w:pStyle w:val="BodyText"/>
        <w:spacing w:line="242" w:lineRule="auto"/>
        <w:ind w:left="106" w:right="122" w:firstLine="427"/>
        <w:jc w:val="both"/>
      </w:pPr>
      <w:r w:rsidRPr="0075453F">
        <w:t>Разбиение системы на крупные фрагменты – функции, функции – на подфункции и т.д. до конкретных</w:t>
      </w:r>
      <w:r w:rsidRPr="0075453F">
        <w:rPr>
          <w:spacing w:val="1"/>
        </w:rPr>
        <w:t xml:space="preserve"> </w:t>
      </w:r>
      <w:r w:rsidRPr="0075453F">
        <w:t>процедур.</w:t>
      </w:r>
    </w:p>
    <w:p w:rsidR="00D67070" w:rsidRPr="0075453F" w:rsidRDefault="00D67070">
      <w:pPr>
        <w:pStyle w:val="BodyText"/>
        <w:spacing w:before="7"/>
        <w:rPr>
          <w:sz w:val="21"/>
        </w:rPr>
      </w:pPr>
    </w:p>
    <w:p w:rsidR="00D67070" w:rsidRPr="0075453F" w:rsidRDefault="00D67070">
      <w:pPr>
        <w:pStyle w:val="Heading11"/>
        <w:spacing w:before="1" w:line="251" w:lineRule="exact"/>
        <w:ind w:left="533" w:firstLine="0"/>
      </w:pPr>
      <w:r w:rsidRPr="0075453F">
        <w:t>Модель</w:t>
      </w:r>
      <w:r w:rsidRPr="0075453F">
        <w:rPr>
          <w:spacing w:val="-2"/>
        </w:rPr>
        <w:t xml:space="preserve"> </w:t>
      </w:r>
      <w:r w:rsidRPr="0075453F">
        <w:t>может</w:t>
      </w:r>
      <w:r w:rsidRPr="0075453F">
        <w:rPr>
          <w:spacing w:val="-2"/>
        </w:rPr>
        <w:t xml:space="preserve"> </w:t>
      </w:r>
      <w:r w:rsidRPr="0075453F">
        <w:t>содержать</w:t>
      </w:r>
      <w:r w:rsidRPr="0075453F">
        <w:rPr>
          <w:spacing w:val="-2"/>
        </w:rPr>
        <w:t xml:space="preserve"> </w:t>
      </w:r>
      <w:r w:rsidRPr="0075453F">
        <w:t>4</w:t>
      </w:r>
      <w:r w:rsidRPr="0075453F">
        <w:rPr>
          <w:spacing w:val="-2"/>
        </w:rPr>
        <w:t xml:space="preserve"> </w:t>
      </w:r>
      <w:r w:rsidRPr="0075453F">
        <w:t>типа</w:t>
      </w:r>
      <w:r w:rsidRPr="0075453F">
        <w:rPr>
          <w:spacing w:val="-3"/>
        </w:rPr>
        <w:t xml:space="preserve"> </w:t>
      </w:r>
      <w:r w:rsidRPr="0075453F">
        <w:t>диаграмм: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line="251" w:lineRule="exact"/>
        <w:ind w:left="814"/>
      </w:pPr>
      <w:r w:rsidRPr="0075453F">
        <w:t>контекстную</w:t>
      </w:r>
      <w:r w:rsidRPr="0075453F">
        <w:rPr>
          <w:spacing w:val="-2"/>
        </w:rPr>
        <w:t xml:space="preserve"> </w:t>
      </w:r>
      <w:r w:rsidRPr="0075453F">
        <w:t>(в</w:t>
      </w:r>
      <w:r w:rsidRPr="0075453F">
        <w:rPr>
          <w:spacing w:val="-2"/>
        </w:rPr>
        <w:t xml:space="preserve"> </w:t>
      </w:r>
      <w:r w:rsidRPr="0075453F">
        <w:t>каждой</w:t>
      </w:r>
      <w:r w:rsidRPr="0075453F">
        <w:rPr>
          <w:spacing w:val="-1"/>
        </w:rPr>
        <w:t xml:space="preserve"> </w:t>
      </w:r>
      <w:r w:rsidRPr="0075453F">
        <w:t>модели</w:t>
      </w:r>
      <w:r w:rsidRPr="0075453F">
        <w:rPr>
          <w:spacing w:val="-1"/>
        </w:rPr>
        <w:t xml:space="preserve"> </w:t>
      </w:r>
      <w:r w:rsidRPr="0075453F">
        <w:t>может</w:t>
      </w:r>
      <w:r w:rsidRPr="0075453F">
        <w:rPr>
          <w:spacing w:val="-4"/>
        </w:rPr>
        <w:t xml:space="preserve"> </w:t>
      </w:r>
      <w:r w:rsidRPr="0075453F">
        <w:t>быть</w:t>
      </w:r>
      <w:r w:rsidRPr="0075453F">
        <w:rPr>
          <w:spacing w:val="-1"/>
        </w:rPr>
        <w:t xml:space="preserve"> </w:t>
      </w:r>
      <w:r w:rsidRPr="0075453F">
        <w:t>только</w:t>
      </w:r>
      <w:r w:rsidRPr="0075453F">
        <w:rPr>
          <w:spacing w:val="-4"/>
        </w:rPr>
        <w:t xml:space="preserve"> </w:t>
      </w:r>
      <w:r w:rsidRPr="0075453F">
        <w:t>1</w:t>
      </w:r>
      <w:r w:rsidRPr="0075453F">
        <w:rPr>
          <w:spacing w:val="-1"/>
        </w:rPr>
        <w:t xml:space="preserve"> </w:t>
      </w:r>
      <w:r w:rsidRPr="0075453F">
        <w:t>контекстная</w:t>
      </w:r>
      <w:r w:rsidRPr="0075453F">
        <w:rPr>
          <w:spacing w:val="-2"/>
        </w:rPr>
        <w:t xml:space="preserve"> </w:t>
      </w:r>
      <w:r w:rsidRPr="0075453F">
        <w:t>диаграмма);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декомпозиции;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1"/>
        <w:ind w:left="814"/>
      </w:pPr>
      <w:r w:rsidRPr="0075453F">
        <w:t>дерева</w:t>
      </w:r>
      <w:r w:rsidRPr="0075453F">
        <w:rPr>
          <w:spacing w:val="-1"/>
        </w:rPr>
        <w:t xml:space="preserve"> </w:t>
      </w:r>
      <w:r w:rsidRPr="0075453F">
        <w:t>узлов;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только</w:t>
      </w:r>
      <w:r w:rsidRPr="0075453F">
        <w:rPr>
          <w:spacing w:val="-3"/>
        </w:rPr>
        <w:t xml:space="preserve"> </w:t>
      </w:r>
      <w:r w:rsidRPr="0075453F">
        <w:t>для экспозиции</w:t>
      </w:r>
      <w:r w:rsidRPr="0075453F">
        <w:rPr>
          <w:spacing w:val="-1"/>
        </w:rPr>
        <w:t xml:space="preserve"> </w:t>
      </w:r>
      <w:r w:rsidRPr="0075453F">
        <w:t>(FEO).</w:t>
      </w:r>
    </w:p>
    <w:p w:rsidR="00D67070" w:rsidRPr="0075453F" w:rsidRDefault="00D67070">
      <w:pPr>
        <w:pStyle w:val="BodyText"/>
        <w:spacing w:before="1"/>
        <w:ind w:left="106" w:right="124" w:firstLine="427"/>
        <w:jc w:val="both"/>
      </w:pPr>
      <w:r w:rsidRPr="0075453F">
        <w:t>Контекстная диаграмма является вершиной древовидной структуры диаграмм и представляет собой общее</w:t>
      </w:r>
      <w:r w:rsidRPr="0075453F">
        <w:rPr>
          <w:spacing w:val="1"/>
        </w:rPr>
        <w:t xml:space="preserve"> </w:t>
      </w:r>
      <w:r w:rsidRPr="0075453F">
        <w:t>описание</w:t>
      </w:r>
      <w:r w:rsidRPr="0075453F">
        <w:rPr>
          <w:spacing w:val="-1"/>
        </w:rPr>
        <w:t xml:space="preserve"> </w:t>
      </w:r>
      <w:r w:rsidRPr="0075453F">
        <w:t>системы и</w:t>
      </w:r>
      <w:r w:rsidRPr="0075453F">
        <w:rPr>
          <w:spacing w:val="-2"/>
        </w:rPr>
        <w:t xml:space="preserve"> </w:t>
      </w:r>
      <w:r w:rsidRPr="0075453F">
        <w:t>ее взаимодействия</w:t>
      </w:r>
      <w:r w:rsidRPr="0075453F">
        <w:rPr>
          <w:spacing w:val="-2"/>
        </w:rPr>
        <w:t xml:space="preserve"> </w:t>
      </w:r>
      <w:r w:rsidRPr="0075453F">
        <w:t>с внешней</w:t>
      </w:r>
      <w:r w:rsidRPr="0075453F">
        <w:rPr>
          <w:spacing w:val="-3"/>
        </w:rPr>
        <w:t xml:space="preserve"> </w:t>
      </w:r>
      <w:r w:rsidRPr="0075453F">
        <w:t>средой.</w:t>
      </w:r>
    </w:p>
    <w:p w:rsidR="00D67070" w:rsidRPr="0075453F" w:rsidRDefault="00D67070">
      <w:pPr>
        <w:pStyle w:val="BodyText"/>
        <w:ind w:left="106" w:right="122" w:firstLine="427"/>
        <w:jc w:val="both"/>
      </w:pPr>
      <w:r w:rsidRPr="0075453F">
        <w:t>После описания системы в целом проводится разбиение ее на крупные фрагменты. Этот процесс называется</w:t>
      </w:r>
      <w:r w:rsidRPr="0075453F">
        <w:rPr>
          <w:spacing w:val="1"/>
        </w:rPr>
        <w:t xml:space="preserve"> </w:t>
      </w:r>
      <w:r w:rsidRPr="0075453F">
        <w:t>функциональной</w:t>
      </w:r>
      <w:r w:rsidRPr="0075453F">
        <w:rPr>
          <w:spacing w:val="1"/>
        </w:rPr>
        <w:t xml:space="preserve"> </w:t>
      </w:r>
      <w:r w:rsidRPr="0075453F">
        <w:t>декомпозицией,</w:t>
      </w:r>
      <w:r w:rsidRPr="0075453F">
        <w:rPr>
          <w:spacing w:val="1"/>
        </w:rPr>
        <w:t xml:space="preserve"> </w:t>
      </w:r>
      <w:r w:rsidRPr="0075453F">
        <w:t>а</w:t>
      </w:r>
      <w:r w:rsidRPr="0075453F">
        <w:rPr>
          <w:spacing w:val="1"/>
        </w:rPr>
        <w:t xml:space="preserve"> </w:t>
      </w:r>
      <w:r w:rsidRPr="0075453F">
        <w:t>диаграммы,</w:t>
      </w:r>
      <w:r w:rsidRPr="0075453F">
        <w:rPr>
          <w:spacing w:val="1"/>
        </w:rPr>
        <w:t xml:space="preserve"> </w:t>
      </w:r>
      <w:r w:rsidRPr="0075453F">
        <w:t>которые</w:t>
      </w:r>
      <w:r w:rsidRPr="0075453F">
        <w:rPr>
          <w:spacing w:val="1"/>
        </w:rPr>
        <w:t xml:space="preserve"> </w:t>
      </w:r>
      <w:r w:rsidRPr="0075453F">
        <w:t>описывают</w:t>
      </w:r>
      <w:r w:rsidRPr="0075453F">
        <w:rPr>
          <w:spacing w:val="1"/>
        </w:rPr>
        <w:t xml:space="preserve"> </w:t>
      </w:r>
      <w:r w:rsidRPr="0075453F">
        <w:t>каждый</w:t>
      </w:r>
      <w:r w:rsidRPr="0075453F">
        <w:rPr>
          <w:spacing w:val="1"/>
        </w:rPr>
        <w:t xml:space="preserve"> </w:t>
      </w:r>
      <w:r w:rsidRPr="0075453F">
        <w:t>фрагмент</w:t>
      </w:r>
      <w:r w:rsidRPr="0075453F">
        <w:rPr>
          <w:spacing w:val="1"/>
        </w:rPr>
        <w:t xml:space="preserve"> </w:t>
      </w:r>
      <w:r w:rsidRPr="0075453F">
        <w:t>и</w:t>
      </w:r>
      <w:r w:rsidRPr="0075453F">
        <w:rPr>
          <w:spacing w:val="1"/>
        </w:rPr>
        <w:t xml:space="preserve"> </w:t>
      </w:r>
      <w:r w:rsidRPr="0075453F">
        <w:t>взаимодействие</w:t>
      </w:r>
      <w:r w:rsidRPr="0075453F">
        <w:rPr>
          <w:spacing w:val="1"/>
        </w:rPr>
        <w:t xml:space="preserve"> </w:t>
      </w:r>
      <w:r w:rsidRPr="0075453F">
        <w:t>фрагментов</w:t>
      </w:r>
      <w:r w:rsidRPr="0075453F">
        <w:rPr>
          <w:spacing w:val="1"/>
        </w:rPr>
        <w:t xml:space="preserve"> </w:t>
      </w:r>
      <w:r w:rsidRPr="0075453F">
        <w:t>–</w:t>
      </w:r>
      <w:r w:rsidRPr="0075453F">
        <w:rPr>
          <w:spacing w:val="1"/>
        </w:rPr>
        <w:t xml:space="preserve"> </w:t>
      </w:r>
      <w:r w:rsidRPr="0075453F">
        <w:t>диаграммами</w:t>
      </w:r>
      <w:r w:rsidRPr="0075453F">
        <w:rPr>
          <w:spacing w:val="1"/>
        </w:rPr>
        <w:t xml:space="preserve"> </w:t>
      </w:r>
      <w:r w:rsidRPr="0075453F">
        <w:t>декомпозиции.</w:t>
      </w:r>
      <w:r w:rsidRPr="0075453F">
        <w:rPr>
          <w:spacing w:val="1"/>
        </w:rPr>
        <w:t xml:space="preserve"> </w:t>
      </w:r>
      <w:r w:rsidRPr="0075453F">
        <w:t>После</w:t>
      </w:r>
      <w:r w:rsidRPr="0075453F">
        <w:rPr>
          <w:spacing w:val="1"/>
        </w:rPr>
        <w:t xml:space="preserve"> </w:t>
      </w:r>
      <w:r w:rsidRPr="0075453F">
        <w:t>декомпозиции</w:t>
      </w:r>
      <w:r w:rsidRPr="0075453F">
        <w:rPr>
          <w:spacing w:val="1"/>
        </w:rPr>
        <w:t xml:space="preserve"> </w:t>
      </w:r>
      <w:r w:rsidRPr="0075453F">
        <w:t>контекстной</w:t>
      </w:r>
      <w:r w:rsidRPr="0075453F">
        <w:rPr>
          <w:spacing w:val="1"/>
        </w:rPr>
        <w:t xml:space="preserve"> </w:t>
      </w:r>
      <w:r w:rsidRPr="0075453F">
        <w:t>диаграммы</w:t>
      </w:r>
      <w:r w:rsidRPr="0075453F">
        <w:rPr>
          <w:spacing w:val="1"/>
        </w:rPr>
        <w:t xml:space="preserve"> </w:t>
      </w:r>
      <w:r w:rsidRPr="0075453F">
        <w:t>проводится</w:t>
      </w:r>
      <w:r w:rsidRPr="0075453F">
        <w:rPr>
          <w:spacing w:val="1"/>
        </w:rPr>
        <w:t xml:space="preserve"> </w:t>
      </w:r>
      <w:r w:rsidRPr="0075453F">
        <w:t>декомпозиция каждого большого фрагмента системы на более мелкие и т.д., до достижения нужного уровня</w:t>
      </w:r>
      <w:r w:rsidRPr="0075453F">
        <w:rPr>
          <w:spacing w:val="1"/>
        </w:rPr>
        <w:t xml:space="preserve"> </w:t>
      </w:r>
      <w:r w:rsidRPr="0075453F">
        <w:t>подробности</w:t>
      </w:r>
      <w:r w:rsidRPr="0075453F">
        <w:rPr>
          <w:spacing w:val="-1"/>
        </w:rPr>
        <w:t xml:space="preserve"> </w:t>
      </w:r>
      <w:r w:rsidRPr="0075453F">
        <w:t>описания.</w:t>
      </w:r>
    </w:p>
    <w:p w:rsidR="00D67070" w:rsidRPr="0075453F" w:rsidRDefault="00D67070">
      <w:pPr>
        <w:pStyle w:val="BodyText"/>
        <w:ind w:left="533"/>
        <w:jc w:val="both"/>
      </w:pPr>
      <w:r w:rsidRPr="0075453F">
        <w:t>Диаграмма</w:t>
      </w:r>
      <w:r w:rsidRPr="0075453F">
        <w:rPr>
          <w:spacing w:val="-2"/>
        </w:rPr>
        <w:t xml:space="preserve"> </w:t>
      </w:r>
      <w:r w:rsidRPr="0075453F">
        <w:t>дерева</w:t>
      </w:r>
      <w:r w:rsidRPr="0075453F">
        <w:rPr>
          <w:spacing w:val="-1"/>
        </w:rPr>
        <w:t xml:space="preserve"> </w:t>
      </w:r>
      <w:r w:rsidRPr="0075453F">
        <w:t>узлов</w:t>
      </w:r>
      <w:r w:rsidRPr="0075453F">
        <w:rPr>
          <w:spacing w:val="-3"/>
        </w:rPr>
        <w:t xml:space="preserve"> </w:t>
      </w:r>
      <w:r w:rsidRPr="0075453F">
        <w:t>показывает</w:t>
      </w:r>
      <w:r w:rsidRPr="0075453F">
        <w:rPr>
          <w:spacing w:val="-1"/>
        </w:rPr>
        <w:t xml:space="preserve"> </w:t>
      </w:r>
      <w:r w:rsidRPr="0075453F">
        <w:t>иерархическую</w:t>
      </w:r>
      <w:r w:rsidRPr="0075453F">
        <w:rPr>
          <w:spacing w:val="-1"/>
        </w:rPr>
        <w:t xml:space="preserve"> </w:t>
      </w:r>
      <w:r w:rsidRPr="0075453F">
        <w:t>зависимость</w:t>
      </w:r>
      <w:r w:rsidRPr="0075453F">
        <w:rPr>
          <w:spacing w:val="-2"/>
        </w:rPr>
        <w:t xml:space="preserve"> </w:t>
      </w:r>
      <w:r w:rsidRPr="0075453F">
        <w:t>работ,</w:t>
      </w:r>
      <w:r w:rsidRPr="0075453F">
        <w:rPr>
          <w:spacing w:val="-1"/>
        </w:rPr>
        <w:t xml:space="preserve"> </w:t>
      </w:r>
      <w:r w:rsidRPr="0075453F">
        <w:t>но</w:t>
      </w:r>
      <w:r w:rsidRPr="0075453F">
        <w:rPr>
          <w:spacing w:val="-8"/>
        </w:rPr>
        <w:t xml:space="preserve"> </w:t>
      </w:r>
      <w:r w:rsidRPr="0075453F">
        <w:t>не</w:t>
      </w:r>
      <w:r w:rsidRPr="0075453F">
        <w:rPr>
          <w:spacing w:val="-1"/>
        </w:rPr>
        <w:t xml:space="preserve"> </w:t>
      </w:r>
      <w:r w:rsidRPr="0075453F">
        <w:t>взаимосвязи</w:t>
      </w:r>
      <w:r w:rsidRPr="0075453F">
        <w:rPr>
          <w:spacing w:val="-1"/>
        </w:rPr>
        <w:t xml:space="preserve"> </w:t>
      </w:r>
      <w:r w:rsidRPr="0075453F">
        <w:t>между</w:t>
      </w:r>
      <w:r w:rsidRPr="0075453F">
        <w:rPr>
          <w:spacing w:val="-4"/>
        </w:rPr>
        <w:t xml:space="preserve"> </w:t>
      </w:r>
      <w:r w:rsidRPr="0075453F">
        <w:t>работами.</w:t>
      </w:r>
    </w:p>
    <w:p w:rsidR="00D67070" w:rsidRPr="0075453F" w:rsidRDefault="00D67070">
      <w:pPr>
        <w:pStyle w:val="BodyText"/>
        <w:ind w:left="106" w:right="120" w:firstLine="427"/>
        <w:jc w:val="both"/>
      </w:pPr>
      <w:r w:rsidRPr="0075453F">
        <w:rPr>
          <w:spacing w:val="-1"/>
        </w:rPr>
        <w:t>Диаграммы</w:t>
      </w:r>
      <w:r w:rsidRPr="0075453F">
        <w:rPr>
          <w:spacing w:val="-14"/>
        </w:rPr>
        <w:t xml:space="preserve"> </w:t>
      </w:r>
      <w:r w:rsidRPr="0075453F">
        <w:rPr>
          <w:spacing w:val="-1"/>
        </w:rPr>
        <w:t>для</w:t>
      </w:r>
      <w:r w:rsidRPr="0075453F">
        <w:rPr>
          <w:spacing w:val="-12"/>
        </w:rPr>
        <w:t xml:space="preserve"> </w:t>
      </w:r>
      <w:r w:rsidRPr="0075453F">
        <w:rPr>
          <w:spacing w:val="-1"/>
        </w:rPr>
        <w:t>экспозиции</w:t>
      </w:r>
      <w:r w:rsidRPr="0075453F">
        <w:rPr>
          <w:spacing w:val="-13"/>
        </w:rPr>
        <w:t xml:space="preserve"> </w:t>
      </w:r>
      <w:r w:rsidRPr="0075453F">
        <w:t>(FEO)</w:t>
      </w:r>
      <w:r w:rsidRPr="0075453F">
        <w:rPr>
          <w:spacing w:val="-14"/>
        </w:rPr>
        <w:t xml:space="preserve"> </w:t>
      </w:r>
      <w:r w:rsidRPr="0075453F">
        <w:t>строятся</w:t>
      </w:r>
      <w:r w:rsidRPr="0075453F">
        <w:rPr>
          <w:spacing w:val="-16"/>
        </w:rPr>
        <w:t xml:space="preserve"> </w:t>
      </w:r>
      <w:r w:rsidRPr="0075453F">
        <w:t>для</w:t>
      </w:r>
      <w:r w:rsidRPr="0075453F">
        <w:rPr>
          <w:spacing w:val="-12"/>
        </w:rPr>
        <w:t xml:space="preserve"> </w:t>
      </w:r>
      <w:r w:rsidRPr="0075453F">
        <w:t>иллюстрации</w:t>
      </w:r>
      <w:r w:rsidRPr="0075453F">
        <w:rPr>
          <w:spacing w:val="-14"/>
        </w:rPr>
        <w:t xml:space="preserve"> </w:t>
      </w:r>
      <w:r w:rsidRPr="0075453F">
        <w:t>отдельных</w:t>
      </w:r>
      <w:r w:rsidRPr="0075453F">
        <w:rPr>
          <w:spacing w:val="-15"/>
        </w:rPr>
        <w:t xml:space="preserve"> </w:t>
      </w:r>
      <w:r w:rsidRPr="0075453F">
        <w:t>фрагментов</w:t>
      </w:r>
      <w:r w:rsidRPr="0075453F">
        <w:rPr>
          <w:spacing w:val="-14"/>
        </w:rPr>
        <w:t xml:space="preserve"> </w:t>
      </w:r>
      <w:r w:rsidRPr="0075453F">
        <w:t>модели,</w:t>
      </w:r>
      <w:r w:rsidRPr="0075453F">
        <w:rPr>
          <w:spacing w:val="-13"/>
        </w:rPr>
        <w:t xml:space="preserve"> </w:t>
      </w:r>
      <w:r w:rsidRPr="0075453F">
        <w:t>для</w:t>
      </w:r>
      <w:r w:rsidRPr="0075453F">
        <w:rPr>
          <w:spacing w:val="-13"/>
        </w:rPr>
        <w:t xml:space="preserve"> </w:t>
      </w:r>
      <w:r w:rsidRPr="0075453F">
        <w:t>иллюстрации</w:t>
      </w:r>
      <w:r w:rsidRPr="0075453F">
        <w:rPr>
          <w:spacing w:val="-52"/>
        </w:rPr>
        <w:t xml:space="preserve"> </w:t>
      </w:r>
      <w:r w:rsidRPr="0075453F">
        <w:t>альтернативной</w:t>
      </w:r>
      <w:r w:rsidRPr="0075453F">
        <w:rPr>
          <w:spacing w:val="-2"/>
        </w:rPr>
        <w:t xml:space="preserve"> </w:t>
      </w:r>
      <w:r w:rsidRPr="0075453F">
        <w:t>точки зрения</w:t>
      </w:r>
      <w:r w:rsidRPr="0075453F">
        <w:rPr>
          <w:spacing w:val="-1"/>
        </w:rPr>
        <w:t xml:space="preserve"> </w:t>
      </w:r>
      <w:r w:rsidRPr="0075453F">
        <w:t>либо для</w:t>
      </w:r>
      <w:r w:rsidRPr="0075453F">
        <w:rPr>
          <w:spacing w:val="-1"/>
        </w:rPr>
        <w:t xml:space="preserve"> </w:t>
      </w:r>
      <w:r w:rsidRPr="0075453F">
        <w:t>специальных целей.</w:t>
      </w:r>
    </w:p>
    <w:p w:rsidR="00D67070" w:rsidRPr="0075453F" w:rsidRDefault="00D67070">
      <w:pPr>
        <w:pStyle w:val="BodyText"/>
        <w:spacing w:before="1"/>
        <w:ind w:left="106" w:right="120" w:firstLine="427"/>
        <w:jc w:val="both"/>
      </w:pPr>
      <w:r w:rsidRPr="0075453F">
        <w:t>Все диаграммы имеют нумерацию. Контекстная диаграмма имеет номер А-0, декомпозиция контекстной</w:t>
      </w:r>
      <w:r w:rsidRPr="0075453F">
        <w:rPr>
          <w:spacing w:val="1"/>
        </w:rPr>
        <w:t xml:space="preserve"> </w:t>
      </w:r>
      <w:r w:rsidRPr="0075453F">
        <w:t>диаграммы – номер А), остальные диаграммы-декомпозиции – номера по соответствующему узлу (например, А1,</w:t>
      </w:r>
      <w:r w:rsidRPr="0075453F">
        <w:rPr>
          <w:spacing w:val="-52"/>
        </w:rPr>
        <w:t xml:space="preserve"> </w:t>
      </w:r>
      <w:r w:rsidRPr="0075453F">
        <w:t>А2, А21 и т.д.).</w:t>
      </w:r>
    </w:p>
    <w:p w:rsidR="00D67070" w:rsidRPr="0075453F" w:rsidRDefault="00D67070">
      <w:pPr>
        <w:pStyle w:val="BodyText"/>
        <w:spacing w:before="3"/>
      </w:pPr>
    </w:p>
    <w:p w:rsidR="00D67070" w:rsidRPr="0075453F" w:rsidRDefault="00D67070" w:rsidP="00EA599B">
      <w:pPr>
        <w:pStyle w:val="Heading21"/>
        <w:numPr>
          <w:ilvl w:val="1"/>
          <w:numId w:val="8"/>
        </w:numPr>
        <w:tabs>
          <w:tab w:val="left" w:pos="920"/>
        </w:tabs>
      </w:pPr>
      <w:r w:rsidRPr="0075453F">
        <w:t>Особенности</w:t>
      </w:r>
      <w:r w:rsidRPr="0075453F">
        <w:rPr>
          <w:spacing w:val="-4"/>
        </w:rPr>
        <w:t xml:space="preserve"> </w:t>
      </w:r>
      <w:r w:rsidRPr="0075453F">
        <w:t>MS</w:t>
      </w:r>
      <w:r w:rsidRPr="0075453F">
        <w:rPr>
          <w:spacing w:val="-4"/>
        </w:rPr>
        <w:t xml:space="preserve"> </w:t>
      </w:r>
      <w:r w:rsidRPr="0075453F">
        <w:t>VISIO</w:t>
      </w:r>
    </w:p>
    <w:p w:rsidR="00D67070" w:rsidRPr="0075453F" w:rsidRDefault="00D67070">
      <w:pPr>
        <w:pStyle w:val="BodyText"/>
        <w:spacing w:before="7"/>
        <w:rPr>
          <w:b/>
          <w:i/>
          <w:sz w:val="21"/>
        </w:rPr>
      </w:pPr>
    </w:p>
    <w:p w:rsidR="00D67070" w:rsidRPr="0075453F" w:rsidRDefault="00D67070" w:rsidP="00EA599B">
      <w:pPr>
        <w:pStyle w:val="ListParagraph"/>
        <w:numPr>
          <w:ilvl w:val="2"/>
          <w:numId w:val="8"/>
        </w:numPr>
        <w:tabs>
          <w:tab w:val="left" w:pos="1047"/>
        </w:tabs>
        <w:spacing w:line="240" w:lineRule="auto"/>
        <w:ind w:right="121" w:firstLine="427"/>
      </w:pPr>
      <w:r w:rsidRPr="0075453F">
        <w:t>Для</w:t>
      </w:r>
      <w:r w:rsidRPr="0075453F">
        <w:rPr>
          <w:spacing w:val="13"/>
        </w:rPr>
        <w:t xml:space="preserve"> </w:t>
      </w:r>
      <w:r w:rsidRPr="0075453F">
        <w:t>построения</w:t>
      </w:r>
      <w:r w:rsidRPr="0075453F">
        <w:rPr>
          <w:spacing w:val="13"/>
        </w:rPr>
        <w:t xml:space="preserve"> </w:t>
      </w:r>
      <w:r w:rsidRPr="0075453F">
        <w:t>функциональной</w:t>
      </w:r>
      <w:r w:rsidRPr="0075453F">
        <w:rPr>
          <w:spacing w:val="12"/>
        </w:rPr>
        <w:t xml:space="preserve"> </w:t>
      </w:r>
      <w:r w:rsidRPr="0075453F">
        <w:t>модели</w:t>
      </w:r>
      <w:r w:rsidRPr="0075453F">
        <w:rPr>
          <w:spacing w:val="13"/>
        </w:rPr>
        <w:t xml:space="preserve"> </w:t>
      </w:r>
      <w:r w:rsidRPr="0075453F">
        <w:t>бизнес-процесса,</w:t>
      </w:r>
      <w:r w:rsidRPr="0075453F">
        <w:rPr>
          <w:spacing w:val="14"/>
        </w:rPr>
        <w:t xml:space="preserve"> </w:t>
      </w:r>
      <w:r w:rsidRPr="0075453F">
        <w:t>используя</w:t>
      </w:r>
      <w:r w:rsidRPr="0075453F">
        <w:rPr>
          <w:spacing w:val="13"/>
        </w:rPr>
        <w:t xml:space="preserve"> </w:t>
      </w:r>
      <w:r w:rsidRPr="0075453F">
        <w:t>MS</w:t>
      </w:r>
      <w:r w:rsidRPr="0075453F">
        <w:rPr>
          <w:spacing w:val="15"/>
        </w:rPr>
        <w:t xml:space="preserve"> </w:t>
      </w:r>
      <w:r w:rsidRPr="0075453F">
        <w:t>Visio,</w:t>
      </w:r>
      <w:r w:rsidRPr="0075453F">
        <w:rPr>
          <w:spacing w:val="13"/>
        </w:rPr>
        <w:t xml:space="preserve"> </w:t>
      </w:r>
      <w:r w:rsidRPr="0075453F">
        <w:t>необходимо</w:t>
      </w:r>
      <w:r w:rsidRPr="0075453F">
        <w:rPr>
          <w:spacing w:val="14"/>
        </w:rPr>
        <w:t xml:space="preserve"> </w:t>
      </w:r>
      <w:r w:rsidRPr="0075453F">
        <w:t>запустить</w:t>
      </w:r>
      <w:r w:rsidRPr="0075453F">
        <w:rPr>
          <w:spacing w:val="-52"/>
        </w:rPr>
        <w:t xml:space="preserve"> </w:t>
      </w:r>
      <w:r w:rsidRPr="0075453F">
        <w:t>программу.</w:t>
      </w:r>
    </w:p>
    <w:p w:rsidR="00D67070" w:rsidRPr="0075453F" w:rsidRDefault="00D67070">
      <w:pPr>
        <w:pStyle w:val="BodyText"/>
        <w:spacing w:before="1"/>
        <w:ind w:left="533"/>
        <w:jc w:val="both"/>
      </w:pPr>
      <w:r w:rsidRPr="0075453F">
        <w:t>В</w:t>
      </w:r>
      <w:r w:rsidRPr="0075453F">
        <w:rPr>
          <w:spacing w:val="-3"/>
        </w:rPr>
        <w:t xml:space="preserve"> </w:t>
      </w:r>
      <w:r w:rsidRPr="0075453F">
        <w:t>открывшейся</w:t>
      </w:r>
      <w:r w:rsidRPr="0075453F">
        <w:rPr>
          <w:spacing w:val="-2"/>
        </w:rPr>
        <w:t xml:space="preserve"> </w:t>
      </w:r>
      <w:r w:rsidRPr="0075453F">
        <w:t>программе</w:t>
      </w:r>
      <w:r w:rsidRPr="0075453F">
        <w:rPr>
          <w:spacing w:val="-1"/>
        </w:rPr>
        <w:t xml:space="preserve"> </w:t>
      </w:r>
      <w:r w:rsidRPr="0075453F">
        <w:t>выбрать:</w:t>
      </w:r>
      <w:r w:rsidRPr="0075453F">
        <w:rPr>
          <w:spacing w:val="-4"/>
        </w:rPr>
        <w:t xml:space="preserve"> </w:t>
      </w:r>
      <w:r w:rsidRPr="0075453F">
        <w:t>Файл –</w:t>
      </w:r>
      <w:r w:rsidRPr="0075453F">
        <w:rPr>
          <w:spacing w:val="-5"/>
        </w:rPr>
        <w:t xml:space="preserve"> </w:t>
      </w:r>
      <w:r w:rsidRPr="0075453F">
        <w:t>Фигуры –</w:t>
      </w:r>
      <w:r w:rsidRPr="0075453F">
        <w:rPr>
          <w:spacing w:val="-2"/>
        </w:rPr>
        <w:t xml:space="preserve"> </w:t>
      </w:r>
      <w:r w:rsidRPr="0075453F">
        <w:t>Блок-схема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Фигуры</w:t>
      </w:r>
      <w:r w:rsidRPr="0075453F">
        <w:rPr>
          <w:spacing w:val="-1"/>
        </w:rPr>
        <w:t xml:space="preserve"> </w:t>
      </w:r>
      <w:r w:rsidRPr="0075453F">
        <w:t>схемы</w:t>
      </w:r>
      <w:r w:rsidRPr="0075453F">
        <w:rPr>
          <w:spacing w:val="-2"/>
        </w:rPr>
        <w:t xml:space="preserve"> </w:t>
      </w:r>
      <w:r w:rsidRPr="0075453F">
        <w:t>IDEF0.</w:t>
      </w:r>
    </w:p>
    <w:p w:rsidR="00D67070" w:rsidRPr="0075453F" w:rsidRDefault="00D67070">
      <w:pPr>
        <w:pStyle w:val="BodyText"/>
      </w:pPr>
    </w:p>
    <w:p w:rsidR="00D67070" w:rsidRPr="0075453F" w:rsidRDefault="00D67070" w:rsidP="00EA599B">
      <w:pPr>
        <w:pStyle w:val="ListParagraph"/>
        <w:numPr>
          <w:ilvl w:val="2"/>
          <w:numId w:val="8"/>
        </w:numPr>
        <w:tabs>
          <w:tab w:val="left" w:pos="1031"/>
        </w:tabs>
        <w:spacing w:before="1"/>
        <w:ind w:left="1030" w:hanging="498"/>
      </w:pPr>
      <w:r w:rsidRPr="0075453F">
        <w:t>Используемые</w:t>
      </w:r>
      <w:r w:rsidRPr="0075453F">
        <w:rPr>
          <w:spacing w:val="-4"/>
        </w:rPr>
        <w:t xml:space="preserve"> </w:t>
      </w:r>
      <w:r w:rsidRPr="0075453F">
        <w:t>блоки</w:t>
      </w:r>
      <w:r w:rsidRPr="0075453F">
        <w:rPr>
          <w:spacing w:val="-2"/>
        </w:rPr>
        <w:t xml:space="preserve"> </w:t>
      </w:r>
      <w:r w:rsidRPr="0075453F">
        <w:t>для</w:t>
      </w:r>
      <w:r w:rsidRPr="0075453F">
        <w:rPr>
          <w:spacing w:val="-3"/>
        </w:rPr>
        <w:t xml:space="preserve"> </w:t>
      </w:r>
      <w:r w:rsidRPr="0075453F">
        <w:t>построения</w:t>
      </w:r>
      <w:r w:rsidRPr="0075453F">
        <w:rPr>
          <w:spacing w:val="-3"/>
        </w:rPr>
        <w:t xml:space="preserve"> </w:t>
      </w:r>
      <w:r w:rsidRPr="0075453F">
        <w:t>функциональной</w:t>
      </w:r>
      <w:r w:rsidRPr="0075453F">
        <w:rPr>
          <w:spacing w:val="-3"/>
        </w:rPr>
        <w:t xml:space="preserve"> </w:t>
      </w:r>
      <w:r w:rsidRPr="0075453F">
        <w:t>модели:</w:t>
      </w:r>
    </w:p>
    <w:p w:rsidR="00D67070" w:rsidRPr="0075453F" w:rsidRDefault="00D67070">
      <w:pPr>
        <w:pStyle w:val="BodyText"/>
        <w:ind w:left="106" w:right="122" w:firstLine="427"/>
        <w:jc w:val="both"/>
      </w:pPr>
      <w:r w:rsidRPr="0075453F">
        <w:rPr>
          <w:u w:val="single"/>
        </w:rPr>
        <w:t>Блок</w:t>
      </w:r>
      <w:r w:rsidRPr="0075453F">
        <w:rPr>
          <w:spacing w:val="-9"/>
          <w:u w:val="single"/>
        </w:rPr>
        <w:t xml:space="preserve"> </w:t>
      </w:r>
      <w:r w:rsidRPr="0075453F">
        <w:rPr>
          <w:u w:val="single"/>
        </w:rPr>
        <w:t>заголовка</w:t>
      </w:r>
      <w:r w:rsidRPr="0075453F">
        <w:rPr>
          <w:spacing w:val="-7"/>
        </w:rPr>
        <w:t xml:space="preserve"> </w:t>
      </w:r>
      <w:r w:rsidRPr="0075453F">
        <w:t>–</w:t>
      </w:r>
      <w:r w:rsidRPr="0075453F">
        <w:rPr>
          <w:spacing w:val="-9"/>
        </w:rPr>
        <w:t xml:space="preserve"> </w:t>
      </w:r>
      <w:r w:rsidRPr="0075453F">
        <w:t>рамка,</w:t>
      </w:r>
      <w:r w:rsidRPr="0075453F">
        <w:rPr>
          <w:spacing w:val="-11"/>
        </w:rPr>
        <w:t xml:space="preserve"> </w:t>
      </w:r>
      <w:r w:rsidRPr="0075453F">
        <w:t>которую</w:t>
      </w:r>
      <w:r w:rsidRPr="0075453F">
        <w:rPr>
          <w:spacing w:val="-9"/>
        </w:rPr>
        <w:t xml:space="preserve"> </w:t>
      </w:r>
      <w:r w:rsidRPr="0075453F">
        <w:t>необходимо</w:t>
      </w:r>
      <w:r w:rsidRPr="0075453F">
        <w:rPr>
          <w:spacing w:val="-9"/>
        </w:rPr>
        <w:t xml:space="preserve"> </w:t>
      </w:r>
      <w:r w:rsidRPr="0075453F">
        <w:t>установить</w:t>
      </w:r>
      <w:r w:rsidRPr="0075453F">
        <w:rPr>
          <w:spacing w:val="-9"/>
        </w:rPr>
        <w:t xml:space="preserve"> </w:t>
      </w:r>
      <w:r w:rsidRPr="0075453F">
        <w:t>на</w:t>
      </w:r>
      <w:r w:rsidRPr="0075453F">
        <w:rPr>
          <w:spacing w:val="-9"/>
        </w:rPr>
        <w:t xml:space="preserve"> </w:t>
      </w:r>
      <w:r w:rsidRPr="0075453F">
        <w:t>весь</w:t>
      </w:r>
      <w:r w:rsidRPr="0075453F">
        <w:rPr>
          <w:spacing w:val="-8"/>
        </w:rPr>
        <w:t xml:space="preserve"> </w:t>
      </w:r>
      <w:r w:rsidRPr="0075453F">
        <w:t>лист</w:t>
      </w:r>
      <w:r w:rsidRPr="0075453F">
        <w:rPr>
          <w:spacing w:val="-10"/>
        </w:rPr>
        <w:t xml:space="preserve"> </w:t>
      </w:r>
      <w:r w:rsidRPr="0075453F">
        <w:t>и</w:t>
      </w:r>
      <w:r w:rsidRPr="0075453F">
        <w:rPr>
          <w:spacing w:val="-6"/>
        </w:rPr>
        <w:t xml:space="preserve"> </w:t>
      </w:r>
      <w:r w:rsidRPr="0075453F">
        <w:t>оформить</w:t>
      </w:r>
      <w:r w:rsidRPr="0075453F">
        <w:rPr>
          <w:spacing w:val="-10"/>
        </w:rPr>
        <w:t xml:space="preserve"> </w:t>
      </w:r>
      <w:r w:rsidRPr="0075453F">
        <w:t>в</w:t>
      </w:r>
      <w:r w:rsidRPr="0075453F">
        <w:rPr>
          <w:spacing w:val="-10"/>
        </w:rPr>
        <w:t xml:space="preserve"> </w:t>
      </w:r>
      <w:r w:rsidRPr="0075453F">
        <w:t>соответствии</w:t>
      </w:r>
      <w:r w:rsidRPr="0075453F">
        <w:rPr>
          <w:spacing w:val="-11"/>
        </w:rPr>
        <w:t xml:space="preserve"> </w:t>
      </w:r>
      <w:r w:rsidRPr="0075453F">
        <w:t>с</w:t>
      </w:r>
      <w:r w:rsidRPr="0075453F">
        <w:rPr>
          <w:spacing w:val="-8"/>
        </w:rPr>
        <w:t xml:space="preserve"> </w:t>
      </w:r>
      <w:r w:rsidRPr="0075453F">
        <w:t>правилами</w:t>
      </w:r>
      <w:r w:rsidRPr="0075453F">
        <w:rPr>
          <w:spacing w:val="-53"/>
        </w:rPr>
        <w:t xml:space="preserve"> </w:t>
      </w:r>
      <w:r w:rsidRPr="0075453F">
        <w:t>оформления</w:t>
      </w:r>
      <w:r w:rsidRPr="0075453F">
        <w:rPr>
          <w:spacing w:val="-2"/>
        </w:rPr>
        <w:t xml:space="preserve"> </w:t>
      </w:r>
      <w:r w:rsidRPr="0075453F">
        <w:t>диаграмм</w:t>
      </w:r>
      <w:r w:rsidRPr="0075453F">
        <w:rPr>
          <w:spacing w:val="-1"/>
        </w:rPr>
        <w:t xml:space="preserve"> </w:t>
      </w:r>
      <w:r w:rsidRPr="0075453F">
        <w:t>в</w:t>
      </w:r>
      <w:r w:rsidRPr="0075453F">
        <w:rPr>
          <w:spacing w:val="-1"/>
        </w:rPr>
        <w:t xml:space="preserve"> </w:t>
      </w:r>
      <w:r w:rsidRPr="0075453F">
        <w:t>нотации IDEF0</w:t>
      </w:r>
    </w:p>
    <w:p w:rsidR="00D67070" w:rsidRPr="0075453F" w:rsidRDefault="00D67070">
      <w:pPr>
        <w:jc w:val="both"/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64"/>
        <w:ind w:left="533" w:right="2390"/>
      </w:pPr>
      <w:r w:rsidRPr="0075453F">
        <w:rPr>
          <w:u w:val="single"/>
        </w:rPr>
        <w:t>Блок текста</w:t>
      </w:r>
      <w:r w:rsidRPr="0075453F">
        <w:t xml:space="preserve"> необходим для описания точки зрения и цели на контекстной диаграмме.</w:t>
      </w:r>
      <w:r w:rsidRPr="0075453F">
        <w:rPr>
          <w:spacing w:val="-52"/>
        </w:rPr>
        <w:t xml:space="preserve"> </w:t>
      </w:r>
      <w:r w:rsidRPr="0075453F">
        <w:rPr>
          <w:u w:val="single"/>
        </w:rPr>
        <w:t>Блок</w:t>
      </w:r>
      <w:r w:rsidRPr="0075453F">
        <w:rPr>
          <w:spacing w:val="-3"/>
          <w:u w:val="single"/>
        </w:rPr>
        <w:t xml:space="preserve"> </w:t>
      </w:r>
      <w:r w:rsidRPr="0075453F">
        <w:rPr>
          <w:u w:val="single"/>
        </w:rPr>
        <w:t>действия</w:t>
      </w:r>
      <w:r w:rsidRPr="0075453F">
        <w:t xml:space="preserve"> – для</w:t>
      </w:r>
      <w:r w:rsidRPr="0075453F">
        <w:rPr>
          <w:spacing w:val="-1"/>
        </w:rPr>
        <w:t xml:space="preserve"> </w:t>
      </w:r>
      <w:r w:rsidRPr="0075453F">
        <w:t>описания</w:t>
      </w:r>
      <w:r w:rsidRPr="0075453F">
        <w:rPr>
          <w:spacing w:val="-1"/>
        </w:rPr>
        <w:t xml:space="preserve"> </w:t>
      </w:r>
      <w:r w:rsidRPr="0075453F">
        <w:t>работ, рассматриваемых</w:t>
      </w:r>
      <w:r w:rsidRPr="0075453F">
        <w:rPr>
          <w:spacing w:val="-1"/>
        </w:rPr>
        <w:t xml:space="preserve"> </w:t>
      </w:r>
      <w:r w:rsidRPr="0075453F">
        <w:t>в</w:t>
      </w:r>
      <w:r w:rsidRPr="0075453F">
        <w:rPr>
          <w:spacing w:val="-1"/>
        </w:rPr>
        <w:t xml:space="preserve"> </w:t>
      </w:r>
      <w:r w:rsidRPr="0075453F">
        <w:t>процессе.</w:t>
      </w:r>
    </w:p>
    <w:p w:rsidR="00D67070" w:rsidRPr="0075453F" w:rsidRDefault="00D67070">
      <w:pPr>
        <w:pStyle w:val="BodyText"/>
        <w:tabs>
          <w:tab w:val="left" w:pos="2211"/>
          <w:tab w:val="left" w:pos="3517"/>
          <w:tab w:val="left" w:pos="3851"/>
          <w:tab w:val="left" w:pos="4827"/>
          <w:tab w:val="left" w:pos="6272"/>
          <w:tab w:val="left" w:pos="7863"/>
          <w:tab w:val="left" w:pos="8453"/>
          <w:tab w:val="left" w:pos="9206"/>
          <w:tab w:val="left" w:pos="9741"/>
        </w:tabs>
        <w:ind w:left="106" w:right="123" w:firstLine="427"/>
      </w:pPr>
      <w:r w:rsidRPr="0075453F">
        <w:rPr>
          <w:u w:val="single"/>
        </w:rPr>
        <w:t>Одностороннее</w:t>
      </w:r>
      <w:r w:rsidRPr="0075453F">
        <w:rPr>
          <w:u w:val="single"/>
        </w:rPr>
        <w:tab/>
        <w:t>соединение</w:t>
      </w:r>
      <w:r w:rsidRPr="0075453F">
        <w:tab/>
        <w:t>–</w:t>
      </w:r>
      <w:r w:rsidRPr="0075453F">
        <w:tab/>
        <w:t>элемент</w:t>
      </w:r>
      <w:r w:rsidRPr="0075453F">
        <w:tab/>
        <w:t>изображения</w:t>
      </w:r>
      <w:r w:rsidRPr="0075453F">
        <w:tab/>
        <w:t>интерфейсных</w:t>
      </w:r>
      <w:r w:rsidRPr="0075453F">
        <w:tab/>
        <w:t>дуг,</w:t>
      </w:r>
      <w:r w:rsidRPr="0075453F">
        <w:tab/>
        <w:t>таких</w:t>
      </w:r>
      <w:r w:rsidRPr="0075453F">
        <w:tab/>
        <w:t>как</w:t>
      </w:r>
      <w:r w:rsidRPr="0075453F">
        <w:tab/>
      </w:r>
      <w:r w:rsidRPr="0075453F">
        <w:rPr>
          <w:spacing w:val="-1"/>
        </w:rPr>
        <w:t>вход/выход,</w:t>
      </w:r>
      <w:r w:rsidRPr="0075453F">
        <w:rPr>
          <w:spacing w:val="-52"/>
        </w:rPr>
        <w:t xml:space="preserve"> </w:t>
      </w:r>
      <w:r w:rsidRPr="0075453F">
        <w:t>механизм/управление.</w:t>
      </w:r>
    </w:p>
    <w:p w:rsidR="00D67070" w:rsidRPr="0075453F" w:rsidRDefault="00D67070">
      <w:pPr>
        <w:pStyle w:val="BodyText"/>
        <w:spacing w:before="1"/>
        <w:ind w:left="533"/>
      </w:pPr>
      <w:r w:rsidRPr="0075453F">
        <w:rPr>
          <w:u w:val="single"/>
        </w:rPr>
        <w:t>Соединительная</w:t>
      </w:r>
      <w:r w:rsidRPr="0075453F">
        <w:rPr>
          <w:spacing w:val="-5"/>
          <w:u w:val="single"/>
        </w:rPr>
        <w:t xml:space="preserve"> </w:t>
      </w:r>
      <w:r w:rsidRPr="0075453F">
        <w:rPr>
          <w:u w:val="single"/>
        </w:rPr>
        <w:t>линия</w:t>
      </w:r>
      <w:r w:rsidRPr="0075453F">
        <w:rPr>
          <w:spacing w:val="-3"/>
          <w:u w:val="single"/>
        </w:rPr>
        <w:t xml:space="preserve"> </w:t>
      </w:r>
      <w:r w:rsidRPr="0075453F">
        <w:rPr>
          <w:u w:val="single"/>
        </w:rPr>
        <w:t>IDEF0</w:t>
      </w:r>
      <w:r w:rsidRPr="0075453F">
        <w:rPr>
          <w:spacing w:val="2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объект</w:t>
      </w:r>
      <w:r w:rsidRPr="0075453F">
        <w:rPr>
          <w:spacing w:val="-4"/>
        </w:rPr>
        <w:t xml:space="preserve"> </w:t>
      </w:r>
      <w:r w:rsidRPr="0075453F">
        <w:t>для изображения</w:t>
      </w:r>
      <w:r w:rsidRPr="0075453F">
        <w:rPr>
          <w:spacing w:val="-2"/>
        </w:rPr>
        <w:t xml:space="preserve"> </w:t>
      </w:r>
      <w:r w:rsidRPr="0075453F">
        <w:t>интерфейсных</w:t>
      </w:r>
      <w:r w:rsidRPr="0075453F">
        <w:rPr>
          <w:spacing w:val="-2"/>
        </w:rPr>
        <w:t xml:space="preserve"> </w:t>
      </w:r>
      <w:r w:rsidRPr="0075453F">
        <w:t>дуг</w:t>
      </w:r>
      <w:r w:rsidRPr="0075453F">
        <w:rPr>
          <w:spacing w:val="-1"/>
        </w:rPr>
        <w:t xml:space="preserve"> </w:t>
      </w:r>
      <w:r w:rsidRPr="0075453F">
        <w:t>между</w:t>
      </w:r>
      <w:r w:rsidRPr="0075453F">
        <w:rPr>
          <w:spacing w:val="-3"/>
        </w:rPr>
        <w:t xml:space="preserve"> </w:t>
      </w:r>
      <w:r w:rsidRPr="0075453F">
        <w:t>работами в</w:t>
      </w:r>
      <w:r w:rsidRPr="0075453F">
        <w:rPr>
          <w:spacing w:val="-3"/>
        </w:rPr>
        <w:t xml:space="preserve"> </w:t>
      </w:r>
      <w:r w:rsidRPr="0075453F">
        <w:t>модели.</w:t>
      </w:r>
    </w:p>
    <w:p w:rsidR="00D67070" w:rsidRPr="0075453F" w:rsidRDefault="00D67070">
      <w:pPr>
        <w:pStyle w:val="BodyText"/>
        <w:spacing w:before="6"/>
        <w:rPr>
          <w:sz w:val="14"/>
        </w:rPr>
      </w:pPr>
    </w:p>
    <w:p w:rsidR="00D67070" w:rsidRPr="0075453F" w:rsidRDefault="00D67070" w:rsidP="00EA599B">
      <w:pPr>
        <w:pStyle w:val="Heading11"/>
        <w:numPr>
          <w:ilvl w:val="0"/>
          <w:numId w:val="5"/>
        </w:numPr>
        <w:tabs>
          <w:tab w:val="left" w:pos="815"/>
        </w:tabs>
        <w:spacing w:before="92"/>
      </w:pPr>
      <w:r w:rsidRPr="0075453F">
        <w:t>Методика</w:t>
      </w:r>
      <w:r w:rsidRPr="0075453F">
        <w:rPr>
          <w:spacing w:val="-6"/>
        </w:rPr>
        <w:t xml:space="preserve"> </w:t>
      </w:r>
      <w:r w:rsidRPr="0075453F">
        <w:t>выполнения</w:t>
      </w:r>
    </w:p>
    <w:p w:rsidR="00D67070" w:rsidRPr="0075453F" w:rsidRDefault="00D67070">
      <w:pPr>
        <w:pStyle w:val="BodyText"/>
        <w:spacing w:before="6"/>
        <w:rPr>
          <w:b/>
          <w:sz w:val="21"/>
        </w:rPr>
      </w:pPr>
    </w:p>
    <w:p w:rsidR="00D67070" w:rsidRPr="0075453F" w:rsidRDefault="00D67070">
      <w:pPr>
        <w:pStyle w:val="BodyText"/>
        <w:spacing w:before="1"/>
        <w:ind w:left="533"/>
      </w:pPr>
      <w:r w:rsidRPr="0075453F">
        <w:t>В</w:t>
      </w:r>
      <w:r w:rsidRPr="0075453F">
        <w:rPr>
          <w:spacing w:val="-3"/>
        </w:rPr>
        <w:t xml:space="preserve"> </w:t>
      </w:r>
      <w:r w:rsidRPr="0075453F">
        <w:t>качестве</w:t>
      </w:r>
      <w:r w:rsidRPr="0075453F">
        <w:rPr>
          <w:spacing w:val="-2"/>
        </w:rPr>
        <w:t xml:space="preserve"> </w:t>
      </w:r>
      <w:r w:rsidRPr="0075453F">
        <w:t>примера</w:t>
      </w:r>
      <w:r w:rsidRPr="0075453F">
        <w:rPr>
          <w:spacing w:val="-1"/>
        </w:rPr>
        <w:t xml:space="preserve"> </w:t>
      </w:r>
      <w:r w:rsidRPr="0075453F">
        <w:t>рассматривается</w:t>
      </w:r>
      <w:r w:rsidRPr="0075453F">
        <w:rPr>
          <w:spacing w:val="-3"/>
        </w:rPr>
        <w:t xml:space="preserve"> </w:t>
      </w:r>
      <w:r w:rsidRPr="0075453F">
        <w:t>процесс</w:t>
      </w:r>
      <w:r w:rsidRPr="0075453F">
        <w:rPr>
          <w:spacing w:val="-1"/>
        </w:rPr>
        <w:t xml:space="preserve"> </w:t>
      </w:r>
      <w:r w:rsidRPr="0075453F">
        <w:t>выполнения</w:t>
      </w:r>
      <w:r w:rsidRPr="0075453F">
        <w:rPr>
          <w:spacing w:val="-3"/>
        </w:rPr>
        <w:t xml:space="preserve"> </w:t>
      </w:r>
      <w:r w:rsidRPr="0075453F">
        <w:t>студентом</w:t>
      </w:r>
      <w:r w:rsidRPr="0075453F">
        <w:rPr>
          <w:spacing w:val="-2"/>
        </w:rPr>
        <w:t xml:space="preserve"> </w:t>
      </w:r>
      <w:r w:rsidRPr="0075453F">
        <w:t>курсовой</w:t>
      </w:r>
      <w:r w:rsidRPr="0075453F">
        <w:rPr>
          <w:spacing w:val="-1"/>
        </w:rPr>
        <w:t xml:space="preserve"> </w:t>
      </w:r>
      <w:r w:rsidRPr="0075453F">
        <w:t>работы</w:t>
      </w:r>
      <w:r w:rsidRPr="0075453F">
        <w:rPr>
          <w:spacing w:val="-2"/>
        </w:rPr>
        <w:t xml:space="preserve"> </w:t>
      </w:r>
      <w:r w:rsidRPr="0075453F">
        <w:t>(курсового</w:t>
      </w:r>
      <w:r w:rsidRPr="0075453F">
        <w:rPr>
          <w:spacing w:val="-1"/>
        </w:rPr>
        <w:t xml:space="preserve"> </w:t>
      </w:r>
      <w:r w:rsidRPr="0075453F">
        <w:t>проекта).</w:t>
      </w:r>
    </w:p>
    <w:p w:rsidR="00D67070" w:rsidRPr="0075453F" w:rsidRDefault="00D67070">
      <w:pPr>
        <w:pStyle w:val="BodyText"/>
        <w:spacing w:before="2"/>
      </w:pPr>
    </w:p>
    <w:p w:rsidR="00D67070" w:rsidRPr="0075453F" w:rsidRDefault="00D67070" w:rsidP="00EA599B">
      <w:pPr>
        <w:pStyle w:val="Heading11"/>
        <w:numPr>
          <w:ilvl w:val="1"/>
          <w:numId w:val="5"/>
        </w:numPr>
        <w:tabs>
          <w:tab w:val="left" w:pos="920"/>
        </w:tabs>
        <w:spacing w:before="1" w:line="251" w:lineRule="exact"/>
      </w:pPr>
      <w:r w:rsidRPr="0075453F">
        <w:t>Создание</w:t>
      </w:r>
      <w:r w:rsidRPr="0075453F">
        <w:rPr>
          <w:spacing w:val="-4"/>
        </w:rPr>
        <w:t xml:space="preserve"> </w:t>
      </w:r>
      <w:r w:rsidRPr="0075453F">
        <w:t>контекстной</w:t>
      </w:r>
      <w:r w:rsidRPr="0075453F">
        <w:rPr>
          <w:spacing w:val="-4"/>
        </w:rPr>
        <w:t xml:space="preserve"> </w:t>
      </w:r>
      <w:r w:rsidRPr="0075453F">
        <w:t>диаграммы</w:t>
      </w: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line="251" w:lineRule="exact"/>
      </w:pPr>
      <w:r w:rsidRPr="0075453F">
        <w:t>Запустите</w:t>
      </w:r>
      <w:r w:rsidRPr="0075453F">
        <w:rPr>
          <w:spacing w:val="-2"/>
        </w:rPr>
        <w:t xml:space="preserve"> </w:t>
      </w:r>
      <w:r w:rsidRPr="0075453F">
        <w:t>MS</w:t>
      </w:r>
      <w:r w:rsidRPr="0075453F">
        <w:rPr>
          <w:spacing w:val="-1"/>
        </w:rPr>
        <w:t xml:space="preserve"> </w:t>
      </w:r>
      <w:r w:rsidRPr="0075453F">
        <w:t>Visio.</w:t>
      </w: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line="240" w:lineRule="auto"/>
        <w:ind w:left="106" w:right="120" w:firstLine="427"/>
      </w:pPr>
      <w:r w:rsidRPr="0075453F">
        <w:t>На</w:t>
      </w:r>
      <w:r w:rsidRPr="0075453F">
        <w:rPr>
          <w:spacing w:val="30"/>
        </w:rPr>
        <w:t xml:space="preserve"> </w:t>
      </w:r>
      <w:r w:rsidRPr="0075453F">
        <w:t>закладке</w:t>
      </w:r>
      <w:r w:rsidRPr="0075453F">
        <w:rPr>
          <w:spacing w:val="30"/>
        </w:rPr>
        <w:t xml:space="preserve"> </w:t>
      </w:r>
      <w:r w:rsidRPr="0075453F">
        <w:t>выбора</w:t>
      </w:r>
      <w:r w:rsidRPr="0075453F">
        <w:rPr>
          <w:spacing w:val="31"/>
        </w:rPr>
        <w:t xml:space="preserve"> </w:t>
      </w:r>
      <w:r w:rsidRPr="0075453F">
        <w:t>шаблона</w:t>
      </w:r>
      <w:r w:rsidRPr="0075453F">
        <w:rPr>
          <w:spacing w:val="30"/>
        </w:rPr>
        <w:t xml:space="preserve"> </w:t>
      </w:r>
      <w:r w:rsidRPr="0075453F">
        <w:t>выберите</w:t>
      </w:r>
      <w:r w:rsidRPr="0075453F">
        <w:rPr>
          <w:spacing w:val="30"/>
        </w:rPr>
        <w:t xml:space="preserve"> </w:t>
      </w:r>
      <w:r w:rsidRPr="0075453F">
        <w:t>категорию</w:t>
      </w:r>
      <w:r w:rsidRPr="0075453F">
        <w:rPr>
          <w:spacing w:val="34"/>
        </w:rPr>
        <w:t xml:space="preserve"> </w:t>
      </w:r>
      <w:r w:rsidRPr="0075453F">
        <w:rPr>
          <w:i/>
        </w:rPr>
        <w:t>Блок-схема</w:t>
      </w:r>
      <w:r w:rsidRPr="0075453F">
        <w:rPr>
          <w:i/>
          <w:spacing w:val="31"/>
        </w:rPr>
        <w:t xml:space="preserve"> </w:t>
      </w:r>
      <w:r w:rsidRPr="0075453F">
        <w:t>и</w:t>
      </w:r>
      <w:r w:rsidRPr="0075453F">
        <w:rPr>
          <w:spacing w:val="29"/>
        </w:rPr>
        <w:t xml:space="preserve"> </w:t>
      </w:r>
      <w:r w:rsidRPr="0075453F">
        <w:t>в</w:t>
      </w:r>
      <w:r w:rsidRPr="0075453F">
        <w:rPr>
          <w:spacing w:val="28"/>
        </w:rPr>
        <w:t xml:space="preserve"> </w:t>
      </w:r>
      <w:r w:rsidRPr="0075453F">
        <w:t>ней</w:t>
      </w:r>
      <w:r w:rsidRPr="0075453F">
        <w:rPr>
          <w:spacing w:val="30"/>
        </w:rPr>
        <w:t xml:space="preserve"> </w:t>
      </w:r>
      <w:r w:rsidRPr="0075453F">
        <w:t>элемент</w:t>
      </w:r>
      <w:r w:rsidRPr="0075453F">
        <w:rPr>
          <w:spacing w:val="31"/>
        </w:rPr>
        <w:t xml:space="preserve"> </w:t>
      </w:r>
      <w:r w:rsidRPr="0075453F">
        <w:rPr>
          <w:i/>
        </w:rPr>
        <w:t>Схема</w:t>
      </w:r>
      <w:r w:rsidRPr="0075453F">
        <w:rPr>
          <w:i/>
          <w:spacing w:val="31"/>
        </w:rPr>
        <w:t xml:space="preserve"> </w:t>
      </w:r>
      <w:r w:rsidRPr="0075453F">
        <w:rPr>
          <w:i/>
        </w:rPr>
        <w:t>IDEF0</w:t>
      </w:r>
      <w:r w:rsidRPr="0075453F">
        <w:t>.</w:t>
      </w:r>
      <w:r w:rsidRPr="0075453F">
        <w:rPr>
          <w:spacing w:val="30"/>
        </w:rPr>
        <w:t xml:space="preserve"> </w:t>
      </w:r>
      <w:r w:rsidRPr="0075453F">
        <w:t>Нажмите</w:t>
      </w:r>
      <w:r w:rsidRPr="0075453F">
        <w:rPr>
          <w:spacing w:val="-52"/>
        </w:rPr>
        <w:t xml:space="preserve"> </w:t>
      </w:r>
      <w:r w:rsidRPr="0075453F">
        <w:t>кнопку</w:t>
      </w:r>
      <w:r w:rsidRPr="0075453F">
        <w:rPr>
          <w:spacing w:val="-2"/>
        </w:rPr>
        <w:t xml:space="preserve"> </w:t>
      </w:r>
      <w:r w:rsidRPr="0075453F">
        <w:rPr>
          <w:i/>
        </w:rPr>
        <w:t xml:space="preserve">Создать </w:t>
      </w:r>
      <w:r w:rsidRPr="0075453F">
        <w:t>в</w:t>
      </w:r>
      <w:r w:rsidRPr="0075453F">
        <w:rPr>
          <w:spacing w:val="-1"/>
        </w:rPr>
        <w:t xml:space="preserve"> </w:t>
      </w:r>
      <w:r w:rsidRPr="0075453F">
        <w:t>правой</w:t>
      </w:r>
      <w:r w:rsidRPr="0075453F">
        <w:rPr>
          <w:spacing w:val="-2"/>
        </w:rPr>
        <w:t xml:space="preserve"> </w:t>
      </w:r>
      <w:r w:rsidRPr="0075453F">
        <w:t>части</w:t>
      </w:r>
      <w:r w:rsidRPr="0075453F">
        <w:rPr>
          <w:spacing w:val="-1"/>
        </w:rPr>
        <w:t xml:space="preserve"> </w:t>
      </w:r>
      <w:r w:rsidRPr="0075453F">
        <w:t>экрана.</w:t>
      </w: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line="240" w:lineRule="auto"/>
      </w:pPr>
      <w:r w:rsidRPr="0075453F">
        <w:t>Окно</w:t>
      </w:r>
      <w:r w:rsidRPr="0075453F">
        <w:rPr>
          <w:spacing w:val="-2"/>
        </w:rPr>
        <w:t xml:space="preserve"> </w:t>
      </w:r>
      <w:r w:rsidRPr="0075453F">
        <w:t>программы</w:t>
      </w:r>
      <w:r w:rsidRPr="0075453F">
        <w:rPr>
          <w:spacing w:val="-2"/>
        </w:rPr>
        <w:t xml:space="preserve"> </w:t>
      </w:r>
      <w:r w:rsidRPr="0075453F">
        <w:t>примет</w:t>
      </w:r>
      <w:r w:rsidRPr="0075453F">
        <w:rPr>
          <w:spacing w:val="-4"/>
        </w:rPr>
        <w:t xml:space="preserve"> </w:t>
      </w:r>
      <w:r w:rsidRPr="0075453F">
        <w:t>вид,</w:t>
      </w:r>
      <w:r w:rsidRPr="0075453F">
        <w:rPr>
          <w:spacing w:val="-1"/>
        </w:rPr>
        <w:t xml:space="preserve"> </w:t>
      </w:r>
      <w:r w:rsidRPr="0075453F">
        <w:t>подобный</w:t>
      </w:r>
      <w:r w:rsidRPr="0075453F">
        <w:rPr>
          <w:spacing w:val="-1"/>
        </w:rPr>
        <w:t xml:space="preserve"> </w:t>
      </w:r>
      <w:r w:rsidRPr="0075453F">
        <w:t>рис.</w:t>
      </w:r>
      <w:r w:rsidRPr="0075453F">
        <w:rPr>
          <w:spacing w:val="-2"/>
        </w:rPr>
        <w:t xml:space="preserve"> </w:t>
      </w:r>
      <w:r w:rsidRPr="0075453F">
        <w:t>3.</w:t>
      </w:r>
    </w:p>
    <w:p w:rsidR="00D67070" w:rsidRPr="0075453F" w:rsidRDefault="00D67070">
      <w:pPr>
        <w:pStyle w:val="BodyText"/>
        <w:spacing w:before="1"/>
        <w:rPr>
          <w:sz w:val="19"/>
        </w:rPr>
      </w:pPr>
      <w:r>
        <w:rPr>
          <w:noProof/>
          <w:lang w:eastAsia="ru-RU"/>
        </w:rPr>
        <w:pict>
          <v:shape id="image61.png" o:spid="_x0000_s1028" type="#_x0000_t75" style="position:absolute;margin-left:81.35pt;margin-top:12.95pt;width:450.55pt;height:276.1pt;z-index:251659264;visibility:visible;mso-wrap-distance-left:0;mso-wrap-distance-right:0;mso-position-horizontal-relative:page">
            <v:imagedata r:id="rId10" o:title=""/>
            <w10:wrap type="topAndBottom" anchorx="page"/>
          </v:shape>
        </w:pict>
      </w:r>
    </w:p>
    <w:p w:rsidR="00D67070" w:rsidRPr="0075453F" w:rsidRDefault="00D67070">
      <w:pPr>
        <w:pStyle w:val="BodyText"/>
        <w:spacing w:before="2"/>
        <w:ind w:left="413" w:right="7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22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Окно</w:t>
      </w:r>
      <w:r w:rsidRPr="0075453F">
        <w:rPr>
          <w:spacing w:val="-1"/>
        </w:rPr>
        <w:t xml:space="preserve"> </w:t>
      </w:r>
      <w:r w:rsidRPr="0075453F">
        <w:t>программы</w:t>
      </w:r>
      <w:r w:rsidRPr="0075453F">
        <w:rPr>
          <w:spacing w:val="-1"/>
        </w:rPr>
        <w:t xml:space="preserve"> </w:t>
      </w:r>
      <w:r w:rsidRPr="0075453F">
        <w:t>с</w:t>
      </w:r>
      <w:r w:rsidRPr="0075453F">
        <w:rPr>
          <w:spacing w:val="-2"/>
        </w:rPr>
        <w:t xml:space="preserve"> </w:t>
      </w:r>
      <w:r w:rsidRPr="0075453F">
        <w:t>выбранным</w:t>
      </w:r>
      <w:r w:rsidRPr="0075453F">
        <w:rPr>
          <w:spacing w:val="-4"/>
        </w:rPr>
        <w:t xml:space="preserve"> </w:t>
      </w:r>
      <w:r w:rsidRPr="0075453F">
        <w:t>шаблоном</w:t>
      </w:r>
    </w:p>
    <w:p w:rsidR="00D67070" w:rsidRPr="0075453F" w:rsidRDefault="00D67070">
      <w:pPr>
        <w:pStyle w:val="BodyText"/>
      </w:pP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</w:pPr>
      <w:r w:rsidRPr="0075453F">
        <w:t>Создание</w:t>
      </w:r>
      <w:r w:rsidRPr="0075453F">
        <w:rPr>
          <w:spacing w:val="-3"/>
        </w:rPr>
        <w:t xml:space="preserve"> </w:t>
      </w:r>
      <w:r w:rsidRPr="0075453F">
        <w:t>мастерской</w:t>
      </w:r>
      <w:r w:rsidRPr="0075453F">
        <w:rPr>
          <w:spacing w:val="-2"/>
        </w:rPr>
        <w:t xml:space="preserve"> </w:t>
      </w:r>
      <w:r w:rsidRPr="0075453F">
        <w:t>страницы.</w:t>
      </w:r>
    </w:p>
    <w:p w:rsidR="00D67070" w:rsidRPr="0075453F" w:rsidRDefault="00D67070" w:rsidP="00EA599B">
      <w:pPr>
        <w:pStyle w:val="ListParagraph"/>
        <w:numPr>
          <w:ilvl w:val="1"/>
          <w:numId w:val="4"/>
        </w:numPr>
        <w:tabs>
          <w:tab w:val="left" w:pos="1526"/>
        </w:tabs>
        <w:spacing w:line="240" w:lineRule="auto"/>
        <w:ind w:right="119" w:firstLine="427"/>
      </w:pPr>
      <w:r w:rsidRPr="0075453F">
        <w:t>Для</w:t>
      </w:r>
      <w:r w:rsidRPr="0075453F">
        <w:rPr>
          <w:spacing w:val="6"/>
        </w:rPr>
        <w:t xml:space="preserve"> </w:t>
      </w:r>
      <w:r w:rsidRPr="0075453F">
        <w:t>удобства</w:t>
      </w:r>
      <w:r w:rsidRPr="0075453F">
        <w:rPr>
          <w:spacing w:val="7"/>
        </w:rPr>
        <w:t xml:space="preserve"> </w:t>
      </w:r>
      <w:r w:rsidRPr="0075453F">
        <w:t>переведите</w:t>
      </w:r>
      <w:r w:rsidRPr="0075453F">
        <w:rPr>
          <w:spacing w:val="7"/>
        </w:rPr>
        <w:t xml:space="preserve"> </w:t>
      </w:r>
      <w:r w:rsidRPr="0075453F">
        <w:t>страницу</w:t>
      </w:r>
      <w:r w:rsidRPr="0075453F">
        <w:rPr>
          <w:spacing w:val="4"/>
        </w:rPr>
        <w:t xml:space="preserve"> </w:t>
      </w:r>
      <w:r w:rsidRPr="0075453F">
        <w:t>в</w:t>
      </w:r>
      <w:r w:rsidRPr="0075453F">
        <w:rPr>
          <w:spacing w:val="6"/>
        </w:rPr>
        <w:t xml:space="preserve"> </w:t>
      </w:r>
      <w:r w:rsidRPr="0075453F">
        <w:t>альбомный</w:t>
      </w:r>
      <w:r w:rsidRPr="0075453F">
        <w:rPr>
          <w:spacing w:val="6"/>
        </w:rPr>
        <w:t xml:space="preserve"> </w:t>
      </w:r>
      <w:r w:rsidRPr="0075453F">
        <w:t>вид:</w:t>
      </w:r>
      <w:r w:rsidRPr="0075453F">
        <w:rPr>
          <w:spacing w:val="8"/>
        </w:rPr>
        <w:t xml:space="preserve"> </w:t>
      </w:r>
      <w:r w:rsidRPr="0075453F">
        <w:t>Конструктор</w:t>
      </w:r>
      <w:r w:rsidRPr="0075453F">
        <w:rPr>
          <w:spacing w:val="10"/>
        </w:rPr>
        <w:t xml:space="preserve"> </w:t>
      </w:r>
      <w:r w:rsidRPr="0075453F">
        <w:t>–</w:t>
      </w:r>
      <w:r w:rsidRPr="0075453F">
        <w:rPr>
          <w:spacing w:val="5"/>
        </w:rPr>
        <w:t xml:space="preserve"> </w:t>
      </w:r>
      <w:r w:rsidRPr="0075453F">
        <w:t>Параметры</w:t>
      </w:r>
      <w:r w:rsidRPr="0075453F">
        <w:rPr>
          <w:spacing w:val="5"/>
        </w:rPr>
        <w:t xml:space="preserve"> </w:t>
      </w:r>
      <w:r w:rsidRPr="0075453F">
        <w:t>страницы</w:t>
      </w:r>
      <w:r w:rsidRPr="0075453F">
        <w:rPr>
          <w:spacing w:val="8"/>
        </w:rPr>
        <w:t xml:space="preserve"> </w:t>
      </w:r>
      <w:r w:rsidRPr="0075453F">
        <w:t>–</w:t>
      </w:r>
      <w:r w:rsidRPr="0075453F">
        <w:rPr>
          <w:spacing w:val="-52"/>
        </w:rPr>
        <w:t xml:space="preserve"> </w:t>
      </w:r>
      <w:r w:rsidRPr="0075453F">
        <w:t>Ориентация</w:t>
      </w:r>
      <w:r w:rsidRPr="0075453F">
        <w:rPr>
          <w:spacing w:val="-2"/>
        </w:rPr>
        <w:t xml:space="preserve"> </w:t>
      </w:r>
      <w:r w:rsidRPr="0075453F">
        <w:t>– Альбомная;</w:t>
      </w:r>
    </w:p>
    <w:p w:rsidR="00D67070" w:rsidRPr="0075453F" w:rsidRDefault="00D67070" w:rsidP="00EA599B">
      <w:pPr>
        <w:pStyle w:val="ListParagraph"/>
        <w:numPr>
          <w:ilvl w:val="1"/>
          <w:numId w:val="4"/>
        </w:numPr>
        <w:tabs>
          <w:tab w:val="left" w:pos="1526"/>
        </w:tabs>
        <w:spacing w:line="253" w:lineRule="exact"/>
        <w:ind w:left="1525" w:hanging="993"/>
      </w:pPr>
      <w:r w:rsidRPr="0075453F">
        <w:t>Перетащите</w:t>
      </w:r>
      <w:r w:rsidRPr="0075453F">
        <w:rPr>
          <w:spacing w:val="-4"/>
        </w:rPr>
        <w:t xml:space="preserve"> </w:t>
      </w:r>
      <w:r w:rsidRPr="0075453F">
        <w:t>Блок</w:t>
      </w:r>
      <w:r w:rsidRPr="0075453F">
        <w:rPr>
          <w:spacing w:val="-2"/>
        </w:rPr>
        <w:t xml:space="preserve"> </w:t>
      </w:r>
      <w:r w:rsidRPr="0075453F">
        <w:t>заголовка</w:t>
      </w:r>
      <w:r w:rsidRPr="0075453F">
        <w:rPr>
          <w:spacing w:val="-2"/>
        </w:rPr>
        <w:t xml:space="preserve"> </w:t>
      </w:r>
      <w:r w:rsidRPr="0075453F">
        <w:t>на</w:t>
      </w:r>
      <w:r w:rsidRPr="0075453F">
        <w:rPr>
          <w:spacing w:val="1"/>
        </w:rPr>
        <w:t xml:space="preserve"> </w:t>
      </w:r>
      <w:r w:rsidRPr="0075453F">
        <w:t>пустую</w:t>
      </w:r>
      <w:r w:rsidRPr="0075453F">
        <w:rPr>
          <w:spacing w:val="-2"/>
        </w:rPr>
        <w:t xml:space="preserve"> </w:t>
      </w:r>
      <w:r w:rsidRPr="0075453F">
        <w:t>страницу,</w:t>
      </w:r>
      <w:r w:rsidRPr="0075453F">
        <w:rPr>
          <w:spacing w:val="-2"/>
        </w:rPr>
        <w:t xml:space="preserve"> </w:t>
      </w:r>
      <w:r w:rsidRPr="0075453F">
        <w:t>удерживая</w:t>
      </w:r>
      <w:r w:rsidRPr="0075453F">
        <w:rPr>
          <w:spacing w:val="-2"/>
        </w:rPr>
        <w:t xml:space="preserve"> </w:t>
      </w:r>
      <w:r w:rsidRPr="0075453F">
        <w:t>нажатой</w:t>
      </w:r>
      <w:r w:rsidRPr="0075453F">
        <w:rPr>
          <w:spacing w:val="-1"/>
        </w:rPr>
        <w:t xml:space="preserve"> </w:t>
      </w:r>
      <w:r w:rsidRPr="0075453F">
        <w:t>правую</w:t>
      </w:r>
      <w:r w:rsidRPr="0075453F">
        <w:rPr>
          <w:spacing w:val="-2"/>
        </w:rPr>
        <w:t xml:space="preserve"> </w:t>
      </w:r>
      <w:r w:rsidRPr="0075453F">
        <w:t>кнопку</w:t>
      </w:r>
      <w:r w:rsidRPr="0075453F">
        <w:rPr>
          <w:spacing w:val="-5"/>
        </w:rPr>
        <w:t xml:space="preserve"> </w:t>
      </w:r>
      <w:r w:rsidRPr="0075453F">
        <w:t>мыши;</w:t>
      </w:r>
    </w:p>
    <w:p w:rsidR="00D67070" w:rsidRPr="0075453F" w:rsidRDefault="00D67070" w:rsidP="00EA599B">
      <w:pPr>
        <w:pStyle w:val="ListParagraph"/>
        <w:numPr>
          <w:ilvl w:val="1"/>
          <w:numId w:val="4"/>
        </w:numPr>
        <w:tabs>
          <w:tab w:val="left" w:pos="1526"/>
        </w:tabs>
        <w:spacing w:line="240" w:lineRule="auto"/>
        <w:ind w:right="127" w:firstLine="427"/>
      </w:pPr>
      <w:r w:rsidRPr="0075453F">
        <w:t>Заполнить</w:t>
      </w:r>
      <w:r w:rsidRPr="0075453F">
        <w:rPr>
          <w:spacing w:val="13"/>
        </w:rPr>
        <w:t xml:space="preserve"> </w:t>
      </w:r>
      <w:r w:rsidRPr="0075453F">
        <w:t>поле</w:t>
      </w:r>
      <w:r w:rsidRPr="0075453F">
        <w:rPr>
          <w:spacing w:val="13"/>
        </w:rPr>
        <w:t xml:space="preserve"> </w:t>
      </w:r>
      <w:r w:rsidRPr="0075453F">
        <w:t>«Заголовок»</w:t>
      </w:r>
      <w:r w:rsidRPr="0075453F">
        <w:rPr>
          <w:spacing w:val="11"/>
        </w:rPr>
        <w:t xml:space="preserve"> </w:t>
      </w:r>
      <w:r w:rsidRPr="0075453F">
        <w:t>(рисунок</w:t>
      </w:r>
      <w:r w:rsidRPr="0075453F">
        <w:rPr>
          <w:spacing w:val="13"/>
        </w:rPr>
        <w:t xml:space="preserve"> </w:t>
      </w:r>
      <w:r w:rsidRPr="0075453F">
        <w:t>4),</w:t>
      </w:r>
      <w:r w:rsidRPr="0075453F">
        <w:rPr>
          <w:spacing w:val="13"/>
        </w:rPr>
        <w:t xml:space="preserve"> </w:t>
      </w:r>
      <w:r w:rsidRPr="0075453F">
        <w:t>предложенное</w:t>
      </w:r>
      <w:r w:rsidRPr="0075453F">
        <w:rPr>
          <w:spacing w:val="13"/>
        </w:rPr>
        <w:t xml:space="preserve"> </w:t>
      </w:r>
      <w:r w:rsidRPr="0075453F">
        <w:t>в</w:t>
      </w:r>
      <w:r w:rsidRPr="0075453F">
        <w:rPr>
          <w:spacing w:val="12"/>
        </w:rPr>
        <w:t xml:space="preserve"> </w:t>
      </w:r>
      <w:r w:rsidRPr="0075453F">
        <w:t>открывшемся</w:t>
      </w:r>
      <w:r w:rsidRPr="0075453F">
        <w:rPr>
          <w:spacing w:val="13"/>
        </w:rPr>
        <w:t xml:space="preserve"> </w:t>
      </w:r>
      <w:r w:rsidRPr="0075453F">
        <w:t>окне:</w:t>
      </w:r>
      <w:r w:rsidRPr="0075453F">
        <w:rPr>
          <w:spacing w:val="13"/>
        </w:rPr>
        <w:t xml:space="preserve"> </w:t>
      </w:r>
      <w:r w:rsidRPr="0075453F">
        <w:t>внести</w:t>
      </w:r>
      <w:r w:rsidRPr="0075453F">
        <w:rPr>
          <w:spacing w:val="12"/>
        </w:rPr>
        <w:t xml:space="preserve"> </w:t>
      </w:r>
      <w:r w:rsidRPr="0075453F">
        <w:t>номер</w:t>
      </w:r>
      <w:r w:rsidRPr="0075453F">
        <w:rPr>
          <w:spacing w:val="-52"/>
        </w:rPr>
        <w:t xml:space="preserve"> </w:t>
      </w:r>
      <w:r w:rsidRPr="0075453F">
        <w:t>контекстной</w:t>
      </w:r>
      <w:r w:rsidRPr="0075453F">
        <w:rPr>
          <w:spacing w:val="-2"/>
        </w:rPr>
        <w:t xml:space="preserve"> </w:t>
      </w:r>
      <w:r w:rsidRPr="0075453F">
        <w:t>диаграммы и</w:t>
      </w:r>
      <w:r w:rsidRPr="0075453F">
        <w:rPr>
          <w:spacing w:val="-3"/>
        </w:rPr>
        <w:t xml:space="preserve"> </w:t>
      </w:r>
      <w:r w:rsidRPr="0075453F">
        <w:t>имя</w:t>
      </w:r>
      <w:r w:rsidRPr="0075453F">
        <w:rPr>
          <w:spacing w:val="-1"/>
        </w:rPr>
        <w:t xml:space="preserve"> </w:t>
      </w:r>
      <w:r w:rsidRPr="0075453F">
        <w:t>рассматриваемого процесса,</w:t>
      </w:r>
      <w:r w:rsidRPr="0075453F">
        <w:rPr>
          <w:spacing w:val="-1"/>
        </w:rPr>
        <w:t xml:space="preserve"> </w:t>
      </w:r>
      <w:r w:rsidRPr="0075453F">
        <w:t>в данном</w:t>
      </w:r>
      <w:r w:rsidRPr="0075453F">
        <w:rPr>
          <w:spacing w:val="-3"/>
        </w:rPr>
        <w:t xml:space="preserve"> </w:t>
      </w:r>
      <w:r w:rsidRPr="0075453F">
        <w:t>случае:</w:t>
      </w:r>
      <w:r w:rsidRPr="0075453F">
        <w:rPr>
          <w:spacing w:val="-2"/>
        </w:rPr>
        <w:t xml:space="preserve"> </w:t>
      </w:r>
      <w:r w:rsidRPr="0075453F">
        <w:t>А-0 Выполнить</w:t>
      </w:r>
      <w:r w:rsidRPr="0075453F">
        <w:rPr>
          <w:spacing w:val="-1"/>
        </w:rPr>
        <w:t xml:space="preserve"> </w:t>
      </w:r>
      <w:r w:rsidRPr="0075453F">
        <w:t>курсовую работу;</w:t>
      </w:r>
    </w:p>
    <w:p w:rsidR="00D67070" w:rsidRPr="0075453F" w:rsidRDefault="00D67070">
      <w:pPr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1"/>
        <w:rPr>
          <w:sz w:val="6"/>
        </w:rPr>
      </w:pPr>
    </w:p>
    <w:p w:rsidR="00D67070" w:rsidRPr="0075453F" w:rsidRDefault="00D67070">
      <w:pPr>
        <w:pStyle w:val="BodyText"/>
        <w:ind w:left="1167"/>
        <w:rPr>
          <w:sz w:val="20"/>
        </w:rPr>
      </w:pPr>
      <w:r w:rsidRPr="004E2EAE">
        <w:rPr>
          <w:noProof/>
          <w:sz w:val="20"/>
          <w:lang w:eastAsia="ru-RU"/>
        </w:rPr>
        <w:pict>
          <v:shape id="image62.png" o:spid="_x0000_i1026" type="#_x0000_t75" style="width:450pt;height:276.75pt;visibility:visible">
            <v:imagedata r:id="rId11" o:title=""/>
          </v:shape>
        </w:pict>
      </w:r>
    </w:p>
    <w:p w:rsidR="00D67070" w:rsidRPr="0075453F" w:rsidRDefault="00D67070">
      <w:pPr>
        <w:pStyle w:val="BodyText"/>
        <w:spacing w:before="43"/>
        <w:ind w:left="413" w:right="2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23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Мастерская</w:t>
      </w:r>
      <w:r w:rsidRPr="0075453F">
        <w:rPr>
          <w:spacing w:val="-3"/>
        </w:rPr>
        <w:t xml:space="preserve"> </w:t>
      </w:r>
      <w:r w:rsidRPr="0075453F">
        <w:t>страница</w:t>
      </w:r>
    </w:p>
    <w:p w:rsidR="00D67070" w:rsidRPr="0075453F" w:rsidRDefault="00D67070">
      <w:pPr>
        <w:pStyle w:val="BodyText"/>
      </w:pPr>
    </w:p>
    <w:p w:rsidR="00D67070" w:rsidRPr="0075453F" w:rsidRDefault="00D67070" w:rsidP="00EA599B">
      <w:pPr>
        <w:pStyle w:val="ListParagraph"/>
        <w:numPr>
          <w:ilvl w:val="1"/>
          <w:numId w:val="4"/>
        </w:numPr>
        <w:tabs>
          <w:tab w:val="left" w:pos="1526"/>
        </w:tabs>
        <w:spacing w:line="240" w:lineRule="auto"/>
        <w:ind w:right="120" w:firstLine="427"/>
      </w:pPr>
      <w:r w:rsidRPr="0075453F">
        <w:t>Далее,</w:t>
      </w:r>
      <w:r w:rsidRPr="0075453F">
        <w:rPr>
          <w:spacing w:val="-5"/>
        </w:rPr>
        <w:t xml:space="preserve"> </w:t>
      </w:r>
      <w:r w:rsidRPr="0075453F">
        <w:t>имя</w:t>
      </w:r>
      <w:r w:rsidRPr="0075453F">
        <w:rPr>
          <w:spacing w:val="-5"/>
        </w:rPr>
        <w:t xml:space="preserve"> </w:t>
      </w:r>
      <w:r w:rsidRPr="0075453F">
        <w:t>заголовка</w:t>
      </w:r>
      <w:r w:rsidRPr="0075453F">
        <w:rPr>
          <w:spacing w:val="-4"/>
        </w:rPr>
        <w:t xml:space="preserve"> </w:t>
      </w:r>
      <w:r w:rsidRPr="0075453F">
        <w:t>фигуры</w:t>
      </w:r>
      <w:r w:rsidRPr="0075453F">
        <w:rPr>
          <w:spacing w:val="-3"/>
        </w:rPr>
        <w:t xml:space="preserve"> </w:t>
      </w:r>
      <w:r w:rsidRPr="0075453F">
        <w:t>«</w:t>
      </w:r>
      <w:r w:rsidRPr="0075453F">
        <w:rPr>
          <w:i/>
        </w:rPr>
        <w:t>Блок</w:t>
      </w:r>
      <w:r w:rsidRPr="0075453F">
        <w:rPr>
          <w:i/>
          <w:spacing w:val="-5"/>
        </w:rPr>
        <w:t xml:space="preserve"> </w:t>
      </w:r>
      <w:r w:rsidRPr="0075453F">
        <w:rPr>
          <w:i/>
        </w:rPr>
        <w:t>заголовка</w:t>
      </w:r>
      <w:r w:rsidRPr="0075453F">
        <w:t>»</w:t>
      </w:r>
      <w:r w:rsidRPr="0075453F">
        <w:rPr>
          <w:spacing w:val="-10"/>
        </w:rPr>
        <w:t xml:space="preserve"> </w:t>
      </w:r>
      <w:r w:rsidRPr="0075453F">
        <w:t>должно</w:t>
      </w:r>
      <w:r w:rsidRPr="0075453F">
        <w:rPr>
          <w:spacing w:val="-5"/>
        </w:rPr>
        <w:t xml:space="preserve"> </w:t>
      </w:r>
      <w:r w:rsidRPr="0075453F">
        <w:t>соответствовать</w:t>
      </w:r>
      <w:r w:rsidRPr="0075453F">
        <w:rPr>
          <w:spacing w:val="-5"/>
        </w:rPr>
        <w:t xml:space="preserve"> </w:t>
      </w:r>
      <w:r w:rsidRPr="0075453F">
        <w:t>номеру</w:t>
      </w:r>
      <w:r w:rsidRPr="0075453F">
        <w:rPr>
          <w:spacing w:val="-7"/>
        </w:rPr>
        <w:t xml:space="preserve"> </w:t>
      </w:r>
      <w:r w:rsidRPr="0075453F">
        <w:t>и</w:t>
      </w:r>
      <w:r w:rsidRPr="0075453F">
        <w:rPr>
          <w:spacing w:val="-6"/>
        </w:rPr>
        <w:t xml:space="preserve"> </w:t>
      </w:r>
      <w:r w:rsidRPr="0075453F">
        <w:t>названию</w:t>
      </w:r>
      <w:r w:rsidRPr="0075453F">
        <w:rPr>
          <w:spacing w:val="-4"/>
        </w:rPr>
        <w:t xml:space="preserve"> </w:t>
      </w:r>
      <w:r w:rsidRPr="0075453F">
        <w:t>задачи,</w:t>
      </w:r>
      <w:r w:rsidRPr="0075453F">
        <w:rPr>
          <w:spacing w:val="-52"/>
        </w:rPr>
        <w:t xml:space="preserve"> </w:t>
      </w:r>
      <w:r w:rsidRPr="0075453F">
        <w:t>декомпозиция</w:t>
      </w:r>
      <w:r w:rsidRPr="0075453F">
        <w:rPr>
          <w:spacing w:val="-3"/>
        </w:rPr>
        <w:t xml:space="preserve"> </w:t>
      </w:r>
      <w:r w:rsidRPr="0075453F">
        <w:t>которой</w:t>
      </w:r>
      <w:r w:rsidRPr="0075453F">
        <w:rPr>
          <w:spacing w:val="-1"/>
        </w:rPr>
        <w:t xml:space="preserve"> </w:t>
      </w:r>
      <w:r w:rsidRPr="0075453F">
        <w:t>будет изображена</w:t>
      </w:r>
      <w:r w:rsidRPr="0075453F">
        <w:rPr>
          <w:spacing w:val="-1"/>
        </w:rPr>
        <w:t xml:space="preserve"> </w:t>
      </w:r>
      <w:r w:rsidRPr="0075453F">
        <w:t>в данной</w:t>
      </w:r>
      <w:r w:rsidRPr="0075453F">
        <w:rPr>
          <w:spacing w:val="-3"/>
        </w:rPr>
        <w:t xml:space="preserve"> </w:t>
      </w:r>
      <w:r w:rsidRPr="0075453F">
        <w:t>области. Например: А1 Получить задание.</w:t>
      </w:r>
    </w:p>
    <w:p w:rsidR="00D67070" w:rsidRPr="0075453F" w:rsidRDefault="00D67070">
      <w:pPr>
        <w:pStyle w:val="BodyText"/>
      </w:pP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line="240" w:lineRule="auto"/>
      </w:pPr>
      <w:r w:rsidRPr="0075453F">
        <w:t>Определение</w:t>
      </w:r>
      <w:r w:rsidRPr="0075453F">
        <w:rPr>
          <w:spacing w:val="-3"/>
        </w:rPr>
        <w:t xml:space="preserve"> </w:t>
      </w:r>
      <w:r w:rsidRPr="0075453F">
        <w:t>цели</w:t>
      </w:r>
      <w:r w:rsidRPr="0075453F">
        <w:rPr>
          <w:spacing w:val="-3"/>
        </w:rPr>
        <w:t xml:space="preserve"> </w:t>
      </w:r>
      <w:r w:rsidRPr="0075453F">
        <w:t>и</w:t>
      </w:r>
      <w:r w:rsidRPr="0075453F">
        <w:rPr>
          <w:spacing w:val="-2"/>
        </w:rPr>
        <w:t xml:space="preserve"> </w:t>
      </w:r>
      <w:r w:rsidRPr="0075453F">
        <w:t>точки</w:t>
      </w:r>
      <w:r w:rsidRPr="0075453F">
        <w:rPr>
          <w:spacing w:val="-3"/>
        </w:rPr>
        <w:t xml:space="preserve"> </w:t>
      </w:r>
      <w:r w:rsidRPr="0075453F">
        <w:t>зрения.</w:t>
      </w:r>
    </w:p>
    <w:p w:rsidR="00D67070" w:rsidRPr="0075453F" w:rsidRDefault="00D67070" w:rsidP="00EA599B">
      <w:pPr>
        <w:pStyle w:val="ListParagraph"/>
        <w:numPr>
          <w:ilvl w:val="1"/>
          <w:numId w:val="4"/>
        </w:numPr>
        <w:tabs>
          <w:tab w:val="left" w:pos="1526"/>
        </w:tabs>
        <w:spacing w:before="1" w:line="240" w:lineRule="auto"/>
        <w:ind w:left="1525" w:hanging="993"/>
      </w:pPr>
      <w:r w:rsidRPr="0075453F">
        <w:t>С</w:t>
      </w:r>
      <w:r w:rsidRPr="0075453F">
        <w:rPr>
          <w:spacing w:val="-3"/>
        </w:rPr>
        <w:t xml:space="preserve"> </w:t>
      </w:r>
      <w:r w:rsidRPr="0075453F">
        <w:t>помощью</w:t>
      </w:r>
      <w:r w:rsidRPr="0075453F">
        <w:rPr>
          <w:spacing w:val="-3"/>
        </w:rPr>
        <w:t xml:space="preserve"> </w:t>
      </w:r>
      <w:r w:rsidRPr="0075453F">
        <w:t xml:space="preserve">кнопки </w:t>
      </w:r>
      <w:r w:rsidRPr="0075453F">
        <w:rPr>
          <w:i/>
        </w:rPr>
        <w:t>Блока</w:t>
      </w:r>
      <w:r w:rsidRPr="0075453F">
        <w:rPr>
          <w:i/>
          <w:spacing w:val="-4"/>
        </w:rPr>
        <w:t xml:space="preserve"> </w:t>
      </w:r>
      <w:r w:rsidRPr="0075453F">
        <w:rPr>
          <w:i/>
        </w:rPr>
        <w:t>текста</w:t>
      </w:r>
      <w:r w:rsidRPr="0075453F">
        <w:rPr>
          <w:i/>
          <w:spacing w:val="-2"/>
        </w:rPr>
        <w:t xml:space="preserve"> </w:t>
      </w:r>
      <w:r w:rsidRPr="0075453F">
        <w:t>внесите</w:t>
      </w:r>
      <w:r w:rsidRPr="0075453F">
        <w:rPr>
          <w:spacing w:val="-1"/>
        </w:rPr>
        <w:t xml:space="preserve"> </w:t>
      </w:r>
      <w:r w:rsidRPr="0075453F">
        <w:t>текст</w:t>
      </w:r>
      <w:r w:rsidRPr="0075453F">
        <w:rPr>
          <w:spacing w:val="-1"/>
        </w:rPr>
        <w:t xml:space="preserve"> </w:t>
      </w:r>
      <w:r w:rsidRPr="0075453F">
        <w:t>в</w:t>
      </w:r>
      <w:r w:rsidRPr="0075453F">
        <w:rPr>
          <w:spacing w:val="-2"/>
        </w:rPr>
        <w:t xml:space="preserve"> </w:t>
      </w:r>
      <w:r w:rsidRPr="0075453F">
        <w:t>поле</w:t>
      </w:r>
      <w:r w:rsidRPr="0075453F">
        <w:rPr>
          <w:spacing w:val="-1"/>
        </w:rPr>
        <w:t xml:space="preserve"> </w:t>
      </w:r>
      <w:r w:rsidRPr="0075453F">
        <w:t>диаграммы</w:t>
      </w:r>
      <w:r w:rsidRPr="0075453F">
        <w:rPr>
          <w:spacing w:val="1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точку</w:t>
      </w:r>
      <w:r w:rsidRPr="0075453F">
        <w:rPr>
          <w:spacing w:val="-4"/>
        </w:rPr>
        <w:t xml:space="preserve"> </w:t>
      </w:r>
      <w:r w:rsidRPr="0075453F">
        <w:t>зрения</w:t>
      </w:r>
      <w:r w:rsidRPr="0075453F">
        <w:rPr>
          <w:spacing w:val="-2"/>
        </w:rPr>
        <w:t xml:space="preserve"> </w:t>
      </w:r>
      <w:r w:rsidRPr="0075453F">
        <w:t>и</w:t>
      </w:r>
      <w:r w:rsidRPr="0075453F">
        <w:rPr>
          <w:spacing w:val="-2"/>
        </w:rPr>
        <w:t xml:space="preserve"> </w:t>
      </w:r>
      <w:r w:rsidRPr="0075453F">
        <w:t>цель</w:t>
      </w:r>
      <w:r w:rsidRPr="0075453F">
        <w:rPr>
          <w:spacing w:val="-1"/>
        </w:rPr>
        <w:t xml:space="preserve"> </w:t>
      </w:r>
      <w:r w:rsidRPr="0075453F">
        <w:t>(рис.</w:t>
      </w:r>
      <w:r w:rsidRPr="0075453F">
        <w:rPr>
          <w:spacing w:val="-1"/>
        </w:rPr>
        <w:t xml:space="preserve"> </w:t>
      </w:r>
      <w:r w:rsidRPr="0075453F">
        <w:t>5).</w:t>
      </w:r>
    </w:p>
    <w:p w:rsidR="00D67070" w:rsidRPr="0075453F" w:rsidRDefault="00D67070">
      <w:pPr>
        <w:pStyle w:val="BodyText"/>
        <w:spacing w:before="1"/>
        <w:rPr>
          <w:sz w:val="19"/>
        </w:rPr>
      </w:pPr>
      <w:r>
        <w:rPr>
          <w:noProof/>
          <w:lang w:eastAsia="ru-RU"/>
        </w:rPr>
        <w:pict>
          <v:shape id="image63.png" o:spid="_x0000_s1029" type="#_x0000_t75" style="position:absolute;margin-left:81.35pt;margin-top:12.95pt;width:453.9pt;height:257.6pt;z-index:251660288;visibility:visible;mso-wrap-distance-left:0;mso-wrap-distance-right:0;mso-position-horizontal-relative:page">
            <v:imagedata r:id="rId12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6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24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Цель</w:t>
      </w:r>
      <w:r w:rsidRPr="0075453F">
        <w:rPr>
          <w:spacing w:val="-1"/>
        </w:rPr>
        <w:t xml:space="preserve"> </w:t>
      </w:r>
      <w:r w:rsidRPr="0075453F">
        <w:t>и</w:t>
      </w:r>
      <w:r w:rsidRPr="0075453F">
        <w:rPr>
          <w:spacing w:val="-1"/>
        </w:rPr>
        <w:t xml:space="preserve"> </w:t>
      </w:r>
      <w:r w:rsidRPr="0075453F">
        <w:t>точка</w:t>
      </w:r>
      <w:r w:rsidRPr="0075453F">
        <w:rPr>
          <w:spacing w:val="-1"/>
        </w:rPr>
        <w:t xml:space="preserve"> </w:t>
      </w:r>
      <w:r w:rsidRPr="0075453F">
        <w:t>зрения</w:t>
      </w:r>
    </w:p>
    <w:p w:rsidR="00D67070" w:rsidRPr="0075453F" w:rsidRDefault="00D67070">
      <w:pPr>
        <w:pStyle w:val="BodyText"/>
        <w:spacing w:before="6"/>
        <w:rPr>
          <w:sz w:val="19"/>
        </w:rPr>
      </w:pP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before="1" w:line="240" w:lineRule="auto"/>
        <w:ind w:left="106" w:right="123" w:firstLine="427"/>
      </w:pPr>
      <w:r w:rsidRPr="0075453F">
        <w:t>В</w:t>
      </w:r>
      <w:r w:rsidRPr="0075453F">
        <w:rPr>
          <w:spacing w:val="49"/>
        </w:rPr>
        <w:t xml:space="preserve"> </w:t>
      </w:r>
      <w:r w:rsidRPr="0075453F">
        <w:t>область</w:t>
      </w:r>
      <w:r w:rsidRPr="0075453F">
        <w:rPr>
          <w:spacing w:val="49"/>
        </w:rPr>
        <w:t xml:space="preserve"> </w:t>
      </w:r>
      <w:r w:rsidRPr="0075453F">
        <w:t>диаграммы</w:t>
      </w:r>
      <w:r w:rsidRPr="0075453F">
        <w:rPr>
          <w:spacing w:val="48"/>
        </w:rPr>
        <w:t xml:space="preserve"> </w:t>
      </w:r>
      <w:r w:rsidRPr="0075453F">
        <w:t>(поле</w:t>
      </w:r>
      <w:r w:rsidRPr="0075453F">
        <w:rPr>
          <w:spacing w:val="53"/>
        </w:rPr>
        <w:t xml:space="preserve"> </w:t>
      </w:r>
      <w:r w:rsidRPr="0075453F">
        <w:rPr>
          <w:i/>
        </w:rPr>
        <w:t>Блока</w:t>
      </w:r>
      <w:r w:rsidRPr="0075453F">
        <w:rPr>
          <w:i/>
          <w:spacing w:val="51"/>
        </w:rPr>
        <w:t xml:space="preserve"> </w:t>
      </w:r>
      <w:r w:rsidRPr="0075453F">
        <w:rPr>
          <w:i/>
        </w:rPr>
        <w:t>заголовка</w:t>
      </w:r>
      <w:r w:rsidRPr="0075453F">
        <w:t>)</w:t>
      </w:r>
      <w:r w:rsidRPr="0075453F">
        <w:rPr>
          <w:spacing w:val="51"/>
        </w:rPr>
        <w:t xml:space="preserve"> </w:t>
      </w:r>
      <w:r w:rsidRPr="0075453F">
        <w:t>внесите</w:t>
      </w:r>
      <w:r w:rsidRPr="0075453F">
        <w:rPr>
          <w:spacing w:val="53"/>
        </w:rPr>
        <w:t xml:space="preserve"> </w:t>
      </w:r>
      <w:r w:rsidRPr="0075453F">
        <w:rPr>
          <w:i/>
        </w:rPr>
        <w:t>Блок</w:t>
      </w:r>
      <w:r w:rsidRPr="0075453F">
        <w:rPr>
          <w:i/>
          <w:spacing w:val="47"/>
        </w:rPr>
        <w:t xml:space="preserve"> </w:t>
      </w:r>
      <w:r w:rsidRPr="0075453F">
        <w:rPr>
          <w:i/>
        </w:rPr>
        <w:t>действия</w:t>
      </w:r>
      <w:r w:rsidRPr="0075453F">
        <w:t>.</w:t>
      </w:r>
      <w:r w:rsidRPr="0075453F">
        <w:rPr>
          <w:spacing w:val="51"/>
        </w:rPr>
        <w:t xml:space="preserve"> </w:t>
      </w:r>
      <w:r w:rsidRPr="0075453F">
        <w:t>В</w:t>
      </w:r>
      <w:r w:rsidRPr="0075453F">
        <w:rPr>
          <w:spacing w:val="48"/>
        </w:rPr>
        <w:t xml:space="preserve"> </w:t>
      </w:r>
      <w:r w:rsidRPr="0075453F">
        <w:t>открывшемся</w:t>
      </w:r>
      <w:r w:rsidRPr="0075453F">
        <w:rPr>
          <w:spacing w:val="50"/>
        </w:rPr>
        <w:t xml:space="preserve"> </w:t>
      </w:r>
      <w:r w:rsidRPr="0075453F">
        <w:t>окне</w:t>
      </w:r>
      <w:r w:rsidRPr="0075453F">
        <w:rPr>
          <w:spacing w:val="53"/>
        </w:rPr>
        <w:t xml:space="preserve"> </w:t>
      </w:r>
      <w:r w:rsidRPr="0075453F">
        <w:t>«Данные</w:t>
      </w:r>
      <w:r w:rsidRPr="0075453F">
        <w:rPr>
          <w:spacing w:val="-52"/>
        </w:rPr>
        <w:t xml:space="preserve"> </w:t>
      </w:r>
      <w:r w:rsidRPr="0075453F">
        <w:t>фигуры»</w:t>
      </w:r>
      <w:r w:rsidRPr="0075453F">
        <w:rPr>
          <w:spacing w:val="-6"/>
        </w:rPr>
        <w:t xml:space="preserve"> </w:t>
      </w:r>
      <w:r w:rsidRPr="0075453F">
        <w:t>внесите имя</w:t>
      </w:r>
      <w:r w:rsidRPr="0075453F">
        <w:rPr>
          <w:spacing w:val="-1"/>
        </w:rPr>
        <w:t xml:space="preserve"> </w:t>
      </w:r>
      <w:r w:rsidRPr="0075453F">
        <w:t>процесса и идентификатор</w:t>
      </w:r>
      <w:r w:rsidRPr="0075453F">
        <w:rPr>
          <w:spacing w:val="-1"/>
        </w:rPr>
        <w:t xml:space="preserve"> </w:t>
      </w:r>
      <w:r w:rsidRPr="0075453F">
        <w:t>процесса (рис. 6).</w:t>
      </w:r>
    </w:p>
    <w:p w:rsidR="00D67070" w:rsidRPr="0075453F" w:rsidRDefault="00D67070">
      <w:pPr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1"/>
        <w:rPr>
          <w:sz w:val="6"/>
        </w:rPr>
      </w:pPr>
    </w:p>
    <w:p w:rsidR="00D67070" w:rsidRPr="0075453F" w:rsidRDefault="00D67070">
      <w:pPr>
        <w:pStyle w:val="BodyText"/>
        <w:ind w:left="1167"/>
        <w:rPr>
          <w:sz w:val="20"/>
        </w:rPr>
      </w:pPr>
      <w:r w:rsidRPr="004E2EAE">
        <w:rPr>
          <w:noProof/>
          <w:sz w:val="20"/>
          <w:lang w:eastAsia="ru-RU"/>
        </w:rPr>
        <w:pict>
          <v:shape id="image64.png" o:spid="_x0000_i1027" type="#_x0000_t75" style="width:450.75pt;height:274.5pt;visibility:visible">
            <v:imagedata r:id="rId13" o:title=""/>
          </v:shape>
        </w:pict>
      </w:r>
    </w:p>
    <w:p w:rsidR="00D67070" w:rsidRPr="0075453F" w:rsidRDefault="00D67070">
      <w:pPr>
        <w:pStyle w:val="BodyText"/>
        <w:spacing w:before="50"/>
        <w:ind w:left="413" w:right="5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25</w:t>
      </w:r>
      <w:r w:rsidRPr="0075453F">
        <w:rPr>
          <w:spacing w:val="-2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Блок</w:t>
      </w:r>
      <w:r w:rsidRPr="0075453F">
        <w:rPr>
          <w:spacing w:val="-2"/>
        </w:rPr>
        <w:t xml:space="preserve"> </w:t>
      </w:r>
      <w:r w:rsidRPr="0075453F">
        <w:t>действия</w:t>
      </w:r>
    </w:p>
    <w:p w:rsidR="00D67070" w:rsidRPr="0075453F" w:rsidRDefault="00D67070">
      <w:pPr>
        <w:pStyle w:val="BodyText"/>
      </w:pP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before="1" w:line="240" w:lineRule="auto"/>
        <w:ind w:left="106" w:right="123" w:firstLine="427"/>
      </w:pPr>
      <w:r w:rsidRPr="0075453F">
        <w:t>С</w:t>
      </w:r>
      <w:r w:rsidRPr="0075453F">
        <w:rPr>
          <w:spacing w:val="39"/>
        </w:rPr>
        <w:t xml:space="preserve"> </w:t>
      </w:r>
      <w:r w:rsidRPr="0075453F">
        <w:t>использованием</w:t>
      </w:r>
      <w:r w:rsidRPr="0075453F">
        <w:rPr>
          <w:spacing w:val="39"/>
        </w:rPr>
        <w:t xml:space="preserve"> </w:t>
      </w:r>
      <w:r w:rsidRPr="0075453F">
        <w:t>блока</w:t>
      </w:r>
      <w:r w:rsidRPr="0075453F">
        <w:rPr>
          <w:spacing w:val="41"/>
        </w:rPr>
        <w:t xml:space="preserve"> </w:t>
      </w:r>
      <w:r w:rsidRPr="0075453F">
        <w:rPr>
          <w:i/>
        </w:rPr>
        <w:t>Односторонняя</w:t>
      </w:r>
      <w:r w:rsidRPr="0075453F">
        <w:rPr>
          <w:i/>
          <w:spacing w:val="40"/>
        </w:rPr>
        <w:t xml:space="preserve"> </w:t>
      </w:r>
      <w:r w:rsidRPr="0075453F">
        <w:rPr>
          <w:i/>
        </w:rPr>
        <w:t>соединительная</w:t>
      </w:r>
      <w:r w:rsidRPr="0075453F">
        <w:rPr>
          <w:i/>
          <w:spacing w:val="40"/>
        </w:rPr>
        <w:t xml:space="preserve"> </w:t>
      </w:r>
      <w:r w:rsidRPr="0075453F">
        <w:rPr>
          <w:i/>
        </w:rPr>
        <w:t>линия</w:t>
      </w:r>
      <w:r w:rsidRPr="0075453F">
        <w:rPr>
          <w:i/>
          <w:spacing w:val="40"/>
        </w:rPr>
        <w:t xml:space="preserve"> </w:t>
      </w:r>
      <w:r w:rsidRPr="0075453F">
        <w:t>создайте</w:t>
      </w:r>
      <w:r w:rsidRPr="0075453F">
        <w:rPr>
          <w:spacing w:val="39"/>
        </w:rPr>
        <w:t xml:space="preserve"> </w:t>
      </w:r>
      <w:r w:rsidRPr="0075453F">
        <w:t>стрелки</w:t>
      </w:r>
      <w:r w:rsidRPr="0075453F">
        <w:rPr>
          <w:spacing w:val="39"/>
        </w:rPr>
        <w:t xml:space="preserve"> </w:t>
      </w:r>
      <w:r w:rsidRPr="0075453F">
        <w:t>на</w:t>
      </w:r>
      <w:r w:rsidRPr="0075453F">
        <w:rPr>
          <w:spacing w:val="39"/>
        </w:rPr>
        <w:t xml:space="preserve"> </w:t>
      </w:r>
      <w:r w:rsidRPr="0075453F">
        <w:t>контекстной</w:t>
      </w:r>
      <w:r w:rsidRPr="0075453F">
        <w:rPr>
          <w:spacing w:val="-52"/>
        </w:rPr>
        <w:t xml:space="preserve"> </w:t>
      </w:r>
      <w:r w:rsidRPr="0075453F">
        <w:t>диаграмме</w:t>
      </w:r>
      <w:r w:rsidRPr="0075453F">
        <w:rPr>
          <w:spacing w:val="-1"/>
        </w:rPr>
        <w:t xml:space="preserve"> </w:t>
      </w:r>
      <w:r w:rsidRPr="0075453F">
        <w:t>(табл.</w:t>
      </w:r>
      <w:r w:rsidRPr="0075453F">
        <w:rPr>
          <w:spacing w:val="-3"/>
        </w:rPr>
        <w:t xml:space="preserve"> </w:t>
      </w:r>
      <w:r w:rsidRPr="0075453F">
        <w:t>1).</w:t>
      </w:r>
      <w:r w:rsidRPr="0075453F">
        <w:rPr>
          <w:spacing w:val="-3"/>
        </w:rPr>
        <w:t xml:space="preserve"> </w:t>
      </w:r>
      <w:r w:rsidRPr="0075453F">
        <w:t>Чтобы добавить текст необходимо дважды</w:t>
      </w:r>
      <w:r w:rsidRPr="0075453F">
        <w:rPr>
          <w:spacing w:val="-1"/>
        </w:rPr>
        <w:t xml:space="preserve"> </w:t>
      </w:r>
      <w:r w:rsidRPr="0075453F">
        <w:t>щелкнуть по</w:t>
      </w:r>
      <w:r w:rsidRPr="0075453F">
        <w:rPr>
          <w:spacing w:val="-3"/>
        </w:rPr>
        <w:t xml:space="preserve"> </w:t>
      </w:r>
      <w:r w:rsidRPr="0075453F">
        <w:t>стрелке.</w:t>
      </w:r>
    </w:p>
    <w:p w:rsidR="00D67070" w:rsidRPr="0075453F" w:rsidRDefault="00D67070">
      <w:pPr>
        <w:pStyle w:val="BodyText"/>
        <w:spacing w:before="10"/>
        <w:rPr>
          <w:sz w:val="21"/>
        </w:rPr>
      </w:pPr>
    </w:p>
    <w:p w:rsidR="00D67070" w:rsidRPr="0075453F" w:rsidRDefault="00D67070">
      <w:pPr>
        <w:pStyle w:val="BodyText"/>
        <w:spacing w:before="1"/>
        <w:ind w:left="533"/>
      </w:pPr>
      <w:r w:rsidRPr="0075453F">
        <w:t>Таблица 5</w:t>
      </w:r>
      <w:r w:rsidRPr="0075453F">
        <w:rPr>
          <w:spacing w:val="-3"/>
        </w:rPr>
        <w:t xml:space="preserve"> </w:t>
      </w:r>
      <w:r w:rsidRPr="0075453F">
        <w:t>– Стрелки</w:t>
      </w:r>
      <w:r w:rsidRPr="0075453F">
        <w:rPr>
          <w:spacing w:val="1"/>
        </w:rPr>
        <w:t xml:space="preserve"> </w:t>
      </w:r>
      <w:r w:rsidRPr="0075453F">
        <w:t>контекстной</w:t>
      </w:r>
      <w:r w:rsidRPr="0075453F">
        <w:rPr>
          <w:spacing w:val="-4"/>
        </w:rPr>
        <w:t xml:space="preserve"> </w:t>
      </w:r>
      <w:r w:rsidRPr="0075453F">
        <w:t>диаграммы</w:t>
      </w:r>
    </w:p>
    <w:p w:rsidR="00D67070" w:rsidRPr="0075453F" w:rsidRDefault="00D67070">
      <w:pPr>
        <w:pStyle w:val="BodyText"/>
        <w:spacing w:before="5" w:after="1"/>
        <w:rPr>
          <w:sz w:val="11"/>
        </w:rPr>
      </w:pPr>
    </w:p>
    <w:tbl>
      <w:tblPr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47"/>
        <w:gridCol w:w="5491"/>
        <w:gridCol w:w="1885"/>
      </w:tblGrid>
      <w:tr w:rsidR="00D67070" w:rsidRPr="0075453F" w:rsidTr="004E2EAE">
        <w:trPr>
          <w:trHeight w:val="758"/>
        </w:trPr>
        <w:tc>
          <w:tcPr>
            <w:tcW w:w="2547" w:type="dxa"/>
          </w:tcPr>
          <w:p w:rsidR="00D67070" w:rsidRPr="004E2EAE" w:rsidRDefault="00D67070" w:rsidP="004E2EAE">
            <w:pPr>
              <w:pStyle w:val="TableParagraph"/>
              <w:spacing w:before="125"/>
              <w:ind w:left="585" w:right="385" w:firstLine="249"/>
              <w:rPr>
                <w:b/>
              </w:rPr>
            </w:pPr>
            <w:r w:rsidRPr="004E2EAE">
              <w:rPr>
                <w:b/>
              </w:rPr>
              <w:t>Имя стрелки</w:t>
            </w:r>
            <w:r w:rsidRPr="004E2EAE">
              <w:rPr>
                <w:b/>
                <w:spacing w:val="-52"/>
              </w:rPr>
              <w:t xml:space="preserve"> </w:t>
            </w:r>
            <w:r w:rsidRPr="004E2EAE">
              <w:rPr>
                <w:b/>
              </w:rPr>
              <w:t>(Arrow</w:t>
            </w:r>
            <w:r w:rsidRPr="004E2EAE">
              <w:rPr>
                <w:b/>
                <w:spacing w:val="-1"/>
              </w:rPr>
              <w:t xml:space="preserve"> </w:t>
            </w:r>
            <w:r w:rsidRPr="004E2EAE">
              <w:rPr>
                <w:b/>
              </w:rPr>
              <w:t>Name)</w:t>
            </w:r>
          </w:p>
        </w:tc>
        <w:tc>
          <w:tcPr>
            <w:tcW w:w="5491" w:type="dxa"/>
          </w:tcPr>
          <w:p w:rsidR="00D67070" w:rsidRPr="004E2EAE" w:rsidRDefault="00D67070" w:rsidP="004E2EAE">
            <w:pPr>
              <w:pStyle w:val="TableParagraph"/>
              <w:spacing w:before="8"/>
              <w:rPr>
                <w:sz w:val="21"/>
              </w:rPr>
            </w:pPr>
          </w:p>
          <w:p w:rsidR="00D67070" w:rsidRPr="004E2EAE" w:rsidRDefault="00D67070" w:rsidP="004E2EAE">
            <w:pPr>
              <w:pStyle w:val="TableParagraph"/>
              <w:spacing w:before="1"/>
              <w:ind w:right="529"/>
              <w:jc w:val="right"/>
              <w:rPr>
                <w:b/>
              </w:rPr>
            </w:pPr>
            <w:r w:rsidRPr="004E2EAE">
              <w:rPr>
                <w:b/>
              </w:rPr>
              <w:t>Определение</w:t>
            </w:r>
            <w:r w:rsidRPr="004E2EAE">
              <w:rPr>
                <w:b/>
                <w:spacing w:val="-4"/>
              </w:rPr>
              <w:t xml:space="preserve"> </w:t>
            </w:r>
            <w:r w:rsidRPr="004E2EAE">
              <w:rPr>
                <w:b/>
              </w:rPr>
              <w:t>стрелки</w:t>
            </w:r>
            <w:r w:rsidRPr="004E2EAE">
              <w:rPr>
                <w:b/>
                <w:spacing w:val="-6"/>
              </w:rPr>
              <w:t xml:space="preserve"> </w:t>
            </w:r>
            <w:r w:rsidRPr="004E2EAE">
              <w:rPr>
                <w:b/>
              </w:rPr>
              <w:t>(Arrow</w:t>
            </w:r>
            <w:r w:rsidRPr="004E2EAE">
              <w:rPr>
                <w:b/>
                <w:spacing w:val="-2"/>
              </w:rPr>
              <w:t xml:space="preserve"> </w:t>
            </w:r>
            <w:r w:rsidRPr="004E2EAE">
              <w:rPr>
                <w:b/>
              </w:rPr>
              <w:t>Definition)</w:t>
            </w:r>
          </w:p>
        </w:tc>
        <w:tc>
          <w:tcPr>
            <w:tcW w:w="1885" w:type="dxa"/>
          </w:tcPr>
          <w:p w:rsidR="00D67070" w:rsidRPr="004E2EAE" w:rsidRDefault="00D67070" w:rsidP="004E2EAE">
            <w:pPr>
              <w:pStyle w:val="TableParagraph"/>
              <w:spacing w:line="251" w:lineRule="exact"/>
              <w:ind w:left="954"/>
              <w:rPr>
                <w:b/>
              </w:rPr>
            </w:pPr>
            <w:r w:rsidRPr="004E2EAE">
              <w:rPr>
                <w:b/>
              </w:rPr>
              <w:t>Тип</w:t>
            </w:r>
          </w:p>
          <w:p w:rsidR="00D67070" w:rsidRPr="004E2EAE" w:rsidRDefault="00D67070" w:rsidP="004E2EAE">
            <w:pPr>
              <w:pStyle w:val="TableParagraph"/>
              <w:spacing w:line="254" w:lineRule="exact"/>
              <w:ind w:left="666" w:right="139" w:hanging="504"/>
              <w:rPr>
                <w:b/>
              </w:rPr>
            </w:pPr>
            <w:r w:rsidRPr="004E2EAE">
              <w:rPr>
                <w:b/>
              </w:rPr>
              <w:t>стрелки (Arrow</w:t>
            </w:r>
            <w:r w:rsidRPr="004E2EAE">
              <w:rPr>
                <w:b/>
                <w:spacing w:val="-52"/>
              </w:rPr>
              <w:t xml:space="preserve"> </w:t>
            </w:r>
            <w:r w:rsidRPr="004E2EAE">
              <w:rPr>
                <w:b/>
              </w:rPr>
              <w:t>Type)</w:t>
            </w:r>
          </w:p>
        </w:tc>
      </w:tr>
      <w:tr w:rsidR="00D67070" w:rsidRPr="0075453F" w:rsidTr="004E2EAE">
        <w:trPr>
          <w:trHeight w:val="254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line="234" w:lineRule="exact"/>
              <w:ind w:left="1135"/>
            </w:pPr>
            <w:r w:rsidRPr="0075453F">
              <w:t>График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line="234" w:lineRule="exact"/>
              <w:ind w:left="1250"/>
            </w:pPr>
            <w:r w:rsidRPr="0075453F">
              <w:t>График</w:t>
            </w:r>
            <w:r w:rsidRPr="004E2EAE">
              <w:rPr>
                <w:spacing w:val="-4"/>
              </w:rPr>
              <w:t xml:space="preserve"> </w:t>
            </w:r>
            <w:r w:rsidRPr="0075453F">
              <w:t>консультаций и</w:t>
            </w:r>
            <w:r w:rsidRPr="004E2EAE">
              <w:rPr>
                <w:spacing w:val="-4"/>
              </w:rPr>
              <w:t xml:space="preserve"> </w:t>
            </w:r>
            <w:r w:rsidRPr="0075453F">
              <w:t>сроки</w:t>
            </w:r>
            <w:r w:rsidRPr="004E2EAE">
              <w:rPr>
                <w:spacing w:val="-1"/>
              </w:rPr>
              <w:t xml:space="preserve"> </w:t>
            </w:r>
            <w:r w:rsidRPr="0075453F">
              <w:t>сдачи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line="234" w:lineRule="exact"/>
              <w:ind w:left="616" w:right="188"/>
              <w:jc w:val="center"/>
            </w:pPr>
            <w:r w:rsidRPr="0075453F">
              <w:t>Input</w:t>
            </w:r>
          </w:p>
        </w:tc>
      </w:tr>
      <w:tr w:rsidR="00D67070" w:rsidRPr="0075453F" w:rsidTr="004E2EAE">
        <w:trPr>
          <w:trHeight w:val="505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before="121"/>
              <w:ind w:right="125"/>
              <w:jc w:val="right"/>
            </w:pPr>
            <w:r w:rsidRPr="0075453F">
              <w:t>Список</w:t>
            </w:r>
            <w:r w:rsidRPr="004E2EAE">
              <w:rPr>
                <w:spacing w:val="-1"/>
              </w:rPr>
              <w:t xml:space="preserve"> </w:t>
            </w:r>
            <w:r w:rsidRPr="0075453F">
              <w:t>литературы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line="246" w:lineRule="exact"/>
              <w:ind w:left="536" w:right="100"/>
              <w:jc w:val="center"/>
            </w:pPr>
            <w:r w:rsidRPr="0075453F">
              <w:t>Источники</w:t>
            </w:r>
            <w:r w:rsidRPr="004E2EAE">
              <w:rPr>
                <w:spacing w:val="-2"/>
              </w:rPr>
              <w:t xml:space="preserve"> </w:t>
            </w:r>
            <w:r w:rsidRPr="0075453F">
              <w:t>информации</w:t>
            </w:r>
            <w:r w:rsidRPr="004E2EAE">
              <w:rPr>
                <w:spacing w:val="-2"/>
              </w:rPr>
              <w:t xml:space="preserve"> </w:t>
            </w:r>
            <w:r w:rsidRPr="0075453F">
              <w:t>для</w:t>
            </w:r>
            <w:r w:rsidRPr="004E2EAE">
              <w:rPr>
                <w:spacing w:val="-2"/>
              </w:rPr>
              <w:t xml:space="preserve"> </w:t>
            </w:r>
            <w:r w:rsidRPr="0075453F">
              <w:t>выполнения</w:t>
            </w:r>
            <w:r w:rsidRPr="004E2EAE">
              <w:rPr>
                <w:spacing w:val="-3"/>
              </w:rPr>
              <w:t xml:space="preserve"> </w:t>
            </w:r>
            <w:r w:rsidRPr="0075453F">
              <w:t>курсовой</w:t>
            </w:r>
          </w:p>
          <w:p w:rsidR="00D67070" w:rsidRPr="0075453F" w:rsidRDefault="00D67070" w:rsidP="004E2EAE">
            <w:pPr>
              <w:pStyle w:val="TableParagraph"/>
              <w:spacing w:line="240" w:lineRule="exact"/>
              <w:ind w:left="111" w:right="100"/>
              <w:jc w:val="center"/>
            </w:pPr>
            <w:r w:rsidRPr="0075453F">
              <w:t>работы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before="121"/>
              <w:ind w:left="616" w:right="188"/>
              <w:jc w:val="center"/>
            </w:pPr>
            <w:r w:rsidRPr="0075453F">
              <w:t>Input</w:t>
            </w:r>
          </w:p>
        </w:tc>
      </w:tr>
      <w:tr w:rsidR="00D67070" w:rsidRPr="0075453F" w:rsidTr="004E2EAE">
        <w:trPr>
          <w:trHeight w:val="506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before="121"/>
              <w:ind w:right="179"/>
              <w:jc w:val="right"/>
            </w:pPr>
            <w:r w:rsidRPr="0075453F">
              <w:t>Варианты заданий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line="246" w:lineRule="exact"/>
              <w:ind w:left="585"/>
            </w:pPr>
            <w:r w:rsidRPr="0075453F">
              <w:t>Список</w:t>
            </w:r>
            <w:r w:rsidRPr="004E2EAE">
              <w:rPr>
                <w:spacing w:val="-2"/>
              </w:rPr>
              <w:t xml:space="preserve"> </w:t>
            </w:r>
            <w:r w:rsidRPr="0075453F">
              <w:t>заданий</w:t>
            </w:r>
            <w:r w:rsidRPr="004E2EAE">
              <w:rPr>
                <w:spacing w:val="-2"/>
              </w:rPr>
              <w:t xml:space="preserve"> </w:t>
            </w:r>
            <w:r w:rsidRPr="0075453F">
              <w:t>на</w:t>
            </w:r>
            <w:r w:rsidRPr="004E2EAE">
              <w:rPr>
                <w:spacing w:val="-2"/>
              </w:rPr>
              <w:t xml:space="preserve"> </w:t>
            </w:r>
            <w:r w:rsidRPr="0075453F">
              <w:t>курсовую</w:t>
            </w:r>
            <w:r w:rsidRPr="004E2EAE">
              <w:rPr>
                <w:spacing w:val="-3"/>
              </w:rPr>
              <w:t xml:space="preserve"> </w:t>
            </w:r>
            <w:r w:rsidRPr="0075453F">
              <w:t>работу,</w:t>
            </w:r>
            <w:r w:rsidRPr="004E2EAE">
              <w:rPr>
                <w:spacing w:val="-2"/>
              </w:rPr>
              <w:t xml:space="preserve"> </w:t>
            </w:r>
            <w:r w:rsidRPr="0075453F">
              <w:t>подлежащий</w:t>
            </w:r>
          </w:p>
          <w:p w:rsidR="00D67070" w:rsidRPr="0075453F" w:rsidRDefault="00D67070" w:rsidP="004E2EAE">
            <w:pPr>
              <w:pStyle w:val="TableParagraph"/>
              <w:spacing w:line="240" w:lineRule="exact"/>
              <w:ind w:left="1118"/>
            </w:pPr>
            <w:r w:rsidRPr="0075453F">
              <w:t>распределению</w:t>
            </w:r>
            <w:r w:rsidRPr="004E2EAE">
              <w:rPr>
                <w:spacing w:val="-3"/>
              </w:rPr>
              <w:t xml:space="preserve"> </w:t>
            </w:r>
            <w:r w:rsidRPr="0075453F">
              <w:t>между</w:t>
            </w:r>
            <w:r w:rsidRPr="004E2EAE">
              <w:rPr>
                <w:spacing w:val="-5"/>
              </w:rPr>
              <w:t xml:space="preserve"> </w:t>
            </w:r>
            <w:r w:rsidRPr="0075453F">
              <w:t>студентами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before="121"/>
              <w:ind w:left="616" w:right="188"/>
              <w:jc w:val="center"/>
            </w:pPr>
            <w:r w:rsidRPr="0075453F">
              <w:t>Input</w:t>
            </w:r>
          </w:p>
        </w:tc>
      </w:tr>
      <w:tr w:rsidR="00D67070" w:rsidRPr="0075453F" w:rsidTr="004E2EAE">
        <w:trPr>
          <w:trHeight w:val="758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before="121"/>
              <w:ind w:left="854" w:right="353" w:hanging="48"/>
            </w:pPr>
            <w:r w:rsidRPr="0075453F">
              <w:t>Методические</w:t>
            </w:r>
            <w:r w:rsidRPr="004E2EAE">
              <w:rPr>
                <w:spacing w:val="-52"/>
              </w:rPr>
              <w:t xml:space="preserve"> </w:t>
            </w:r>
            <w:r w:rsidRPr="0075453F">
              <w:t>указания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ind w:left="165" w:right="151" w:firstLine="463"/>
            </w:pPr>
            <w:r w:rsidRPr="0075453F">
              <w:t>Документ, содержащий указания по выполнению</w:t>
            </w:r>
            <w:r w:rsidRPr="004E2EAE">
              <w:rPr>
                <w:spacing w:val="-52"/>
              </w:rPr>
              <w:t xml:space="preserve"> </w:t>
            </w:r>
            <w:r w:rsidRPr="0075453F">
              <w:t>курсовой</w:t>
            </w:r>
            <w:r w:rsidRPr="004E2EAE">
              <w:rPr>
                <w:spacing w:val="-3"/>
              </w:rPr>
              <w:t xml:space="preserve"> </w:t>
            </w:r>
            <w:r w:rsidRPr="0075453F">
              <w:t>работы,</w:t>
            </w:r>
            <w:r w:rsidRPr="004E2EAE">
              <w:rPr>
                <w:spacing w:val="-1"/>
              </w:rPr>
              <w:t xml:space="preserve"> </w:t>
            </w:r>
            <w:r w:rsidRPr="0075453F">
              <w:t>описывающий</w:t>
            </w:r>
            <w:r w:rsidRPr="004E2EAE">
              <w:rPr>
                <w:spacing w:val="-4"/>
              </w:rPr>
              <w:t xml:space="preserve"> </w:t>
            </w:r>
            <w:r w:rsidRPr="0075453F">
              <w:t>содержание</w:t>
            </w:r>
            <w:r w:rsidRPr="004E2EAE">
              <w:rPr>
                <w:spacing w:val="-1"/>
              </w:rPr>
              <w:t xml:space="preserve"> </w:t>
            </w:r>
            <w:r w:rsidRPr="0075453F">
              <w:t>ее</w:t>
            </w:r>
            <w:r w:rsidRPr="004E2EAE">
              <w:rPr>
                <w:spacing w:val="-1"/>
              </w:rPr>
              <w:t xml:space="preserve"> </w:t>
            </w:r>
            <w:r w:rsidRPr="0075453F">
              <w:t>частей</w:t>
            </w:r>
          </w:p>
          <w:p w:rsidR="00D67070" w:rsidRPr="0075453F" w:rsidRDefault="00D67070" w:rsidP="004E2EAE">
            <w:pPr>
              <w:pStyle w:val="TableParagraph"/>
              <w:spacing w:line="238" w:lineRule="exact"/>
              <w:ind w:left="1646"/>
            </w:pPr>
            <w:r w:rsidRPr="0075453F">
              <w:t>и</w:t>
            </w:r>
            <w:r w:rsidRPr="004E2EAE">
              <w:rPr>
                <w:spacing w:val="-2"/>
              </w:rPr>
              <w:t xml:space="preserve"> </w:t>
            </w:r>
            <w:r w:rsidRPr="0075453F">
              <w:t>основные</w:t>
            </w:r>
            <w:r w:rsidRPr="004E2EAE">
              <w:rPr>
                <w:spacing w:val="-1"/>
              </w:rPr>
              <w:t xml:space="preserve"> </w:t>
            </w:r>
            <w:r w:rsidRPr="0075453F">
              <w:t>требования</w:t>
            </w:r>
          </w:p>
        </w:tc>
        <w:tc>
          <w:tcPr>
            <w:tcW w:w="1885" w:type="dxa"/>
          </w:tcPr>
          <w:p w:rsidR="00D67070" w:rsidRPr="004E2EAE" w:rsidRDefault="00D67070" w:rsidP="004E2EAE">
            <w:pPr>
              <w:pStyle w:val="TableParagraph"/>
              <w:spacing w:before="4"/>
              <w:rPr>
                <w:sz w:val="21"/>
              </w:rPr>
            </w:pPr>
          </w:p>
          <w:p w:rsidR="00D67070" w:rsidRPr="0075453F" w:rsidRDefault="00D67070" w:rsidP="004E2EAE">
            <w:pPr>
              <w:pStyle w:val="TableParagraph"/>
              <w:ind w:left="620" w:right="188"/>
              <w:jc w:val="center"/>
            </w:pPr>
            <w:r w:rsidRPr="0075453F">
              <w:t>Control</w:t>
            </w:r>
          </w:p>
        </w:tc>
      </w:tr>
      <w:tr w:rsidR="00D67070" w:rsidRPr="0075453F" w:rsidTr="004E2EAE">
        <w:trPr>
          <w:trHeight w:val="760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line="242" w:lineRule="auto"/>
              <w:ind w:left="828" w:right="414" w:firstLine="38"/>
            </w:pPr>
            <w:r w:rsidRPr="0075453F">
              <w:t>Положение о</w:t>
            </w:r>
            <w:r w:rsidRPr="004E2EAE">
              <w:rPr>
                <w:spacing w:val="-52"/>
              </w:rPr>
              <w:t xml:space="preserve"> </w:t>
            </w:r>
            <w:r w:rsidRPr="0075453F">
              <w:t>курсовом</w:t>
            </w:r>
          </w:p>
          <w:p w:rsidR="00D67070" w:rsidRPr="0075453F" w:rsidRDefault="00D67070" w:rsidP="004E2EAE">
            <w:pPr>
              <w:pStyle w:val="TableParagraph"/>
              <w:spacing w:line="236" w:lineRule="exact"/>
              <w:ind w:left="506"/>
            </w:pPr>
            <w:r w:rsidRPr="0075453F">
              <w:t>проектировании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before="121"/>
              <w:ind w:left="244" w:right="227" w:firstLine="722"/>
            </w:pPr>
            <w:r w:rsidRPr="0075453F">
              <w:t>Документ, отражающий организационные</w:t>
            </w:r>
            <w:r w:rsidRPr="004E2EAE">
              <w:rPr>
                <w:spacing w:val="1"/>
              </w:rPr>
              <w:t xml:space="preserve"> </w:t>
            </w:r>
            <w:r w:rsidRPr="0075453F">
              <w:t>требования</w:t>
            </w:r>
            <w:r w:rsidRPr="004E2EAE">
              <w:rPr>
                <w:spacing w:val="-3"/>
              </w:rPr>
              <w:t xml:space="preserve"> </w:t>
            </w:r>
            <w:r w:rsidRPr="0075453F">
              <w:t>по</w:t>
            </w:r>
            <w:r w:rsidRPr="004E2EAE">
              <w:rPr>
                <w:spacing w:val="-1"/>
              </w:rPr>
              <w:t xml:space="preserve"> </w:t>
            </w:r>
            <w:r w:rsidRPr="0075453F">
              <w:t>выполнению</w:t>
            </w:r>
            <w:r w:rsidRPr="004E2EAE">
              <w:rPr>
                <w:spacing w:val="-1"/>
              </w:rPr>
              <w:t xml:space="preserve"> </w:t>
            </w:r>
            <w:r w:rsidRPr="0075453F">
              <w:t>и</w:t>
            </w:r>
            <w:r w:rsidRPr="004E2EAE">
              <w:rPr>
                <w:spacing w:val="-1"/>
              </w:rPr>
              <w:t xml:space="preserve"> </w:t>
            </w:r>
            <w:r w:rsidRPr="0075453F">
              <w:t>сдаче</w:t>
            </w:r>
            <w:r w:rsidRPr="004E2EAE">
              <w:rPr>
                <w:spacing w:val="-1"/>
              </w:rPr>
              <w:t xml:space="preserve"> </w:t>
            </w:r>
            <w:r w:rsidRPr="0075453F">
              <w:t>курсовой</w:t>
            </w:r>
            <w:r w:rsidRPr="004E2EAE">
              <w:rPr>
                <w:spacing w:val="-2"/>
              </w:rPr>
              <w:t xml:space="preserve"> </w:t>
            </w:r>
            <w:r w:rsidRPr="0075453F">
              <w:t>работы</w:t>
            </w:r>
          </w:p>
        </w:tc>
        <w:tc>
          <w:tcPr>
            <w:tcW w:w="1885" w:type="dxa"/>
          </w:tcPr>
          <w:p w:rsidR="00D67070" w:rsidRPr="004E2EAE" w:rsidRDefault="00D67070" w:rsidP="004E2EAE">
            <w:pPr>
              <w:pStyle w:val="TableParagraph"/>
              <w:spacing w:before="6"/>
              <w:rPr>
                <w:sz w:val="21"/>
              </w:rPr>
            </w:pPr>
          </w:p>
          <w:p w:rsidR="00D67070" w:rsidRPr="0075453F" w:rsidRDefault="00D67070" w:rsidP="004E2EAE">
            <w:pPr>
              <w:pStyle w:val="TableParagraph"/>
              <w:ind w:left="620" w:right="188"/>
              <w:jc w:val="center"/>
            </w:pPr>
            <w:r w:rsidRPr="0075453F">
              <w:t>Control</w:t>
            </w:r>
          </w:p>
        </w:tc>
      </w:tr>
      <w:tr w:rsidR="00D67070" w:rsidRPr="0075453F" w:rsidTr="004E2EAE">
        <w:trPr>
          <w:trHeight w:val="506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before="118"/>
              <w:ind w:left="708"/>
            </w:pPr>
            <w:r w:rsidRPr="0075453F">
              <w:t>Курсовая</w:t>
            </w:r>
            <w:r w:rsidRPr="004E2EAE">
              <w:rPr>
                <w:spacing w:val="-1"/>
              </w:rPr>
              <w:t xml:space="preserve"> </w:t>
            </w:r>
            <w:r w:rsidRPr="0075453F">
              <w:t>работа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line="246" w:lineRule="exact"/>
              <w:ind w:left="536" w:right="100"/>
              <w:jc w:val="center"/>
            </w:pPr>
            <w:r w:rsidRPr="0075453F">
              <w:t>Документ,</w:t>
            </w:r>
            <w:r w:rsidRPr="004E2EAE">
              <w:rPr>
                <w:spacing w:val="-2"/>
              </w:rPr>
              <w:t xml:space="preserve"> </w:t>
            </w:r>
            <w:r w:rsidRPr="0075453F">
              <w:t>являющийся</w:t>
            </w:r>
            <w:r w:rsidRPr="004E2EAE">
              <w:rPr>
                <w:spacing w:val="-2"/>
              </w:rPr>
              <w:t xml:space="preserve"> </w:t>
            </w:r>
            <w:r w:rsidRPr="0075453F">
              <w:t>основанием</w:t>
            </w:r>
            <w:r w:rsidRPr="004E2EAE">
              <w:rPr>
                <w:spacing w:val="-2"/>
              </w:rPr>
              <w:t xml:space="preserve"> </w:t>
            </w:r>
            <w:r w:rsidRPr="0075453F">
              <w:t>для</w:t>
            </w:r>
            <w:r w:rsidRPr="004E2EAE">
              <w:rPr>
                <w:spacing w:val="-1"/>
              </w:rPr>
              <w:t xml:space="preserve"> </w:t>
            </w:r>
            <w:r w:rsidRPr="0075453F">
              <w:t>получения</w:t>
            </w:r>
          </w:p>
          <w:p w:rsidR="00D67070" w:rsidRPr="0075453F" w:rsidRDefault="00D67070" w:rsidP="004E2EAE">
            <w:pPr>
              <w:pStyle w:val="TableParagraph"/>
              <w:spacing w:line="240" w:lineRule="exact"/>
              <w:ind w:left="109" w:right="100"/>
              <w:jc w:val="center"/>
            </w:pPr>
            <w:r w:rsidRPr="0075453F">
              <w:t>оценки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before="118"/>
              <w:ind w:left="620" w:right="185"/>
              <w:jc w:val="center"/>
            </w:pPr>
            <w:r w:rsidRPr="0075453F">
              <w:t>Output</w:t>
            </w:r>
          </w:p>
        </w:tc>
      </w:tr>
      <w:tr w:rsidR="00D67070" w:rsidRPr="0075453F" w:rsidTr="004E2EAE">
        <w:trPr>
          <w:trHeight w:val="506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line="246" w:lineRule="exact"/>
              <w:ind w:left="517" w:right="79"/>
              <w:jc w:val="center"/>
            </w:pPr>
            <w:r w:rsidRPr="0075453F">
              <w:t>Оценка</w:t>
            </w:r>
            <w:r w:rsidRPr="004E2EAE">
              <w:rPr>
                <w:spacing w:val="-2"/>
              </w:rPr>
              <w:t xml:space="preserve"> </w:t>
            </w:r>
            <w:r w:rsidRPr="0075453F">
              <w:t>за</w:t>
            </w:r>
            <w:r w:rsidRPr="004E2EAE">
              <w:rPr>
                <w:spacing w:val="-1"/>
              </w:rPr>
              <w:t xml:space="preserve"> </w:t>
            </w:r>
            <w:r w:rsidRPr="0075453F">
              <w:t>курсовую</w:t>
            </w:r>
          </w:p>
          <w:p w:rsidR="00D67070" w:rsidRPr="0075453F" w:rsidRDefault="00D67070" w:rsidP="004E2EAE">
            <w:pPr>
              <w:pStyle w:val="TableParagraph"/>
              <w:spacing w:line="240" w:lineRule="exact"/>
              <w:ind w:left="91" w:right="79"/>
              <w:jc w:val="center"/>
            </w:pPr>
            <w:r w:rsidRPr="0075453F">
              <w:t>работу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before="118"/>
              <w:ind w:right="638"/>
              <w:jc w:val="right"/>
            </w:pPr>
            <w:r w:rsidRPr="0075453F">
              <w:t>Результат</w:t>
            </w:r>
            <w:r w:rsidRPr="004E2EAE">
              <w:rPr>
                <w:spacing w:val="-2"/>
              </w:rPr>
              <w:t xml:space="preserve"> </w:t>
            </w:r>
            <w:r w:rsidRPr="0075453F">
              <w:t>выполнения</w:t>
            </w:r>
            <w:r w:rsidRPr="004E2EAE">
              <w:rPr>
                <w:spacing w:val="-2"/>
              </w:rPr>
              <w:t xml:space="preserve"> </w:t>
            </w:r>
            <w:r w:rsidRPr="0075453F">
              <w:t>курсовой</w:t>
            </w:r>
            <w:r w:rsidRPr="004E2EAE">
              <w:rPr>
                <w:spacing w:val="-3"/>
              </w:rPr>
              <w:t xml:space="preserve"> </w:t>
            </w:r>
            <w:r w:rsidRPr="0075453F">
              <w:t>работы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before="118"/>
              <w:ind w:left="620" w:right="185"/>
              <w:jc w:val="center"/>
            </w:pPr>
            <w:r w:rsidRPr="0075453F">
              <w:t>Output</w:t>
            </w:r>
          </w:p>
        </w:tc>
      </w:tr>
      <w:tr w:rsidR="00D67070" w:rsidRPr="0075453F" w:rsidTr="004E2EAE">
        <w:trPr>
          <w:trHeight w:val="251"/>
        </w:trPr>
        <w:tc>
          <w:tcPr>
            <w:tcW w:w="2547" w:type="dxa"/>
          </w:tcPr>
          <w:p w:rsidR="00D67070" w:rsidRPr="0075453F" w:rsidRDefault="00D67070" w:rsidP="004E2EAE">
            <w:pPr>
              <w:pStyle w:val="TableParagraph"/>
              <w:spacing w:line="232" w:lineRule="exact"/>
              <w:ind w:left="1099"/>
            </w:pPr>
            <w:r w:rsidRPr="0075453F">
              <w:t>Студент</w:t>
            </w:r>
          </w:p>
        </w:tc>
        <w:tc>
          <w:tcPr>
            <w:tcW w:w="5491" w:type="dxa"/>
          </w:tcPr>
          <w:p w:rsidR="00D67070" w:rsidRPr="0075453F" w:rsidRDefault="00D67070" w:rsidP="004E2EAE">
            <w:pPr>
              <w:pStyle w:val="TableParagraph"/>
              <w:spacing w:line="232" w:lineRule="exact"/>
              <w:ind w:left="1219"/>
            </w:pPr>
            <w:r w:rsidRPr="0075453F">
              <w:t>Тот,</w:t>
            </w:r>
            <w:r w:rsidRPr="004E2EAE">
              <w:rPr>
                <w:spacing w:val="-4"/>
              </w:rPr>
              <w:t xml:space="preserve"> </w:t>
            </w:r>
            <w:r w:rsidRPr="0075453F">
              <w:t>кто выполняет</w:t>
            </w:r>
            <w:r w:rsidRPr="004E2EAE">
              <w:rPr>
                <w:spacing w:val="-3"/>
              </w:rPr>
              <w:t xml:space="preserve"> </w:t>
            </w:r>
            <w:r w:rsidRPr="0075453F">
              <w:t>курсовую работу</w:t>
            </w:r>
          </w:p>
        </w:tc>
        <w:tc>
          <w:tcPr>
            <w:tcW w:w="1885" w:type="dxa"/>
          </w:tcPr>
          <w:p w:rsidR="00D67070" w:rsidRPr="0075453F" w:rsidRDefault="00D67070" w:rsidP="004E2EAE">
            <w:pPr>
              <w:pStyle w:val="TableParagraph"/>
              <w:spacing w:line="232" w:lineRule="exact"/>
              <w:ind w:left="620" w:right="188"/>
              <w:jc w:val="center"/>
            </w:pPr>
            <w:r w:rsidRPr="0075453F">
              <w:t>Mechanism</w:t>
            </w:r>
          </w:p>
        </w:tc>
      </w:tr>
    </w:tbl>
    <w:p w:rsidR="00D67070" w:rsidRPr="0075453F" w:rsidRDefault="00D67070">
      <w:pPr>
        <w:spacing w:line="232" w:lineRule="exact"/>
        <w:jc w:val="center"/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 w:rsidP="00EA599B">
      <w:pPr>
        <w:pStyle w:val="ListParagraph"/>
        <w:numPr>
          <w:ilvl w:val="0"/>
          <w:numId w:val="4"/>
        </w:numPr>
        <w:tabs>
          <w:tab w:val="left" w:pos="815"/>
        </w:tabs>
        <w:spacing w:before="64" w:line="240" w:lineRule="auto"/>
      </w:pPr>
      <w:r w:rsidRPr="0075453F">
        <w:t>Результат</w:t>
      </w:r>
      <w:r w:rsidRPr="0075453F">
        <w:rPr>
          <w:spacing w:val="-3"/>
        </w:rPr>
        <w:t xml:space="preserve"> </w:t>
      </w:r>
      <w:r w:rsidRPr="0075453F">
        <w:t>выполнения</w:t>
      </w:r>
      <w:r w:rsidRPr="0075453F">
        <w:rPr>
          <w:spacing w:val="-3"/>
        </w:rPr>
        <w:t xml:space="preserve"> </w:t>
      </w:r>
      <w:r w:rsidRPr="0075453F">
        <w:t>предыдущих</w:t>
      </w:r>
      <w:r w:rsidRPr="0075453F">
        <w:rPr>
          <w:spacing w:val="-3"/>
        </w:rPr>
        <w:t xml:space="preserve"> </w:t>
      </w:r>
      <w:r w:rsidRPr="0075453F">
        <w:t>пунктов</w:t>
      </w:r>
      <w:r w:rsidRPr="0075453F">
        <w:rPr>
          <w:spacing w:val="-4"/>
        </w:rPr>
        <w:t xml:space="preserve"> </w:t>
      </w:r>
      <w:r w:rsidRPr="0075453F">
        <w:t>представлен</w:t>
      </w:r>
      <w:r w:rsidRPr="0075453F">
        <w:rPr>
          <w:spacing w:val="-3"/>
        </w:rPr>
        <w:t xml:space="preserve"> </w:t>
      </w:r>
      <w:r w:rsidRPr="0075453F">
        <w:t>на</w:t>
      </w:r>
      <w:r w:rsidRPr="0075453F">
        <w:rPr>
          <w:spacing w:val="-2"/>
        </w:rPr>
        <w:t xml:space="preserve"> </w:t>
      </w:r>
      <w:r w:rsidRPr="0075453F">
        <w:t>рис.</w:t>
      </w:r>
      <w:r w:rsidRPr="0075453F">
        <w:rPr>
          <w:spacing w:val="-6"/>
        </w:rPr>
        <w:t xml:space="preserve"> </w:t>
      </w:r>
      <w:r w:rsidRPr="0075453F">
        <w:t>7.</w:t>
      </w:r>
    </w:p>
    <w:p w:rsidR="00D67070" w:rsidRPr="0075453F" w:rsidRDefault="00D67070">
      <w:pPr>
        <w:pStyle w:val="BodyText"/>
        <w:spacing w:before="2"/>
        <w:rPr>
          <w:sz w:val="19"/>
        </w:rPr>
      </w:pPr>
      <w:r>
        <w:rPr>
          <w:noProof/>
          <w:lang w:eastAsia="ru-RU"/>
        </w:rPr>
        <w:pict>
          <v:shape id="image65.png" o:spid="_x0000_s1030" type="#_x0000_t75" style="position:absolute;margin-left:81.35pt;margin-top:13pt;width:454.2pt;height:313.2pt;z-index:251661312;visibility:visible;mso-wrap-distance-left:0;mso-wrap-distance-right:0;mso-position-horizontal-relative:page">
            <v:imagedata r:id="rId14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2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26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Контекстная</w:t>
      </w:r>
      <w:r w:rsidRPr="0075453F">
        <w:rPr>
          <w:spacing w:val="-2"/>
        </w:rPr>
        <w:t xml:space="preserve"> </w:t>
      </w:r>
      <w:r w:rsidRPr="0075453F">
        <w:t>диаграмма</w:t>
      </w:r>
    </w:p>
    <w:p w:rsidR="00D67070" w:rsidRPr="0075453F" w:rsidRDefault="00D67070">
      <w:pPr>
        <w:pStyle w:val="BodyText"/>
        <w:spacing w:before="10"/>
        <w:rPr>
          <w:sz w:val="19"/>
        </w:rPr>
      </w:pPr>
    </w:p>
    <w:p w:rsidR="00D67070" w:rsidRPr="0075453F" w:rsidRDefault="00D67070" w:rsidP="00EA599B">
      <w:pPr>
        <w:pStyle w:val="Heading11"/>
        <w:numPr>
          <w:ilvl w:val="1"/>
          <w:numId w:val="5"/>
        </w:numPr>
        <w:tabs>
          <w:tab w:val="left" w:pos="920"/>
        </w:tabs>
        <w:spacing w:line="251" w:lineRule="exact"/>
      </w:pPr>
      <w:r w:rsidRPr="0075453F">
        <w:t>Создание</w:t>
      </w:r>
      <w:r w:rsidRPr="0075453F">
        <w:rPr>
          <w:spacing w:val="-8"/>
        </w:rPr>
        <w:t xml:space="preserve"> </w:t>
      </w:r>
      <w:r w:rsidRPr="0075453F">
        <w:t>диаграммы</w:t>
      </w:r>
      <w:r w:rsidRPr="0075453F">
        <w:rPr>
          <w:spacing w:val="-5"/>
        </w:rPr>
        <w:t xml:space="preserve"> </w:t>
      </w:r>
      <w:r w:rsidRPr="0075453F">
        <w:t>декомпозиции</w:t>
      </w:r>
    </w:p>
    <w:p w:rsidR="00D67070" w:rsidRPr="0075453F" w:rsidRDefault="00D67070" w:rsidP="00EA599B">
      <w:pPr>
        <w:pStyle w:val="ListParagraph"/>
        <w:numPr>
          <w:ilvl w:val="0"/>
          <w:numId w:val="3"/>
        </w:numPr>
        <w:tabs>
          <w:tab w:val="left" w:pos="815"/>
        </w:tabs>
        <w:spacing w:line="240" w:lineRule="auto"/>
        <w:ind w:right="122" w:firstLine="427"/>
      </w:pPr>
      <w:r w:rsidRPr="0075453F">
        <w:t>Для</w:t>
      </w:r>
      <w:r w:rsidRPr="0075453F">
        <w:rPr>
          <w:spacing w:val="-5"/>
        </w:rPr>
        <w:t xml:space="preserve"> </w:t>
      </w:r>
      <w:r w:rsidRPr="0075453F">
        <w:t>построения</w:t>
      </w:r>
      <w:r w:rsidRPr="0075453F">
        <w:rPr>
          <w:spacing w:val="-5"/>
        </w:rPr>
        <w:t xml:space="preserve"> </w:t>
      </w:r>
      <w:r w:rsidRPr="0075453F">
        <w:t>декомпозиции</w:t>
      </w:r>
      <w:r w:rsidRPr="0075453F">
        <w:rPr>
          <w:spacing w:val="-6"/>
        </w:rPr>
        <w:t xml:space="preserve"> </w:t>
      </w:r>
      <w:r w:rsidRPr="0075453F">
        <w:t>диаграммы</w:t>
      </w:r>
      <w:r w:rsidRPr="0075453F">
        <w:rPr>
          <w:spacing w:val="-7"/>
        </w:rPr>
        <w:t xml:space="preserve"> </w:t>
      </w:r>
      <w:r w:rsidRPr="0075453F">
        <w:t>создайте</w:t>
      </w:r>
      <w:r w:rsidRPr="0075453F">
        <w:rPr>
          <w:spacing w:val="-7"/>
        </w:rPr>
        <w:t xml:space="preserve"> </w:t>
      </w:r>
      <w:r w:rsidRPr="0075453F">
        <w:t>новую</w:t>
      </w:r>
      <w:r w:rsidRPr="0075453F">
        <w:rPr>
          <w:spacing w:val="-4"/>
        </w:rPr>
        <w:t xml:space="preserve"> </w:t>
      </w:r>
      <w:r w:rsidRPr="0075453F">
        <w:t>страницу</w:t>
      </w:r>
      <w:r w:rsidRPr="0075453F">
        <w:rPr>
          <w:spacing w:val="-7"/>
        </w:rPr>
        <w:t xml:space="preserve"> </w:t>
      </w:r>
      <w:r w:rsidRPr="0075453F">
        <w:t>путем</w:t>
      </w:r>
      <w:r w:rsidRPr="0075453F">
        <w:rPr>
          <w:spacing w:val="-5"/>
        </w:rPr>
        <w:t xml:space="preserve"> </w:t>
      </w:r>
      <w:r w:rsidRPr="0075453F">
        <w:t>нажатия</w:t>
      </w:r>
      <w:r w:rsidRPr="0075453F">
        <w:rPr>
          <w:spacing w:val="-6"/>
        </w:rPr>
        <w:t xml:space="preserve"> </w:t>
      </w:r>
      <w:r w:rsidRPr="0075453F">
        <w:t>правой</w:t>
      </w:r>
      <w:r w:rsidRPr="0075453F">
        <w:rPr>
          <w:spacing w:val="-8"/>
        </w:rPr>
        <w:t xml:space="preserve"> </w:t>
      </w:r>
      <w:r w:rsidRPr="0075453F">
        <w:t>кнопкой</w:t>
      </w:r>
      <w:r w:rsidRPr="0075453F">
        <w:rPr>
          <w:spacing w:val="-5"/>
        </w:rPr>
        <w:t xml:space="preserve"> </w:t>
      </w:r>
      <w:r w:rsidRPr="0075453F">
        <w:t>мыши</w:t>
      </w:r>
      <w:r w:rsidRPr="0075453F">
        <w:rPr>
          <w:spacing w:val="-52"/>
        </w:rPr>
        <w:t xml:space="preserve"> </w:t>
      </w:r>
      <w:r w:rsidRPr="0075453F">
        <w:t>в</w:t>
      </w:r>
      <w:r w:rsidRPr="0075453F">
        <w:rPr>
          <w:spacing w:val="-2"/>
        </w:rPr>
        <w:t xml:space="preserve"> </w:t>
      </w:r>
      <w:r w:rsidRPr="0075453F">
        <w:t>нижнем</w:t>
      </w:r>
      <w:r w:rsidRPr="0075453F">
        <w:rPr>
          <w:spacing w:val="-1"/>
        </w:rPr>
        <w:t xml:space="preserve"> </w:t>
      </w:r>
      <w:r w:rsidRPr="0075453F">
        <w:t>левом</w:t>
      </w:r>
      <w:r w:rsidRPr="0075453F">
        <w:rPr>
          <w:spacing w:val="-1"/>
        </w:rPr>
        <w:t xml:space="preserve"> </w:t>
      </w:r>
      <w:r w:rsidRPr="0075453F">
        <w:t>углу</w:t>
      </w:r>
      <w:r w:rsidRPr="0075453F">
        <w:rPr>
          <w:spacing w:val="-3"/>
        </w:rPr>
        <w:t xml:space="preserve"> </w:t>
      </w:r>
      <w:r w:rsidRPr="0075453F">
        <w:t>окна</w:t>
      </w:r>
      <w:r w:rsidRPr="0075453F">
        <w:rPr>
          <w:spacing w:val="-1"/>
        </w:rPr>
        <w:t xml:space="preserve"> </w:t>
      </w:r>
      <w:r w:rsidRPr="0075453F">
        <w:t>на ярлык Страница</w:t>
      </w:r>
      <w:r w:rsidRPr="0075453F">
        <w:rPr>
          <w:spacing w:val="-3"/>
        </w:rPr>
        <w:t xml:space="preserve"> </w:t>
      </w:r>
      <w:r w:rsidRPr="0075453F">
        <w:t>1.</w:t>
      </w:r>
      <w:r w:rsidRPr="0075453F">
        <w:rPr>
          <w:spacing w:val="-1"/>
        </w:rPr>
        <w:t xml:space="preserve"> </w:t>
      </w:r>
      <w:r w:rsidRPr="0075453F">
        <w:t>Выбрать пункт Добавить страницу</w:t>
      </w:r>
      <w:r w:rsidRPr="0075453F">
        <w:rPr>
          <w:spacing w:val="-4"/>
        </w:rPr>
        <w:t xml:space="preserve"> </w:t>
      </w:r>
      <w:r w:rsidRPr="0075453F">
        <w:t>(рис. 8)</w:t>
      </w:r>
    </w:p>
    <w:p w:rsidR="00D67070" w:rsidRPr="0075453F" w:rsidRDefault="00D67070">
      <w:pPr>
        <w:pStyle w:val="BodyText"/>
        <w:spacing w:before="10"/>
        <w:rPr>
          <w:sz w:val="18"/>
        </w:rPr>
      </w:pPr>
      <w:r>
        <w:rPr>
          <w:noProof/>
          <w:lang w:eastAsia="ru-RU"/>
        </w:rPr>
        <w:pict>
          <v:shape id="image66.png" o:spid="_x0000_s1031" type="#_x0000_t75" style="position:absolute;margin-left:166.45pt;margin-top:12.8pt;width:282.1pt;height:140.75pt;z-index:251662336;visibility:visible;mso-wrap-distance-left:0;mso-wrap-distance-right:0;mso-position-horizontal-relative:page">
            <v:imagedata r:id="rId15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4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27 –</w:t>
      </w:r>
      <w:r w:rsidRPr="0075453F">
        <w:rPr>
          <w:spacing w:val="-1"/>
        </w:rPr>
        <w:t xml:space="preserve"> </w:t>
      </w:r>
      <w:r w:rsidRPr="0075453F">
        <w:t>Добавление</w:t>
      </w:r>
      <w:r w:rsidRPr="0075453F">
        <w:rPr>
          <w:spacing w:val="-5"/>
        </w:rPr>
        <w:t xml:space="preserve"> </w:t>
      </w:r>
      <w:r w:rsidRPr="0075453F">
        <w:t>страницы</w:t>
      </w:r>
    </w:p>
    <w:p w:rsidR="00D67070" w:rsidRPr="0075453F" w:rsidRDefault="00D67070">
      <w:pPr>
        <w:pStyle w:val="BodyText"/>
        <w:spacing w:before="11"/>
        <w:rPr>
          <w:sz w:val="19"/>
        </w:rPr>
      </w:pPr>
    </w:p>
    <w:p w:rsidR="00D67070" w:rsidRPr="0075453F" w:rsidRDefault="00D67070" w:rsidP="00EA599B">
      <w:pPr>
        <w:pStyle w:val="ListParagraph"/>
        <w:numPr>
          <w:ilvl w:val="0"/>
          <w:numId w:val="3"/>
        </w:numPr>
        <w:tabs>
          <w:tab w:val="left" w:pos="815"/>
        </w:tabs>
        <w:spacing w:line="240" w:lineRule="auto"/>
        <w:ind w:left="814"/>
      </w:pPr>
      <w:r w:rsidRPr="0075453F">
        <w:t>Переименуйте</w:t>
      </w:r>
      <w:r w:rsidRPr="0075453F">
        <w:rPr>
          <w:spacing w:val="-2"/>
        </w:rPr>
        <w:t xml:space="preserve"> </w:t>
      </w:r>
      <w:r w:rsidRPr="0075453F">
        <w:t>страницы</w:t>
      </w:r>
      <w:r w:rsidRPr="0075453F">
        <w:rPr>
          <w:spacing w:val="-4"/>
        </w:rPr>
        <w:t xml:space="preserve"> </w:t>
      </w:r>
      <w:r w:rsidRPr="0075453F">
        <w:t>в</w:t>
      </w:r>
      <w:r w:rsidRPr="0075453F">
        <w:rPr>
          <w:spacing w:val="-2"/>
        </w:rPr>
        <w:t xml:space="preserve"> </w:t>
      </w:r>
      <w:r w:rsidRPr="0075453F">
        <w:t>соответствии</w:t>
      </w:r>
      <w:r w:rsidRPr="0075453F">
        <w:rPr>
          <w:spacing w:val="-3"/>
        </w:rPr>
        <w:t xml:space="preserve"> </w:t>
      </w:r>
      <w:r w:rsidRPr="0075453F">
        <w:t>с</w:t>
      </w:r>
      <w:r w:rsidRPr="0075453F">
        <w:rPr>
          <w:spacing w:val="-1"/>
        </w:rPr>
        <w:t xml:space="preserve"> </w:t>
      </w:r>
      <w:r w:rsidRPr="0075453F">
        <w:t>уровнем</w:t>
      </w:r>
      <w:r w:rsidRPr="0075453F">
        <w:rPr>
          <w:spacing w:val="-2"/>
        </w:rPr>
        <w:t xml:space="preserve"> </w:t>
      </w:r>
      <w:r w:rsidRPr="0075453F">
        <w:t>декомпозиции,</w:t>
      </w:r>
      <w:r w:rsidRPr="0075453F">
        <w:rPr>
          <w:spacing w:val="-2"/>
        </w:rPr>
        <w:t xml:space="preserve"> </w:t>
      </w:r>
      <w:r w:rsidRPr="0075453F">
        <w:t>например:</w:t>
      </w:r>
      <w:r w:rsidRPr="0075453F">
        <w:rPr>
          <w:spacing w:val="-2"/>
        </w:rPr>
        <w:t xml:space="preserve"> </w:t>
      </w:r>
      <w:r w:rsidRPr="0075453F">
        <w:t>A-0,</w:t>
      </w:r>
      <w:r w:rsidRPr="0075453F">
        <w:rPr>
          <w:spacing w:val="-1"/>
        </w:rPr>
        <w:t xml:space="preserve"> </w:t>
      </w:r>
      <w:r w:rsidRPr="0075453F">
        <w:t>А1</w:t>
      </w:r>
      <w:r w:rsidRPr="0075453F">
        <w:rPr>
          <w:spacing w:val="-1"/>
        </w:rPr>
        <w:t xml:space="preserve"> </w:t>
      </w:r>
      <w:r w:rsidRPr="0075453F">
        <w:t>и</w:t>
      </w:r>
      <w:r w:rsidRPr="0075453F">
        <w:rPr>
          <w:spacing w:val="-2"/>
        </w:rPr>
        <w:t xml:space="preserve"> </w:t>
      </w:r>
      <w:r w:rsidRPr="0075453F">
        <w:t>т.д.</w:t>
      </w:r>
    </w:p>
    <w:p w:rsidR="00D67070" w:rsidRPr="0075453F" w:rsidRDefault="00D67070" w:rsidP="00EA599B">
      <w:pPr>
        <w:pStyle w:val="ListParagraph"/>
        <w:numPr>
          <w:ilvl w:val="0"/>
          <w:numId w:val="3"/>
        </w:numPr>
        <w:tabs>
          <w:tab w:val="left" w:pos="815"/>
        </w:tabs>
        <w:spacing w:before="1" w:line="240" w:lineRule="auto"/>
        <w:ind w:left="814"/>
      </w:pPr>
      <w:r w:rsidRPr="0075453F">
        <w:t>Распределите</w:t>
      </w:r>
      <w:r w:rsidRPr="0075453F">
        <w:rPr>
          <w:spacing w:val="-1"/>
        </w:rPr>
        <w:t xml:space="preserve"> </w:t>
      </w:r>
      <w:r w:rsidRPr="0075453F">
        <w:t>работы</w:t>
      </w:r>
      <w:r w:rsidRPr="0075453F">
        <w:rPr>
          <w:spacing w:val="-1"/>
        </w:rPr>
        <w:t xml:space="preserve"> </w:t>
      </w:r>
      <w:r w:rsidRPr="0075453F">
        <w:t>диаграммы</w:t>
      </w:r>
      <w:r w:rsidRPr="0075453F">
        <w:rPr>
          <w:spacing w:val="-3"/>
        </w:rPr>
        <w:t xml:space="preserve"> </w:t>
      </w:r>
      <w:r w:rsidRPr="0075453F">
        <w:t>декомпозиции</w:t>
      </w:r>
      <w:r w:rsidRPr="0075453F">
        <w:rPr>
          <w:spacing w:val="-2"/>
        </w:rPr>
        <w:t xml:space="preserve"> </w:t>
      </w:r>
      <w:r w:rsidRPr="0075453F">
        <w:t>в</w:t>
      </w:r>
      <w:r w:rsidRPr="0075453F">
        <w:rPr>
          <w:spacing w:val="-1"/>
        </w:rPr>
        <w:t xml:space="preserve"> </w:t>
      </w:r>
      <w:r w:rsidRPr="0075453F">
        <w:t>области</w:t>
      </w:r>
      <w:r w:rsidRPr="0075453F">
        <w:rPr>
          <w:spacing w:val="-4"/>
        </w:rPr>
        <w:t xml:space="preserve"> </w:t>
      </w:r>
      <w:r w:rsidRPr="0075453F">
        <w:t>Блока</w:t>
      </w:r>
      <w:r w:rsidRPr="0075453F">
        <w:rPr>
          <w:spacing w:val="-1"/>
        </w:rPr>
        <w:t xml:space="preserve"> </w:t>
      </w:r>
      <w:r w:rsidRPr="0075453F">
        <w:t>заголовка</w:t>
      </w:r>
      <w:r w:rsidRPr="0075453F">
        <w:rPr>
          <w:spacing w:val="-1"/>
        </w:rPr>
        <w:t xml:space="preserve"> </w:t>
      </w:r>
      <w:r w:rsidRPr="0075453F">
        <w:t>в</w:t>
      </w:r>
      <w:r w:rsidRPr="0075453F">
        <w:rPr>
          <w:spacing w:val="-3"/>
        </w:rPr>
        <w:t xml:space="preserve"> </w:t>
      </w:r>
      <w:r w:rsidRPr="0075453F">
        <w:t>соответствии</w:t>
      </w:r>
      <w:r w:rsidRPr="0075453F">
        <w:rPr>
          <w:spacing w:val="-2"/>
        </w:rPr>
        <w:t xml:space="preserve"> </w:t>
      </w:r>
      <w:r w:rsidRPr="0075453F">
        <w:t>с</w:t>
      </w:r>
      <w:r w:rsidRPr="0075453F">
        <w:rPr>
          <w:spacing w:val="-1"/>
        </w:rPr>
        <w:t xml:space="preserve"> </w:t>
      </w:r>
      <w:r w:rsidRPr="0075453F">
        <w:t>табл.</w:t>
      </w:r>
      <w:r w:rsidRPr="0075453F">
        <w:rPr>
          <w:spacing w:val="-1"/>
        </w:rPr>
        <w:t xml:space="preserve"> </w:t>
      </w:r>
      <w:r w:rsidRPr="0075453F">
        <w:t>2.</w:t>
      </w:r>
    </w:p>
    <w:p w:rsidR="00D67070" w:rsidRPr="0075453F" w:rsidRDefault="00D67070">
      <w:pPr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64"/>
        <w:ind w:left="533"/>
      </w:pPr>
      <w:r w:rsidRPr="0075453F">
        <w:t>Таблица</w:t>
      </w:r>
      <w:r w:rsidRPr="0075453F">
        <w:rPr>
          <w:spacing w:val="-2"/>
        </w:rPr>
        <w:t xml:space="preserve"> </w:t>
      </w:r>
      <w:r w:rsidRPr="0075453F">
        <w:t>6</w:t>
      </w:r>
      <w:r w:rsidRPr="0075453F">
        <w:rPr>
          <w:spacing w:val="-4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Работы</w:t>
      </w:r>
      <w:r w:rsidRPr="0075453F">
        <w:rPr>
          <w:spacing w:val="-1"/>
        </w:rPr>
        <w:t xml:space="preserve"> </w:t>
      </w:r>
      <w:r w:rsidRPr="0075453F">
        <w:t>диаграммы</w:t>
      </w:r>
      <w:r w:rsidRPr="0075453F">
        <w:rPr>
          <w:spacing w:val="-1"/>
        </w:rPr>
        <w:t xml:space="preserve"> </w:t>
      </w:r>
      <w:r w:rsidRPr="0075453F">
        <w:t>декомпозиции</w:t>
      </w:r>
      <w:r w:rsidRPr="0075453F">
        <w:rPr>
          <w:spacing w:val="-2"/>
        </w:rPr>
        <w:t xml:space="preserve"> </w:t>
      </w:r>
      <w:r w:rsidRPr="0075453F">
        <w:t>А0</w:t>
      </w:r>
    </w:p>
    <w:p w:rsidR="00D67070" w:rsidRPr="0075453F" w:rsidRDefault="00D67070">
      <w:pPr>
        <w:pStyle w:val="BodyText"/>
        <w:spacing w:before="6"/>
        <w:rPr>
          <w:sz w:val="11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89"/>
        <w:gridCol w:w="6585"/>
      </w:tblGrid>
      <w:tr w:rsidR="00D67070" w:rsidRPr="0075453F" w:rsidTr="004E2EAE">
        <w:trPr>
          <w:trHeight w:val="505"/>
        </w:trPr>
        <w:tc>
          <w:tcPr>
            <w:tcW w:w="2989" w:type="dxa"/>
          </w:tcPr>
          <w:p w:rsidR="00D67070" w:rsidRPr="004E2EAE" w:rsidRDefault="00D67070" w:rsidP="001708D5">
            <w:pPr>
              <w:pStyle w:val="TableParagraph"/>
              <w:spacing w:line="252" w:lineRule="exact"/>
              <w:rPr>
                <w:b/>
              </w:rPr>
            </w:pPr>
            <w:r w:rsidRPr="004E2EAE">
              <w:rPr>
                <w:b/>
              </w:rPr>
              <w:t>Имя</w:t>
            </w:r>
            <w:r w:rsidRPr="004E2EAE">
              <w:rPr>
                <w:b/>
                <w:spacing w:val="7"/>
              </w:rPr>
              <w:t xml:space="preserve"> </w:t>
            </w:r>
            <w:r w:rsidRPr="004E2EAE">
              <w:rPr>
                <w:b/>
              </w:rPr>
              <w:t>работы</w:t>
            </w:r>
            <w:r w:rsidRPr="004E2EAE">
              <w:rPr>
                <w:b/>
                <w:spacing w:val="8"/>
              </w:rPr>
              <w:t xml:space="preserve"> </w:t>
            </w:r>
            <w:r w:rsidRPr="004E2EAE">
              <w:rPr>
                <w:b/>
              </w:rPr>
              <w:t>(Activity</w:t>
            </w:r>
            <w:r w:rsidRPr="004E2EAE">
              <w:rPr>
                <w:b/>
                <w:spacing w:val="-52"/>
              </w:rPr>
              <w:t xml:space="preserve"> </w:t>
            </w:r>
            <w:r w:rsidRPr="004E2EAE">
              <w:rPr>
                <w:b/>
              </w:rPr>
              <w:t>Name)</w:t>
            </w:r>
          </w:p>
        </w:tc>
        <w:tc>
          <w:tcPr>
            <w:tcW w:w="6585" w:type="dxa"/>
          </w:tcPr>
          <w:p w:rsidR="00D67070" w:rsidRPr="004E2EAE" w:rsidRDefault="00D67070" w:rsidP="001708D5">
            <w:pPr>
              <w:pStyle w:val="TableParagraph"/>
              <w:spacing w:before="125"/>
              <w:rPr>
                <w:b/>
              </w:rPr>
            </w:pPr>
            <w:r w:rsidRPr="004E2EAE">
              <w:rPr>
                <w:b/>
              </w:rPr>
              <w:t>Определение</w:t>
            </w:r>
            <w:r w:rsidRPr="004E2EAE">
              <w:rPr>
                <w:b/>
                <w:spacing w:val="-5"/>
              </w:rPr>
              <w:t xml:space="preserve"> </w:t>
            </w:r>
            <w:r w:rsidRPr="004E2EAE">
              <w:rPr>
                <w:b/>
              </w:rPr>
              <w:t>(Definition)</w:t>
            </w:r>
          </w:p>
        </w:tc>
      </w:tr>
      <w:tr w:rsidR="00D67070" w:rsidRPr="0075453F" w:rsidTr="004E2EAE">
        <w:trPr>
          <w:trHeight w:val="254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spacing w:line="234" w:lineRule="exact"/>
            </w:pPr>
            <w:r w:rsidRPr="0075453F">
              <w:t>Получить</w:t>
            </w:r>
            <w:r w:rsidRPr="004E2EAE">
              <w:rPr>
                <w:spacing w:val="-3"/>
              </w:rPr>
              <w:t xml:space="preserve"> </w:t>
            </w:r>
            <w:r w:rsidRPr="0075453F">
              <w:t>задание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34" w:lineRule="exact"/>
            </w:pPr>
            <w:r w:rsidRPr="0075453F">
              <w:t>Выбрать</w:t>
            </w:r>
            <w:r w:rsidRPr="004E2EAE">
              <w:rPr>
                <w:spacing w:val="-2"/>
              </w:rPr>
              <w:t xml:space="preserve"> </w:t>
            </w:r>
            <w:r w:rsidRPr="0075453F">
              <w:t>задание</w:t>
            </w:r>
            <w:r w:rsidRPr="004E2EAE">
              <w:rPr>
                <w:spacing w:val="-1"/>
              </w:rPr>
              <w:t xml:space="preserve"> </w:t>
            </w:r>
            <w:r w:rsidRPr="0075453F">
              <w:t>из</w:t>
            </w:r>
            <w:r w:rsidRPr="004E2EAE">
              <w:rPr>
                <w:spacing w:val="-3"/>
              </w:rPr>
              <w:t xml:space="preserve"> </w:t>
            </w:r>
            <w:r w:rsidRPr="0075453F">
              <w:t>списка,</w:t>
            </w:r>
            <w:r w:rsidRPr="004E2EAE">
              <w:rPr>
                <w:spacing w:val="-1"/>
              </w:rPr>
              <w:t xml:space="preserve"> </w:t>
            </w:r>
            <w:r w:rsidRPr="0075453F">
              <w:t>согласовать</w:t>
            </w:r>
            <w:r w:rsidRPr="004E2EAE">
              <w:rPr>
                <w:spacing w:val="-2"/>
              </w:rPr>
              <w:t xml:space="preserve"> </w:t>
            </w:r>
            <w:r w:rsidRPr="0075453F">
              <w:t>его</w:t>
            </w:r>
            <w:r w:rsidRPr="004E2EAE">
              <w:rPr>
                <w:spacing w:val="-4"/>
              </w:rPr>
              <w:t xml:space="preserve"> </w:t>
            </w:r>
            <w:r w:rsidRPr="0075453F">
              <w:t>с</w:t>
            </w:r>
            <w:r w:rsidRPr="004E2EAE">
              <w:rPr>
                <w:spacing w:val="-2"/>
              </w:rPr>
              <w:t xml:space="preserve"> </w:t>
            </w:r>
            <w:r w:rsidRPr="0075453F">
              <w:t>преподавателем</w:t>
            </w:r>
          </w:p>
        </w:tc>
      </w:tr>
      <w:tr w:rsidR="00D67070" w:rsidRPr="0075453F" w:rsidTr="004E2EAE">
        <w:trPr>
          <w:trHeight w:val="251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spacing w:line="232" w:lineRule="exact"/>
            </w:pPr>
            <w:r w:rsidRPr="0075453F">
              <w:t>Подобрать</w:t>
            </w:r>
            <w:r w:rsidRPr="004E2EAE">
              <w:rPr>
                <w:spacing w:val="-3"/>
              </w:rPr>
              <w:t xml:space="preserve"> </w:t>
            </w:r>
            <w:r w:rsidRPr="0075453F">
              <w:t>литературу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32" w:lineRule="exact"/>
            </w:pPr>
            <w:r w:rsidRPr="0075453F">
              <w:t>Выбрать</w:t>
            </w:r>
            <w:r w:rsidRPr="004E2EAE">
              <w:rPr>
                <w:spacing w:val="-2"/>
              </w:rPr>
              <w:t xml:space="preserve"> </w:t>
            </w:r>
            <w:r w:rsidRPr="0075453F">
              <w:t>из</w:t>
            </w:r>
            <w:r w:rsidRPr="004E2EAE">
              <w:rPr>
                <w:spacing w:val="-4"/>
              </w:rPr>
              <w:t xml:space="preserve"> </w:t>
            </w:r>
            <w:r w:rsidRPr="0075453F">
              <w:t>списка</w:t>
            </w:r>
            <w:r w:rsidRPr="004E2EAE">
              <w:rPr>
                <w:spacing w:val="-3"/>
              </w:rPr>
              <w:t xml:space="preserve"> </w:t>
            </w:r>
            <w:r w:rsidRPr="0075453F">
              <w:t>литературы</w:t>
            </w:r>
            <w:r w:rsidRPr="004E2EAE">
              <w:rPr>
                <w:spacing w:val="-2"/>
              </w:rPr>
              <w:t xml:space="preserve"> </w:t>
            </w:r>
            <w:r w:rsidRPr="0075453F">
              <w:t>подходящие источники</w:t>
            </w:r>
          </w:p>
        </w:tc>
      </w:tr>
      <w:tr w:rsidR="00D67070" w:rsidRPr="0075453F" w:rsidTr="004E2EAE">
        <w:trPr>
          <w:trHeight w:val="505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spacing w:before="121"/>
            </w:pPr>
            <w:r w:rsidRPr="0075453F">
              <w:t>Сделать</w:t>
            </w:r>
            <w:r w:rsidRPr="004E2EAE">
              <w:rPr>
                <w:spacing w:val="-3"/>
              </w:rPr>
              <w:t xml:space="preserve"> </w:t>
            </w:r>
            <w:r w:rsidRPr="0075453F">
              <w:t>расчеты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52" w:lineRule="exact"/>
            </w:pPr>
            <w:r w:rsidRPr="0075453F">
              <w:t>Выполнить</w:t>
            </w:r>
            <w:r w:rsidRPr="004E2EAE">
              <w:rPr>
                <w:spacing w:val="48"/>
              </w:rPr>
              <w:t xml:space="preserve"> </w:t>
            </w:r>
            <w:r w:rsidRPr="0075453F">
              <w:t>(если</w:t>
            </w:r>
            <w:r w:rsidRPr="004E2EAE">
              <w:rPr>
                <w:spacing w:val="48"/>
              </w:rPr>
              <w:t xml:space="preserve"> </w:t>
            </w:r>
            <w:r w:rsidRPr="0075453F">
              <w:t>необходимо)</w:t>
            </w:r>
            <w:r w:rsidRPr="004E2EAE">
              <w:rPr>
                <w:spacing w:val="49"/>
              </w:rPr>
              <w:t xml:space="preserve"> </w:t>
            </w:r>
            <w:r w:rsidRPr="0075453F">
              <w:t>расчетную</w:t>
            </w:r>
            <w:r w:rsidRPr="004E2EAE">
              <w:rPr>
                <w:spacing w:val="48"/>
              </w:rPr>
              <w:t xml:space="preserve"> </w:t>
            </w:r>
            <w:r w:rsidRPr="0075453F">
              <w:t>часть</w:t>
            </w:r>
            <w:r w:rsidRPr="004E2EAE">
              <w:rPr>
                <w:spacing w:val="48"/>
              </w:rPr>
              <w:t xml:space="preserve"> </w:t>
            </w:r>
            <w:r w:rsidRPr="0075453F">
              <w:t>курсовой</w:t>
            </w:r>
            <w:r w:rsidRPr="004E2EAE">
              <w:rPr>
                <w:spacing w:val="-52"/>
              </w:rPr>
              <w:t xml:space="preserve"> </w:t>
            </w:r>
            <w:r w:rsidRPr="0075453F">
              <w:t>работы</w:t>
            </w:r>
            <w:r w:rsidRPr="004E2EAE">
              <w:rPr>
                <w:spacing w:val="-4"/>
              </w:rPr>
              <w:t xml:space="preserve"> </w:t>
            </w:r>
            <w:r w:rsidRPr="0075453F">
              <w:t>согласно заданию</w:t>
            </w:r>
          </w:p>
        </w:tc>
      </w:tr>
      <w:tr w:rsidR="00D67070" w:rsidRPr="0075453F" w:rsidTr="004E2EAE">
        <w:trPr>
          <w:trHeight w:val="505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tabs>
                <w:tab w:val="left" w:pos="1636"/>
              </w:tabs>
              <w:spacing w:line="252" w:lineRule="exact"/>
            </w:pPr>
            <w:r w:rsidRPr="0075453F">
              <w:t>Сделать</w:t>
            </w:r>
            <w:r w:rsidRPr="0075453F">
              <w:tab/>
            </w:r>
            <w:r w:rsidRPr="004E2EAE">
              <w:rPr>
                <w:spacing w:val="-1"/>
              </w:rPr>
              <w:t>графическую</w:t>
            </w:r>
            <w:r w:rsidRPr="004E2EAE">
              <w:rPr>
                <w:spacing w:val="-52"/>
              </w:rPr>
              <w:t xml:space="preserve"> </w:t>
            </w:r>
            <w:r w:rsidRPr="0075453F">
              <w:t>часть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before="121"/>
            </w:pPr>
            <w:r w:rsidRPr="0075453F">
              <w:t>При</w:t>
            </w:r>
            <w:r w:rsidRPr="004E2EAE">
              <w:rPr>
                <w:spacing w:val="-2"/>
              </w:rPr>
              <w:t xml:space="preserve"> </w:t>
            </w:r>
            <w:r w:rsidRPr="0075453F">
              <w:t>необходимости</w:t>
            </w:r>
            <w:r w:rsidRPr="004E2EAE">
              <w:rPr>
                <w:spacing w:val="-1"/>
              </w:rPr>
              <w:t xml:space="preserve"> </w:t>
            </w:r>
            <w:r w:rsidRPr="0075453F">
              <w:t>сделать</w:t>
            </w:r>
            <w:r w:rsidRPr="004E2EAE">
              <w:rPr>
                <w:spacing w:val="-2"/>
              </w:rPr>
              <w:t xml:space="preserve"> </w:t>
            </w:r>
            <w:r w:rsidRPr="0075453F">
              <w:t>графики</w:t>
            </w:r>
            <w:r w:rsidRPr="004E2EAE">
              <w:rPr>
                <w:spacing w:val="-1"/>
              </w:rPr>
              <w:t xml:space="preserve"> </w:t>
            </w:r>
            <w:r w:rsidRPr="0075453F">
              <w:t>и</w:t>
            </w:r>
            <w:r w:rsidRPr="004E2EAE">
              <w:rPr>
                <w:spacing w:val="-2"/>
              </w:rPr>
              <w:t xml:space="preserve"> </w:t>
            </w:r>
            <w:r w:rsidRPr="0075453F">
              <w:t>чертежи</w:t>
            </w:r>
          </w:p>
        </w:tc>
      </w:tr>
      <w:tr w:rsidR="00D67070" w:rsidRPr="0075453F" w:rsidTr="004E2EAE">
        <w:trPr>
          <w:trHeight w:val="505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spacing w:line="252" w:lineRule="exact"/>
            </w:pPr>
            <w:r w:rsidRPr="0075453F">
              <w:t>Оформить</w:t>
            </w:r>
            <w:r w:rsidRPr="004E2EAE">
              <w:rPr>
                <w:spacing w:val="1"/>
              </w:rPr>
              <w:t xml:space="preserve"> </w:t>
            </w:r>
            <w:r w:rsidRPr="0075453F">
              <w:t>пояснительную</w:t>
            </w:r>
            <w:r w:rsidRPr="004E2EAE">
              <w:rPr>
                <w:spacing w:val="-10"/>
              </w:rPr>
              <w:t xml:space="preserve"> </w:t>
            </w:r>
            <w:r w:rsidRPr="0075453F">
              <w:t>записку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52" w:lineRule="exact"/>
            </w:pPr>
            <w:r w:rsidRPr="0075453F">
              <w:t>Оформить</w:t>
            </w:r>
            <w:r w:rsidRPr="004E2EAE">
              <w:rPr>
                <w:spacing w:val="7"/>
              </w:rPr>
              <w:t xml:space="preserve"> </w:t>
            </w:r>
            <w:r w:rsidRPr="0075453F">
              <w:t>текстовую</w:t>
            </w:r>
            <w:r w:rsidRPr="004E2EAE">
              <w:rPr>
                <w:spacing w:val="8"/>
              </w:rPr>
              <w:t xml:space="preserve"> </w:t>
            </w:r>
            <w:r w:rsidRPr="0075453F">
              <w:t>часть</w:t>
            </w:r>
            <w:r w:rsidRPr="004E2EAE">
              <w:rPr>
                <w:spacing w:val="8"/>
              </w:rPr>
              <w:t xml:space="preserve"> </w:t>
            </w:r>
            <w:r w:rsidRPr="0075453F">
              <w:t>и</w:t>
            </w:r>
            <w:r w:rsidRPr="004E2EAE">
              <w:rPr>
                <w:spacing w:val="7"/>
              </w:rPr>
              <w:t xml:space="preserve"> </w:t>
            </w:r>
            <w:r w:rsidRPr="0075453F">
              <w:t>объединить</w:t>
            </w:r>
            <w:r w:rsidRPr="004E2EAE">
              <w:rPr>
                <w:spacing w:val="7"/>
              </w:rPr>
              <w:t xml:space="preserve"> </w:t>
            </w:r>
            <w:r w:rsidRPr="0075453F">
              <w:t>все</w:t>
            </w:r>
            <w:r w:rsidRPr="004E2EAE">
              <w:rPr>
                <w:spacing w:val="12"/>
              </w:rPr>
              <w:t xml:space="preserve"> </w:t>
            </w:r>
            <w:r w:rsidRPr="0075453F">
              <w:t>сделанные</w:t>
            </w:r>
            <w:r w:rsidRPr="004E2EAE">
              <w:rPr>
                <w:spacing w:val="9"/>
              </w:rPr>
              <w:t xml:space="preserve"> </w:t>
            </w:r>
            <w:r w:rsidRPr="0075453F">
              <w:t>части</w:t>
            </w:r>
            <w:r w:rsidRPr="004E2EAE">
              <w:rPr>
                <w:spacing w:val="-52"/>
              </w:rPr>
              <w:t xml:space="preserve"> </w:t>
            </w:r>
            <w:r w:rsidRPr="0075453F">
              <w:t>в</w:t>
            </w:r>
            <w:r w:rsidRPr="004E2EAE">
              <w:rPr>
                <w:spacing w:val="-2"/>
              </w:rPr>
              <w:t xml:space="preserve"> </w:t>
            </w:r>
            <w:r w:rsidRPr="0075453F">
              <w:t>единое целое</w:t>
            </w:r>
          </w:p>
        </w:tc>
      </w:tr>
      <w:tr w:rsidR="00D67070" w:rsidRPr="0075453F" w:rsidTr="004E2EAE">
        <w:trPr>
          <w:trHeight w:val="506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spacing w:before="121"/>
            </w:pPr>
            <w:r w:rsidRPr="0075453F">
              <w:t>Получить</w:t>
            </w:r>
            <w:r w:rsidRPr="004E2EAE">
              <w:rPr>
                <w:spacing w:val="-3"/>
              </w:rPr>
              <w:t xml:space="preserve"> </w:t>
            </w:r>
            <w:r w:rsidRPr="0075453F">
              <w:t>консультацию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48" w:lineRule="exact"/>
            </w:pPr>
            <w:r w:rsidRPr="0075453F">
              <w:t>Получить</w:t>
            </w:r>
            <w:r w:rsidRPr="004E2EAE">
              <w:rPr>
                <w:spacing w:val="51"/>
              </w:rPr>
              <w:t xml:space="preserve"> </w:t>
            </w:r>
            <w:r w:rsidRPr="0075453F">
              <w:t>консультацию</w:t>
            </w:r>
            <w:r w:rsidRPr="004E2EAE">
              <w:rPr>
                <w:spacing w:val="105"/>
              </w:rPr>
              <w:t xml:space="preserve"> </w:t>
            </w:r>
            <w:r w:rsidRPr="0075453F">
              <w:t>у</w:t>
            </w:r>
            <w:r w:rsidRPr="004E2EAE">
              <w:rPr>
                <w:spacing w:val="103"/>
              </w:rPr>
              <w:t xml:space="preserve"> </w:t>
            </w:r>
            <w:r w:rsidRPr="0075453F">
              <w:t>преподавателя</w:t>
            </w:r>
            <w:r w:rsidRPr="004E2EAE">
              <w:rPr>
                <w:spacing w:val="104"/>
              </w:rPr>
              <w:t xml:space="preserve"> </w:t>
            </w:r>
            <w:r w:rsidRPr="0075453F">
              <w:t>перед</w:t>
            </w:r>
            <w:r w:rsidRPr="004E2EAE">
              <w:rPr>
                <w:spacing w:val="106"/>
              </w:rPr>
              <w:t xml:space="preserve"> </w:t>
            </w:r>
            <w:r w:rsidRPr="0075453F">
              <w:t>защитой,</w:t>
            </w:r>
          </w:p>
          <w:p w:rsidR="00D67070" w:rsidRPr="0075453F" w:rsidRDefault="00D67070" w:rsidP="001708D5">
            <w:pPr>
              <w:pStyle w:val="TableParagraph"/>
              <w:spacing w:line="238" w:lineRule="exact"/>
            </w:pPr>
            <w:r w:rsidRPr="0075453F">
              <w:t>выявить</w:t>
            </w:r>
            <w:r w:rsidRPr="004E2EAE">
              <w:rPr>
                <w:spacing w:val="-3"/>
              </w:rPr>
              <w:t xml:space="preserve"> </w:t>
            </w:r>
            <w:r w:rsidRPr="0075453F">
              <w:t>неточности</w:t>
            </w:r>
            <w:r w:rsidRPr="004E2EAE">
              <w:rPr>
                <w:spacing w:val="-3"/>
              </w:rPr>
              <w:t xml:space="preserve"> </w:t>
            </w:r>
            <w:r w:rsidRPr="0075453F">
              <w:t>и</w:t>
            </w:r>
            <w:r w:rsidRPr="004E2EAE">
              <w:rPr>
                <w:spacing w:val="-2"/>
              </w:rPr>
              <w:t xml:space="preserve"> </w:t>
            </w:r>
            <w:r w:rsidRPr="0075453F">
              <w:t>недостатки</w:t>
            </w:r>
          </w:p>
        </w:tc>
      </w:tr>
      <w:tr w:rsidR="00D67070" w:rsidRPr="0075453F" w:rsidTr="004E2EAE">
        <w:trPr>
          <w:trHeight w:val="508"/>
        </w:trPr>
        <w:tc>
          <w:tcPr>
            <w:tcW w:w="2989" w:type="dxa"/>
          </w:tcPr>
          <w:p w:rsidR="00D67070" w:rsidRPr="0075453F" w:rsidRDefault="00D67070" w:rsidP="001708D5">
            <w:pPr>
              <w:pStyle w:val="TableParagraph"/>
              <w:tabs>
                <w:tab w:val="left" w:pos="1970"/>
              </w:tabs>
              <w:spacing w:line="248" w:lineRule="exact"/>
            </w:pPr>
            <w:r w:rsidRPr="0075453F">
              <w:t>Защитить</w:t>
            </w:r>
            <w:r w:rsidRPr="0075453F">
              <w:tab/>
              <w:t>курсовую</w:t>
            </w:r>
          </w:p>
          <w:p w:rsidR="00D67070" w:rsidRPr="0075453F" w:rsidRDefault="00D67070" w:rsidP="001708D5">
            <w:pPr>
              <w:pStyle w:val="TableParagraph"/>
              <w:spacing w:line="240" w:lineRule="exact"/>
            </w:pPr>
            <w:r w:rsidRPr="0075453F">
              <w:t>работу</w:t>
            </w:r>
          </w:p>
        </w:tc>
        <w:tc>
          <w:tcPr>
            <w:tcW w:w="6585" w:type="dxa"/>
          </w:tcPr>
          <w:p w:rsidR="00D67070" w:rsidRPr="0075453F" w:rsidRDefault="00D67070" w:rsidP="001708D5">
            <w:pPr>
              <w:pStyle w:val="TableParagraph"/>
              <w:spacing w:line="248" w:lineRule="exact"/>
            </w:pPr>
            <w:r w:rsidRPr="0075453F">
              <w:t>Сдать</w:t>
            </w:r>
            <w:r w:rsidRPr="004E2EAE">
              <w:rPr>
                <w:spacing w:val="47"/>
              </w:rPr>
              <w:t xml:space="preserve"> </w:t>
            </w:r>
            <w:r w:rsidRPr="0075453F">
              <w:t>готовую</w:t>
            </w:r>
            <w:r w:rsidRPr="004E2EAE">
              <w:rPr>
                <w:spacing w:val="102"/>
              </w:rPr>
              <w:t xml:space="preserve"> </w:t>
            </w:r>
            <w:r w:rsidRPr="0075453F">
              <w:t>курсовую</w:t>
            </w:r>
            <w:r w:rsidRPr="004E2EAE">
              <w:rPr>
                <w:spacing w:val="102"/>
              </w:rPr>
              <w:t xml:space="preserve"> </w:t>
            </w:r>
            <w:r w:rsidRPr="0075453F">
              <w:t>работу</w:t>
            </w:r>
            <w:r w:rsidRPr="004E2EAE">
              <w:rPr>
                <w:spacing w:val="99"/>
              </w:rPr>
              <w:t xml:space="preserve"> </w:t>
            </w:r>
            <w:r w:rsidRPr="0075453F">
              <w:t>и</w:t>
            </w:r>
            <w:r w:rsidRPr="004E2EAE">
              <w:rPr>
                <w:spacing w:val="101"/>
              </w:rPr>
              <w:t xml:space="preserve"> </w:t>
            </w:r>
            <w:r w:rsidRPr="0075453F">
              <w:t>ответить</w:t>
            </w:r>
            <w:r w:rsidRPr="004E2EAE">
              <w:rPr>
                <w:spacing w:val="102"/>
              </w:rPr>
              <w:t xml:space="preserve"> </w:t>
            </w:r>
            <w:r w:rsidRPr="0075453F">
              <w:t>на</w:t>
            </w:r>
            <w:r w:rsidRPr="004E2EAE">
              <w:rPr>
                <w:spacing w:val="102"/>
              </w:rPr>
              <w:t xml:space="preserve"> </w:t>
            </w:r>
            <w:r w:rsidRPr="0075453F">
              <w:t>вопросы</w:t>
            </w:r>
          </w:p>
          <w:p w:rsidR="00D67070" w:rsidRPr="0075453F" w:rsidRDefault="00D67070" w:rsidP="001708D5">
            <w:pPr>
              <w:pStyle w:val="TableParagraph"/>
              <w:spacing w:line="240" w:lineRule="exact"/>
            </w:pPr>
            <w:r w:rsidRPr="0075453F">
              <w:t>преподавателя</w:t>
            </w:r>
          </w:p>
        </w:tc>
      </w:tr>
    </w:tbl>
    <w:p w:rsidR="00D67070" w:rsidRPr="0075453F" w:rsidRDefault="00D67070">
      <w:pPr>
        <w:pStyle w:val="BodyText"/>
        <w:spacing w:before="4"/>
        <w:rPr>
          <w:sz w:val="21"/>
        </w:rPr>
      </w:pPr>
    </w:p>
    <w:p w:rsidR="00D67070" w:rsidRPr="0075453F" w:rsidRDefault="00D67070" w:rsidP="00EA599B">
      <w:pPr>
        <w:pStyle w:val="ListParagraph"/>
        <w:numPr>
          <w:ilvl w:val="0"/>
          <w:numId w:val="3"/>
        </w:numPr>
        <w:tabs>
          <w:tab w:val="left" w:pos="815"/>
        </w:tabs>
        <w:spacing w:line="253" w:lineRule="exact"/>
        <w:ind w:left="814"/>
      </w:pPr>
      <w:r w:rsidRPr="0075453F">
        <w:t>Распределите</w:t>
      </w:r>
      <w:r w:rsidRPr="0075453F">
        <w:rPr>
          <w:spacing w:val="1"/>
        </w:rPr>
        <w:t xml:space="preserve"> </w:t>
      </w:r>
      <w:r w:rsidRPr="0075453F">
        <w:t>стрелки</w:t>
      </w:r>
      <w:r w:rsidRPr="0075453F">
        <w:rPr>
          <w:spacing w:val="3"/>
        </w:rPr>
        <w:t xml:space="preserve"> </w:t>
      </w:r>
      <w:r w:rsidRPr="0075453F">
        <w:t>для диаграммы</w:t>
      </w:r>
      <w:r w:rsidRPr="0075453F">
        <w:rPr>
          <w:spacing w:val="1"/>
        </w:rPr>
        <w:t xml:space="preserve"> </w:t>
      </w:r>
      <w:r w:rsidRPr="0075453F">
        <w:t>декомпозиции</w:t>
      </w:r>
      <w:r w:rsidRPr="0075453F">
        <w:rPr>
          <w:spacing w:val="2"/>
        </w:rPr>
        <w:t xml:space="preserve"> </w:t>
      </w:r>
      <w:r w:rsidRPr="0075453F">
        <w:t>в</w:t>
      </w:r>
      <w:r w:rsidRPr="0075453F">
        <w:rPr>
          <w:spacing w:val="2"/>
        </w:rPr>
        <w:t xml:space="preserve"> </w:t>
      </w:r>
      <w:r w:rsidRPr="0075453F">
        <w:t>соответствии</w:t>
      </w:r>
      <w:r w:rsidRPr="0075453F">
        <w:rPr>
          <w:spacing w:val="2"/>
        </w:rPr>
        <w:t xml:space="preserve"> </w:t>
      </w:r>
      <w:r w:rsidRPr="0075453F">
        <w:t>с</w:t>
      </w:r>
      <w:r w:rsidRPr="0075453F">
        <w:rPr>
          <w:spacing w:val="1"/>
        </w:rPr>
        <w:t xml:space="preserve"> </w:t>
      </w:r>
      <w:r w:rsidRPr="0075453F">
        <w:t>контекстной</w:t>
      </w:r>
      <w:r w:rsidRPr="0075453F">
        <w:rPr>
          <w:spacing w:val="2"/>
        </w:rPr>
        <w:t xml:space="preserve"> </w:t>
      </w:r>
      <w:r w:rsidRPr="0075453F">
        <w:t>диаграммой. Для</w:t>
      </w:r>
      <w:r w:rsidRPr="0075453F">
        <w:rPr>
          <w:spacing w:val="3"/>
        </w:rPr>
        <w:t xml:space="preserve"> </w:t>
      </w:r>
      <w:r w:rsidRPr="0075453F">
        <w:t>этого</w:t>
      </w:r>
    </w:p>
    <w:p w:rsidR="00D67070" w:rsidRPr="0075453F" w:rsidRDefault="00D67070">
      <w:pPr>
        <w:pStyle w:val="BodyText"/>
        <w:ind w:left="106"/>
      </w:pPr>
      <w:r w:rsidRPr="0075453F">
        <w:t>«перенесите»</w:t>
      </w:r>
      <w:r w:rsidRPr="0075453F">
        <w:rPr>
          <w:spacing w:val="-7"/>
        </w:rPr>
        <w:t xml:space="preserve"> </w:t>
      </w:r>
      <w:r w:rsidRPr="0075453F">
        <w:t>входные</w:t>
      </w:r>
      <w:r w:rsidRPr="0075453F">
        <w:rPr>
          <w:spacing w:val="-2"/>
        </w:rPr>
        <w:t xml:space="preserve"> </w:t>
      </w:r>
      <w:r w:rsidRPr="0075453F">
        <w:t>и</w:t>
      </w:r>
      <w:r w:rsidRPr="0075453F">
        <w:rPr>
          <w:spacing w:val="-2"/>
        </w:rPr>
        <w:t xml:space="preserve"> </w:t>
      </w:r>
      <w:r w:rsidRPr="0075453F">
        <w:t>выходные</w:t>
      </w:r>
      <w:r w:rsidRPr="0075453F">
        <w:rPr>
          <w:spacing w:val="-2"/>
        </w:rPr>
        <w:t xml:space="preserve"> </w:t>
      </w:r>
      <w:r w:rsidRPr="0075453F">
        <w:t>стрелки,</w:t>
      </w:r>
      <w:r w:rsidRPr="0075453F">
        <w:rPr>
          <w:spacing w:val="-5"/>
        </w:rPr>
        <w:t xml:space="preserve"> </w:t>
      </w:r>
      <w:r w:rsidRPr="0075453F">
        <w:t>связанные</w:t>
      </w:r>
      <w:r w:rsidRPr="0075453F">
        <w:rPr>
          <w:spacing w:val="-2"/>
        </w:rPr>
        <w:t xml:space="preserve"> </w:t>
      </w:r>
      <w:r w:rsidRPr="0075453F">
        <w:t>с</w:t>
      </w:r>
      <w:r w:rsidRPr="0075453F">
        <w:rPr>
          <w:spacing w:val="-2"/>
        </w:rPr>
        <w:t xml:space="preserve"> </w:t>
      </w:r>
      <w:r w:rsidRPr="0075453F">
        <w:t>декомпозируемой</w:t>
      </w:r>
      <w:r w:rsidRPr="0075453F">
        <w:rPr>
          <w:spacing w:val="-3"/>
        </w:rPr>
        <w:t xml:space="preserve"> </w:t>
      </w:r>
      <w:r w:rsidRPr="0075453F">
        <w:t>работой,</w:t>
      </w:r>
      <w:r w:rsidRPr="0075453F">
        <w:rPr>
          <w:spacing w:val="-2"/>
        </w:rPr>
        <w:t xml:space="preserve"> </w:t>
      </w:r>
      <w:r w:rsidRPr="0075453F">
        <w:t>в</w:t>
      </w:r>
      <w:r w:rsidRPr="0075453F">
        <w:rPr>
          <w:spacing w:val="-3"/>
        </w:rPr>
        <w:t xml:space="preserve"> </w:t>
      </w:r>
      <w:r w:rsidRPr="0075453F">
        <w:t>поле</w:t>
      </w:r>
      <w:r w:rsidRPr="0075453F">
        <w:rPr>
          <w:spacing w:val="-5"/>
        </w:rPr>
        <w:t xml:space="preserve"> </w:t>
      </w:r>
      <w:r w:rsidRPr="0075453F">
        <w:t>декомпозиции.</w:t>
      </w:r>
    </w:p>
    <w:p w:rsidR="00D67070" w:rsidRPr="0075453F" w:rsidRDefault="00D67070">
      <w:pPr>
        <w:pStyle w:val="BodyText"/>
      </w:pPr>
    </w:p>
    <w:p w:rsidR="00D67070" w:rsidRPr="0075453F" w:rsidRDefault="00D67070">
      <w:pPr>
        <w:pStyle w:val="BodyText"/>
        <w:ind w:left="533"/>
      </w:pPr>
      <w:r w:rsidRPr="0075453F">
        <w:t>Итог</w:t>
      </w:r>
      <w:r w:rsidRPr="0075453F">
        <w:rPr>
          <w:spacing w:val="-1"/>
        </w:rPr>
        <w:t xml:space="preserve"> </w:t>
      </w:r>
      <w:r w:rsidRPr="0075453F">
        <w:t>выполнения</w:t>
      </w:r>
      <w:r w:rsidRPr="0075453F">
        <w:rPr>
          <w:spacing w:val="-2"/>
        </w:rPr>
        <w:t xml:space="preserve"> </w:t>
      </w:r>
      <w:r w:rsidRPr="0075453F">
        <w:t>вышеописанных</w:t>
      </w:r>
      <w:r w:rsidRPr="0075453F">
        <w:rPr>
          <w:spacing w:val="-2"/>
        </w:rPr>
        <w:t xml:space="preserve"> </w:t>
      </w:r>
      <w:r w:rsidRPr="0075453F">
        <w:t>шагов</w:t>
      </w:r>
      <w:r w:rsidRPr="0075453F">
        <w:rPr>
          <w:spacing w:val="-2"/>
        </w:rPr>
        <w:t xml:space="preserve"> </w:t>
      </w:r>
      <w:r w:rsidRPr="0075453F">
        <w:t>представлен</w:t>
      </w:r>
      <w:r w:rsidRPr="0075453F">
        <w:rPr>
          <w:spacing w:val="-1"/>
        </w:rPr>
        <w:t xml:space="preserve"> </w:t>
      </w:r>
      <w:r w:rsidRPr="0075453F">
        <w:t>на рис.</w:t>
      </w:r>
      <w:r w:rsidRPr="0075453F">
        <w:rPr>
          <w:spacing w:val="-1"/>
        </w:rPr>
        <w:t xml:space="preserve"> </w:t>
      </w:r>
      <w:r w:rsidRPr="0075453F">
        <w:t>9.</w:t>
      </w:r>
    </w:p>
    <w:p w:rsidR="00D67070" w:rsidRPr="0075453F" w:rsidRDefault="00D67070">
      <w:pPr>
        <w:pStyle w:val="BodyText"/>
        <w:spacing w:before="1"/>
        <w:rPr>
          <w:sz w:val="19"/>
        </w:rPr>
      </w:pPr>
      <w:r>
        <w:rPr>
          <w:noProof/>
          <w:lang w:eastAsia="ru-RU"/>
        </w:rPr>
        <w:pict>
          <v:shape id="image67.png" o:spid="_x0000_s1032" type="#_x0000_t75" style="position:absolute;margin-left:81.35pt;margin-top:12.95pt;width:453.5pt;height:311.9pt;z-index:251663360;visibility:visible;mso-wrap-distance-left:0;mso-wrap-distance-right:0;mso-position-horizontal-relative:page">
            <v:imagedata r:id="rId16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4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28</w:t>
      </w:r>
      <w:r w:rsidRPr="0075453F">
        <w:rPr>
          <w:spacing w:val="-2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Диаграмма</w:t>
      </w:r>
      <w:r w:rsidRPr="0075453F">
        <w:rPr>
          <w:spacing w:val="-4"/>
        </w:rPr>
        <w:t xml:space="preserve"> </w:t>
      </w:r>
      <w:r w:rsidRPr="0075453F">
        <w:t>декомпозиции</w:t>
      </w:r>
    </w:p>
    <w:p w:rsidR="00D67070" w:rsidRPr="0075453F" w:rsidRDefault="00D67070">
      <w:pPr>
        <w:pStyle w:val="BodyText"/>
        <w:spacing w:before="3"/>
        <w:rPr>
          <w:sz w:val="19"/>
        </w:rPr>
      </w:pPr>
    </w:p>
    <w:p w:rsidR="00D67070" w:rsidRPr="0075453F" w:rsidRDefault="00D67070">
      <w:pPr>
        <w:pStyle w:val="BodyText"/>
        <w:spacing w:before="1"/>
        <w:ind w:left="106" w:right="119" w:firstLine="427"/>
        <w:jc w:val="both"/>
      </w:pPr>
      <w:r w:rsidRPr="0075453F">
        <w:rPr>
          <w:spacing w:val="-1"/>
          <w:u w:val="single"/>
        </w:rPr>
        <w:t>Разветвление</w:t>
      </w:r>
      <w:r w:rsidRPr="0075453F">
        <w:rPr>
          <w:spacing w:val="-11"/>
          <w:u w:val="single"/>
        </w:rPr>
        <w:t xml:space="preserve"> </w:t>
      </w:r>
      <w:r w:rsidRPr="0075453F">
        <w:rPr>
          <w:spacing w:val="-1"/>
          <w:u w:val="single"/>
        </w:rPr>
        <w:t>стрелок</w:t>
      </w:r>
      <w:r w:rsidRPr="0075453F">
        <w:rPr>
          <w:spacing w:val="-1"/>
        </w:rPr>
        <w:t>.</w:t>
      </w:r>
      <w:r w:rsidRPr="0075453F">
        <w:rPr>
          <w:spacing w:val="-11"/>
        </w:rPr>
        <w:t xml:space="preserve"> </w:t>
      </w:r>
      <w:r w:rsidRPr="0075453F">
        <w:t>График</w:t>
      </w:r>
      <w:r w:rsidRPr="0075453F">
        <w:rPr>
          <w:spacing w:val="-12"/>
        </w:rPr>
        <w:t xml:space="preserve"> </w:t>
      </w:r>
      <w:r w:rsidRPr="0075453F">
        <w:t>(расписание)</w:t>
      </w:r>
      <w:r w:rsidRPr="0075453F">
        <w:rPr>
          <w:spacing w:val="-10"/>
        </w:rPr>
        <w:t xml:space="preserve"> </w:t>
      </w:r>
      <w:r w:rsidRPr="0075453F">
        <w:t>необходимо</w:t>
      </w:r>
      <w:r w:rsidRPr="0075453F">
        <w:rPr>
          <w:spacing w:val="-11"/>
        </w:rPr>
        <w:t xml:space="preserve"> </w:t>
      </w:r>
      <w:r w:rsidRPr="0075453F">
        <w:t>для</w:t>
      </w:r>
      <w:r w:rsidRPr="0075453F">
        <w:rPr>
          <w:spacing w:val="-10"/>
        </w:rPr>
        <w:t xml:space="preserve"> </w:t>
      </w:r>
      <w:r w:rsidRPr="0075453F">
        <w:t>того,</w:t>
      </w:r>
      <w:r w:rsidRPr="0075453F">
        <w:rPr>
          <w:spacing w:val="-11"/>
        </w:rPr>
        <w:t xml:space="preserve"> </w:t>
      </w:r>
      <w:r w:rsidRPr="0075453F">
        <w:t>чтобы</w:t>
      </w:r>
      <w:r w:rsidRPr="0075453F">
        <w:rPr>
          <w:spacing w:val="-10"/>
        </w:rPr>
        <w:t xml:space="preserve"> </w:t>
      </w:r>
      <w:r w:rsidRPr="0075453F">
        <w:t>прийти</w:t>
      </w:r>
      <w:r w:rsidRPr="0075453F">
        <w:rPr>
          <w:spacing w:val="-12"/>
        </w:rPr>
        <w:t xml:space="preserve"> </w:t>
      </w:r>
      <w:r w:rsidRPr="0075453F">
        <w:t>на</w:t>
      </w:r>
      <w:r w:rsidRPr="0075453F">
        <w:rPr>
          <w:spacing w:val="-11"/>
        </w:rPr>
        <w:t xml:space="preserve"> </w:t>
      </w:r>
      <w:r w:rsidRPr="0075453F">
        <w:t>консультацию</w:t>
      </w:r>
      <w:r w:rsidRPr="0075453F">
        <w:rPr>
          <w:spacing w:val="-12"/>
        </w:rPr>
        <w:t xml:space="preserve"> </w:t>
      </w:r>
      <w:r w:rsidRPr="0075453F">
        <w:t>и</w:t>
      </w:r>
      <w:r w:rsidRPr="0075453F">
        <w:rPr>
          <w:spacing w:val="-12"/>
        </w:rPr>
        <w:t xml:space="preserve"> </w:t>
      </w:r>
      <w:r w:rsidRPr="0075453F">
        <w:t>на</w:t>
      </w:r>
      <w:r w:rsidRPr="0075453F">
        <w:rPr>
          <w:spacing w:val="-13"/>
        </w:rPr>
        <w:t xml:space="preserve"> </w:t>
      </w:r>
      <w:r w:rsidRPr="0075453F">
        <w:t>защиту,</w:t>
      </w:r>
      <w:r w:rsidRPr="0075453F">
        <w:rPr>
          <w:spacing w:val="-53"/>
        </w:rPr>
        <w:t xml:space="preserve"> </w:t>
      </w:r>
      <w:r w:rsidRPr="0075453F">
        <w:t>т.е. необходимо подвести одноименную стрелку к 2 работам. Для разветвления стрелки необходимо от фрагмента</w:t>
      </w:r>
      <w:r w:rsidRPr="0075453F">
        <w:rPr>
          <w:spacing w:val="-52"/>
        </w:rPr>
        <w:t xml:space="preserve"> </w:t>
      </w:r>
      <w:r w:rsidRPr="0075453F">
        <w:t>стрелки</w:t>
      </w:r>
      <w:r w:rsidRPr="0075453F">
        <w:rPr>
          <w:spacing w:val="-5"/>
        </w:rPr>
        <w:t xml:space="preserve"> </w:t>
      </w:r>
      <w:r w:rsidRPr="0075453F">
        <w:t>до</w:t>
      </w:r>
      <w:r w:rsidRPr="0075453F">
        <w:rPr>
          <w:spacing w:val="-1"/>
        </w:rPr>
        <w:t xml:space="preserve"> </w:t>
      </w:r>
      <w:r w:rsidRPr="0075453F">
        <w:t>сегмента</w:t>
      </w:r>
      <w:r w:rsidRPr="0075453F">
        <w:rPr>
          <w:spacing w:val="-1"/>
        </w:rPr>
        <w:t xml:space="preserve"> </w:t>
      </w:r>
      <w:r w:rsidRPr="0075453F">
        <w:t>работы</w:t>
      </w:r>
      <w:r w:rsidRPr="0075453F">
        <w:rPr>
          <w:spacing w:val="-1"/>
        </w:rPr>
        <w:t xml:space="preserve"> </w:t>
      </w:r>
      <w:r w:rsidRPr="0075453F">
        <w:t>провести</w:t>
      </w:r>
      <w:r w:rsidRPr="0075453F">
        <w:rPr>
          <w:spacing w:val="-2"/>
        </w:rPr>
        <w:t xml:space="preserve"> </w:t>
      </w:r>
      <w:r w:rsidRPr="0075453F">
        <w:t>стрелку,</w:t>
      </w:r>
      <w:r w:rsidRPr="0075453F">
        <w:rPr>
          <w:spacing w:val="-1"/>
        </w:rPr>
        <w:t xml:space="preserve"> </w:t>
      </w:r>
      <w:r w:rsidRPr="0075453F">
        <w:t>состоящую</w:t>
      </w:r>
      <w:r w:rsidRPr="0075453F">
        <w:rPr>
          <w:spacing w:val="-2"/>
        </w:rPr>
        <w:t xml:space="preserve"> </w:t>
      </w:r>
      <w:r w:rsidRPr="0075453F">
        <w:t>из</w:t>
      </w:r>
      <w:r w:rsidRPr="0075453F">
        <w:rPr>
          <w:spacing w:val="-3"/>
        </w:rPr>
        <w:t xml:space="preserve"> </w:t>
      </w:r>
      <w:r w:rsidRPr="0075453F">
        <w:t>нескольких</w:t>
      </w:r>
      <w:r w:rsidRPr="0075453F">
        <w:rPr>
          <w:spacing w:val="-4"/>
        </w:rPr>
        <w:t xml:space="preserve"> </w:t>
      </w:r>
      <w:r w:rsidRPr="0075453F">
        <w:t>блоков</w:t>
      </w:r>
      <w:r w:rsidRPr="0075453F">
        <w:rPr>
          <w:spacing w:val="-2"/>
        </w:rPr>
        <w:t xml:space="preserve"> </w:t>
      </w:r>
      <w:r w:rsidRPr="0075453F">
        <w:t>Однонаправленное</w:t>
      </w:r>
      <w:r w:rsidRPr="0075453F">
        <w:rPr>
          <w:spacing w:val="-1"/>
        </w:rPr>
        <w:t xml:space="preserve"> </w:t>
      </w:r>
      <w:r w:rsidRPr="0075453F">
        <w:t>соединение.</w:t>
      </w:r>
    </w:p>
    <w:p w:rsidR="00D67070" w:rsidRPr="0075453F" w:rsidRDefault="00D67070">
      <w:pPr>
        <w:pStyle w:val="BodyText"/>
        <w:ind w:left="533" w:right="122"/>
        <w:jc w:val="both"/>
      </w:pPr>
      <w:r w:rsidRPr="0075453F">
        <w:rPr>
          <w:u w:val="single"/>
        </w:rPr>
        <w:t>Слияние</w:t>
      </w:r>
      <w:r w:rsidRPr="0075453F">
        <w:rPr>
          <w:spacing w:val="-8"/>
          <w:u w:val="single"/>
        </w:rPr>
        <w:t xml:space="preserve"> </w:t>
      </w:r>
      <w:r w:rsidRPr="0075453F">
        <w:rPr>
          <w:u w:val="single"/>
        </w:rPr>
        <w:t>стрелок</w:t>
      </w:r>
      <w:r w:rsidRPr="0075453F">
        <w:t>.</w:t>
      </w:r>
      <w:r w:rsidRPr="0075453F">
        <w:rPr>
          <w:spacing w:val="-10"/>
        </w:rPr>
        <w:t xml:space="preserve"> </w:t>
      </w:r>
      <w:r w:rsidRPr="0075453F">
        <w:t>Для</w:t>
      </w:r>
      <w:r w:rsidRPr="0075453F">
        <w:rPr>
          <w:spacing w:val="-10"/>
        </w:rPr>
        <w:t xml:space="preserve"> </w:t>
      </w:r>
      <w:r w:rsidRPr="0075453F">
        <w:t>слияния</w:t>
      </w:r>
      <w:r w:rsidRPr="0075453F">
        <w:rPr>
          <w:spacing w:val="-8"/>
        </w:rPr>
        <w:t xml:space="preserve"> </w:t>
      </w:r>
      <w:r w:rsidRPr="0075453F">
        <w:t>двух</w:t>
      </w:r>
      <w:r w:rsidRPr="0075453F">
        <w:rPr>
          <w:spacing w:val="-7"/>
        </w:rPr>
        <w:t xml:space="preserve"> </w:t>
      </w:r>
      <w:r w:rsidRPr="0075453F">
        <w:t>стрелок</w:t>
      </w:r>
      <w:r w:rsidRPr="0075453F">
        <w:rPr>
          <w:spacing w:val="-8"/>
        </w:rPr>
        <w:t xml:space="preserve"> </w:t>
      </w:r>
      <w:r w:rsidRPr="0075453F">
        <w:t>выхода</w:t>
      </w:r>
      <w:r w:rsidRPr="0075453F">
        <w:rPr>
          <w:spacing w:val="-9"/>
        </w:rPr>
        <w:t xml:space="preserve"> </w:t>
      </w:r>
      <w:r w:rsidRPr="0075453F">
        <w:t>необходимо</w:t>
      </w:r>
      <w:r w:rsidRPr="0075453F">
        <w:rPr>
          <w:spacing w:val="-7"/>
        </w:rPr>
        <w:t xml:space="preserve"> </w:t>
      </w:r>
      <w:r w:rsidRPr="0075453F">
        <w:t>провести</w:t>
      </w:r>
      <w:r w:rsidRPr="0075453F">
        <w:rPr>
          <w:spacing w:val="-8"/>
        </w:rPr>
        <w:t xml:space="preserve"> </w:t>
      </w:r>
      <w:r w:rsidRPr="0075453F">
        <w:t>работы</w:t>
      </w:r>
      <w:r w:rsidRPr="0075453F">
        <w:rPr>
          <w:spacing w:val="-7"/>
        </w:rPr>
        <w:t xml:space="preserve"> </w:t>
      </w:r>
      <w:r w:rsidRPr="0075453F">
        <w:t>аналогичные</w:t>
      </w:r>
      <w:r w:rsidRPr="0075453F">
        <w:rPr>
          <w:spacing w:val="-7"/>
        </w:rPr>
        <w:t xml:space="preserve"> </w:t>
      </w:r>
      <w:r w:rsidRPr="0075453F">
        <w:t>разветвлению.</w:t>
      </w:r>
      <w:r w:rsidRPr="0075453F">
        <w:rPr>
          <w:spacing w:val="-53"/>
        </w:rPr>
        <w:t xml:space="preserve"> </w:t>
      </w:r>
      <w:r w:rsidRPr="0075453F">
        <w:rPr>
          <w:u w:val="single"/>
        </w:rPr>
        <w:t>ICOM-метки.</w:t>
      </w:r>
      <w:r w:rsidRPr="0075453F">
        <w:rPr>
          <w:spacing w:val="-2"/>
        </w:rPr>
        <w:t xml:space="preserve"> </w:t>
      </w:r>
      <w:r w:rsidRPr="0075453F">
        <w:t>Используя</w:t>
      </w:r>
      <w:r w:rsidRPr="0075453F">
        <w:rPr>
          <w:spacing w:val="1"/>
        </w:rPr>
        <w:t xml:space="preserve"> </w:t>
      </w:r>
      <w:r w:rsidRPr="0075453F">
        <w:t>блок</w:t>
      </w:r>
      <w:r w:rsidRPr="0075453F">
        <w:rPr>
          <w:spacing w:val="1"/>
        </w:rPr>
        <w:t xml:space="preserve"> </w:t>
      </w:r>
      <w:r w:rsidRPr="0075453F">
        <w:t>текста, расставьте</w:t>
      </w:r>
      <w:r w:rsidRPr="0075453F">
        <w:rPr>
          <w:spacing w:val="1"/>
        </w:rPr>
        <w:t xml:space="preserve"> </w:t>
      </w:r>
      <w:r w:rsidRPr="0075453F">
        <w:t>ICOM метки.</w:t>
      </w:r>
    </w:p>
    <w:p w:rsidR="00D67070" w:rsidRPr="0075453F" w:rsidRDefault="00D67070">
      <w:pPr>
        <w:pStyle w:val="BodyText"/>
        <w:spacing w:before="10"/>
        <w:rPr>
          <w:sz w:val="13"/>
        </w:rPr>
      </w:pPr>
    </w:p>
    <w:p w:rsidR="00D67070" w:rsidRPr="0075453F" w:rsidRDefault="00D67070">
      <w:pPr>
        <w:pStyle w:val="BodyText"/>
        <w:spacing w:before="92"/>
        <w:ind w:left="533"/>
      </w:pPr>
      <w:r w:rsidRPr="0075453F">
        <w:t>Результат</w:t>
      </w:r>
      <w:r w:rsidRPr="0075453F">
        <w:rPr>
          <w:spacing w:val="-3"/>
        </w:rPr>
        <w:t xml:space="preserve"> </w:t>
      </w:r>
      <w:r w:rsidRPr="0075453F">
        <w:t>выполнения</w:t>
      </w:r>
      <w:r w:rsidRPr="0075453F">
        <w:rPr>
          <w:spacing w:val="-4"/>
        </w:rPr>
        <w:t xml:space="preserve"> </w:t>
      </w:r>
      <w:r w:rsidRPr="0075453F">
        <w:t>предыдущих</w:t>
      </w:r>
      <w:r w:rsidRPr="0075453F">
        <w:rPr>
          <w:spacing w:val="-3"/>
        </w:rPr>
        <w:t xml:space="preserve"> </w:t>
      </w:r>
      <w:r w:rsidRPr="0075453F">
        <w:t>пунктов</w:t>
      </w:r>
      <w:r w:rsidRPr="0075453F">
        <w:rPr>
          <w:spacing w:val="-5"/>
        </w:rPr>
        <w:t xml:space="preserve"> </w:t>
      </w:r>
      <w:r w:rsidRPr="0075453F">
        <w:t>представлен</w:t>
      </w:r>
      <w:r w:rsidRPr="0075453F">
        <w:rPr>
          <w:spacing w:val="-3"/>
        </w:rPr>
        <w:t xml:space="preserve"> </w:t>
      </w:r>
      <w:r w:rsidRPr="0075453F">
        <w:t>на</w:t>
      </w:r>
      <w:r w:rsidRPr="0075453F">
        <w:rPr>
          <w:spacing w:val="-3"/>
        </w:rPr>
        <w:t xml:space="preserve"> </w:t>
      </w:r>
      <w:r w:rsidRPr="0075453F">
        <w:t>рисунке</w:t>
      </w:r>
      <w:r w:rsidRPr="0075453F">
        <w:rPr>
          <w:spacing w:val="-5"/>
        </w:rPr>
        <w:t xml:space="preserve"> </w:t>
      </w:r>
      <w:r w:rsidRPr="0075453F">
        <w:t>(рис.</w:t>
      </w:r>
      <w:r w:rsidRPr="0075453F">
        <w:rPr>
          <w:spacing w:val="-3"/>
        </w:rPr>
        <w:t xml:space="preserve"> </w:t>
      </w:r>
      <w:r w:rsidRPr="0075453F">
        <w:t>9).</w:t>
      </w:r>
    </w:p>
    <w:p w:rsidR="00D67070" w:rsidRPr="0075453F" w:rsidRDefault="00D67070">
      <w:pPr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BodyText"/>
        <w:spacing w:before="3" w:after="1"/>
        <w:rPr>
          <w:sz w:val="11"/>
        </w:rPr>
      </w:pPr>
    </w:p>
    <w:p w:rsidR="00D67070" w:rsidRPr="0075453F" w:rsidRDefault="00D67070">
      <w:pPr>
        <w:pStyle w:val="BodyText"/>
        <w:ind w:left="953"/>
        <w:rPr>
          <w:sz w:val="20"/>
        </w:rPr>
      </w:pPr>
      <w:r w:rsidRPr="004E2EAE">
        <w:rPr>
          <w:noProof/>
          <w:sz w:val="20"/>
          <w:lang w:eastAsia="ru-RU"/>
        </w:rPr>
        <w:pict>
          <v:shape id="image68.png" o:spid="_x0000_i1028" type="#_x0000_t75" style="width:471.75pt;height:321pt;visibility:visible">
            <v:imagedata r:id="rId17" o:title=""/>
          </v:shape>
        </w:pict>
      </w:r>
    </w:p>
    <w:p w:rsidR="00D67070" w:rsidRPr="0075453F" w:rsidRDefault="00D67070">
      <w:pPr>
        <w:pStyle w:val="BodyText"/>
        <w:spacing w:before="75"/>
        <w:ind w:left="413" w:right="2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29</w:t>
      </w:r>
      <w:r w:rsidRPr="0075453F">
        <w:rPr>
          <w:spacing w:val="-2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Диаграмма</w:t>
      </w:r>
      <w:r w:rsidRPr="0075453F">
        <w:rPr>
          <w:spacing w:val="-3"/>
        </w:rPr>
        <w:t xml:space="preserve"> </w:t>
      </w:r>
      <w:r w:rsidRPr="0075453F">
        <w:t>декомпозиции</w:t>
      </w:r>
      <w:r w:rsidRPr="0075453F">
        <w:rPr>
          <w:spacing w:val="-3"/>
        </w:rPr>
        <w:t xml:space="preserve"> </w:t>
      </w:r>
      <w:r w:rsidRPr="0075453F">
        <w:t>блока</w:t>
      </w:r>
      <w:r w:rsidRPr="0075453F">
        <w:rPr>
          <w:spacing w:val="-2"/>
        </w:rPr>
        <w:t xml:space="preserve"> </w:t>
      </w:r>
      <w:r w:rsidRPr="0075453F">
        <w:t>А0</w:t>
      </w:r>
    </w:p>
    <w:p w:rsidR="00D67070" w:rsidRPr="0075453F" w:rsidRDefault="00D67070">
      <w:pPr>
        <w:pStyle w:val="BodyText"/>
        <w:spacing w:before="3"/>
      </w:pPr>
    </w:p>
    <w:p w:rsidR="00D67070" w:rsidRPr="0075453F" w:rsidRDefault="00D67070" w:rsidP="00EA599B">
      <w:pPr>
        <w:pStyle w:val="Heading11"/>
        <w:numPr>
          <w:ilvl w:val="1"/>
          <w:numId w:val="5"/>
        </w:numPr>
        <w:tabs>
          <w:tab w:val="left" w:pos="920"/>
        </w:tabs>
        <w:spacing w:line="251" w:lineRule="exact"/>
      </w:pPr>
      <w:r w:rsidRPr="0075453F">
        <w:t>Создание</w:t>
      </w:r>
      <w:r w:rsidRPr="0075453F">
        <w:rPr>
          <w:spacing w:val="-4"/>
        </w:rPr>
        <w:t xml:space="preserve"> </w:t>
      </w:r>
      <w:r w:rsidRPr="0075453F">
        <w:t>дерева</w:t>
      </w:r>
      <w:r w:rsidRPr="0075453F">
        <w:rPr>
          <w:spacing w:val="-2"/>
        </w:rPr>
        <w:t xml:space="preserve"> </w:t>
      </w:r>
      <w:r w:rsidRPr="0075453F">
        <w:t>узлов</w:t>
      </w:r>
    </w:p>
    <w:p w:rsidR="00D67070" w:rsidRPr="0075453F" w:rsidRDefault="00D67070">
      <w:pPr>
        <w:pStyle w:val="BodyText"/>
        <w:spacing w:line="251" w:lineRule="exact"/>
        <w:ind w:left="533"/>
      </w:pPr>
      <w:r w:rsidRPr="0075453F">
        <w:t>Дерево</w:t>
      </w:r>
      <w:r w:rsidRPr="0075453F">
        <w:rPr>
          <w:spacing w:val="-1"/>
        </w:rPr>
        <w:t xml:space="preserve"> </w:t>
      </w:r>
      <w:r w:rsidRPr="0075453F">
        <w:t>узлов</w:t>
      </w:r>
      <w:r w:rsidRPr="0075453F">
        <w:rPr>
          <w:spacing w:val="-1"/>
        </w:rPr>
        <w:t xml:space="preserve"> </w:t>
      </w:r>
      <w:r w:rsidRPr="0075453F">
        <w:t>–</w:t>
      </w:r>
      <w:r w:rsidRPr="0075453F">
        <w:rPr>
          <w:spacing w:val="-1"/>
        </w:rPr>
        <w:t xml:space="preserve"> </w:t>
      </w:r>
      <w:r w:rsidRPr="0075453F">
        <w:t>это</w:t>
      </w:r>
      <w:r w:rsidRPr="0075453F">
        <w:rPr>
          <w:spacing w:val="-1"/>
        </w:rPr>
        <w:t xml:space="preserve"> </w:t>
      </w:r>
      <w:r w:rsidRPr="0075453F">
        <w:t>диаграмма,</w:t>
      </w:r>
      <w:r w:rsidRPr="0075453F">
        <w:rPr>
          <w:spacing w:val="-1"/>
        </w:rPr>
        <w:t xml:space="preserve"> </w:t>
      </w:r>
      <w:r w:rsidRPr="0075453F">
        <w:t>отображающая</w:t>
      </w:r>
      <w:r w:rsidRPr="0075453F">
        <w:rPr>
          <w:spacing w:val="-1"/>
        </w:rPr>
        <w:t xml:space="preserve"> </w:t>
      </w:r>
      <w:r w:rsidRPr="0075453F">
        <w:t>иерархию</w:t>
      </w:r>
      <w:r w:rsidRPr="0075453F">
        <w:rPr>
          <w:spacing w:val="-1"/>
        </w:rPr>
        <w:t xml:space="preserve"> </w:t>
      </w:r>
      <w:r w:rsidRPr="0075453F">
        <w:t>работ процесса</w:t>
      </w:r>
      <w:r w:rsidRPr="0075453F">
        <w:rPr>
          <w:spacing w:val="-2"/>
        </w:rPr>
        <w:t xml:space="preserve"> </w:t>
      </w:r>
      <w:r w:rsidRPr="0075453F">
        <w:t>(рис.</w:t>
      </w:r>
      <w:r w:rsidRPr="0075453F">
        <w:rPr>
          <w:spacing w:val="-1"/>
        </w:rPr>
        <w:t xml:space="preserve"> </w:t>
      </w:r>
      <w:r w:rsidRPr="0075453F">
        <w:t>11).</w:t>
      </w:r>
    </w:p>
    <w:p w:rsidR="00D67070" w:rsidRPr="0075453F" w:rsidRDefault="00D67070">
      <w:pPr>
        <w:pStyle w:val="BodyText"/>
        <w:spacing w:before="1"/>
        <w:rPr>
          <w:sz w:val="19"/>
        </w:rPr>
      </w:pPr>
      <w:r>
        <w:rPr>
          <w:noProof/>
          <w:lang w:eastAsia="ru-RU"/>
        </w:rPr>
        <w:pict>
          <v:shape id="image69.png" o:spid="_x0000_s1033" type="#_x0000_t75" style="position:absolute;margin-left:81.35pt;margin-top:12.9pt;width:454.75pt;height:211.15pt;z-index:251664384;visibility:visible;mso-wrap-distance-left:0;mso-wrap-distance-right:0;mso-position-horizontal-relative:page">
            <v:imagedata r:id="rId18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8"/>
        <w:jc w:val="center"/>
      </w:pPr>
      <w:r w:rsidRPr="0075453F">
        <w:t>Рисунок</w:t>
      </w:r>
      <w:r w:rsidRPr="0075453F">
        <w:rPr>
          <w:spacing w:val="-2"/>
        </w:rPr>
        <w:t xml:space="preserve"> </w:t>
      </w:r>
      <w:r w:rsidRPr="0075453F">
        <w:t>30</w:t>
      </w:r>
      <w:r w:rsidRPr="0075453F">
        <w:rPr>
          <w:spacing w:val="-2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Диаграмма</w:t>
      </w:r>
      <w:r w:rsidRPr="0075453F">
        <w:rPr>
          <w:spacing w:val="-3"/>
        </w:rPr>
        <w:t xml:space="preserve"> </w:t>
      </w:r>
      <w:r w:rsidRPr="0075453F">
        <w:t>узлов</w:t>
      </w:r>
    </w:p>
    <w:p w:rsidR="00D67070" w:rsidRPr="0075453F" w:rsidRDefault="00D67070">
      <w:pPr>
        <w:pStyle w:val="BodyText"/>
        <w:spacing w:before="207"/>
        <w:ind w:left="533"/>
      </w:pPr>
      <w:r w:rsidRPr="0075453F">
        <w:t>Для</w:t>
      </w:r>
      <w:r w:rsidRPr="0075453F">
        <w:rPr>
          <w:spacing w:val="-4"/>
        </w:rPr>
        <w:t xml:space="preserve"> </w:t>
      </w:r>
      <w:r w:rsidRPr="0075453F">
        <w:t>построения</w:t>
      </w:r>
      <w:r w:rsidRPr="0075453F">
        <w:rPr>
          <w:spacing w:val="-3"/>
        </w:rPr>
        <w:t xml:space="preserve"> </w:t>
      </w:r>
      <w:r w:rsidRPr="0075453F">
        <w:t>диаграммы: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2"/>
        <w:ind w:left="814"/>
      </w:pPr>
      <w:r w:rsidRPr="0075453F">
        <w:t>создайте</w:t>
      </w:r>
      <w:r w:rsidRPr="0075453F">
        <w:rPr>
          <w:spacing w:val="-2"/>
        </w:rPr>
        <w:t xml:space="preserve"> </w:t>
      </w:r>
      <w:r w:rsidRPr="0075453F">
        <w:t>новую</w:t>
      </w:r>
      <w:r w:rsidRPr="0075453F">
        <w:rPr>
          <w:spacing w:val="-1"/>
        </w:rPr>
        <w:t xml:space="preserve"> </w:t>
      </w:r>
      <w:r w:rsidRPr="0075453F">
        <w:t>страницу;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присвойте</w:t>
      </w:r>
      <w:r w:rsidRPr="0075453F">
        <w:rPr>
          <w:spacing w:val="-2"/>
        </w:rPr>
        <w:t xml:space="preserve"> </w:t>
      </w:r>
      <w:r w:rsidRPr="0075453F">
        <w:t>имя</w:t>
      </w:r>
      <w:r w:rsidRPr="0075453F">
        <w:rPr>
          <w:spacing w:val="-2"/>
        </w:rPr>
        <w:t xml:space="preserve"> </w:t>
      </w:r>
      <w:r w:rsidRPr="0075453F">
        <w:t>странице:</w:t>
      </w:r>
      <w:r w:rsidRPr="0075453F">
        <w:rPr>
          <w:spacing w:val="-4"/>
        </w:rPr>
        <w:t xml:space="preserve"> </w:t>
      </w:r>
      <w:r w:rsidRPr="0075453F">
        <w:t>дерево</w:t>
      </w:r>
      <w:r w:rsidRPr="0075453F">
        <w:rPr>
          <w:spacing w:val="-1"/>
        </w:rPr>
        <w:t xml:space="preserve"> </w:t>
      </w:r>
      <w:r w:rsidRPr="0075453F">
        <w:t>узлов;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1" w:line="240" w:lineRule="auto"/>
        <w:ind w:left="814"/>
      </w:pPr>
      <w:r w:rsidRPr="0075453F">
        <w:t>постройте</w:t>
      </w:r>
      <w:r w:rsidRPr="0075453F">
        <w:rPr>
          <w:spacing w:val="-3"/>
        </w:rPr>
        <w:t xml:space="preserve"> </w:t>
      </w:r>
      <w:r w:rsidRPr="0075453F">
        <w:t>дерево</w:t>
      </w:r>
      <w:r w:rsidRPr="0075453F">
        <w:rPr>
          <w:spacing w:val="-3"/>
        </w:rPr>
        <w:t xml:space="preserve"> </w:t>
      </w:r>
      <w:r w:rsidRPr="0075453F">
        <w:t>узлов,</w:t>
      </w:r>
      <w:r w:rsidRPr="0075453F">
        <w:rPr>
          <w:spacing w:val="-2"/>
        </w:rPr>
        <w:t xml:space="preserve"> </w:t>
      </w:r>
      <w:r w:rsidRPr="0075453F">
        <w:t>используя</w:t>
      </w:r>
      <w:r w:rsidRPr="0075453F">
        <w:rPr>
          <w:spacing w:val="-4"/>
        </w:rPr>
        <w:t xml:space="preserve"> </w:t>
      </w:r>
      <w:r w:rsidRPr="0075453F">
        <w:t>фигуры</w:t>
      </w:r>
      <w:r w:rsidRPr="0075453F">
        <w:rPr>
          <w:spacing w:val="-2"/>
        </w:rPr>
        <w:t xml:space="preserve"> </w:t>
      </w:r>
      <w:r w:rsidRPr="0075453F">
        <w:t>схемы</w:t>
      </w:r>
      <w:r w:rsidRPr="0075453F">
        <w:rPr>
          <w:spacing w:val="-1"/>
        </w:rPr>
        <w:t xml:space="preserve"> </w:t>
      </w:r>
      <w:r w:rsidRPr="0075453F">
        <w:t>IDEF0.</w:t>
      </w:r>
    </w:p>
    <w:p w:rsidR="00D67070" w:rsidRPr="0075453F" w:rsidRDefault="00D67070">
      <w:pPr>
        <w:pStyle w:val="BodyText"/>
        <w:spacing w:before="3"/>
      </w:pPr>
    </w:p>
    <w:p w:rsidR="00D67070" w:rsidRPr="0075453F" w:rsidRDefault="00D67070" w:rsidP="00EA599B">
      <w:pPr>
        <w:pStyle w:val="Heading11"/>
        <w:numPr>
          <w:ilvl w:val="1"/>
          <w:numId w:val="5"/>
        </w:numPr>
        <w:tabs>
          <w:tab w:val="left" w:pos="920"/>
        </w:tabs>
        <w:spacing w:line="251" w:lineRule="exact"/>
      </w:pPr>
      <w:r w:rsidRPr="0075453F">
        <w:t>Создание</w:t>
      </w:r>
      <w:r w:rsidRPr="0075453F">
        <w:rPr>
          <w:spacing w:val="-5"/>
        </w:rPr>
        <w:t xml:space="preserve"> </w:t>
      </w:r>
      <w:r w:rsidRPr="0075453F">
        <w:t>глоссария</w:t>
      </w:r>
    </w:p>
    <w:p w:rsidR="00D67070" w:rsidRPr="0075453F" w:rsidRDefault="00D67070">
      <w:pPr>
        <w:pStyle w:val="BodyText"/>
        <w:ind w:left="106" w:firstLine="427"/>
      </w:pPr>
      <w:r w:rsidRPr="0075453F">
        <w:t>Глоссарий</w:t>
      </w:r>
      <w:r w:rsidRPr="0075453F">
        <w:rPr>
          <w:spacing w:val="16"/>
        </w:rPr>
        <w:t xml:space="preserve"> </w:t>
      </w:r>
      <w:r w:rsidRPr="0075453F">
        <w:t>–</w:t>
      </w:r>
      <w:r w:rsidRPr="0075453F">
        <w:rPr>
          <w:spacing w:val="18"/>
        </w:rPr>
        <w:t xml:space="preserve"> </w:t>
      </w:r>
      <w:r w:rsidRPr="0075453F">
        <w:t>это</w:t>
      </w:r>
      <w:r w:rsidRPr="0075453F">
        <w:rPr>
          <w:spacing w:val="16"/>
        </w:rPr>
        <w:t xml:space="preserve"> </w:t>
      </w:r>
      <w:r w:rsidRPr="0075453F">
        <w:t>словарь</w:t>
      </w:r>
      <w:r w:rsidRPr="0075453F">
        <w:rPr>
          <w:spacing w:val="18"/>
        </w:rPr>
        <w:t xml:space="preserve"> </w:t>
      </w:r>
      <w:r w:rsidRPr="0075453F">
        <w:t>ключевых</w:t>
      </w:r>
      <w:r w:rsidRPr="0075453F">
        <w:rPr>
          <w:spacing w:val="17"/>
        </w:rPr>
        <w:t xml:space="preserve"> </w:t>
      </w:r>
      <w:r w:rsidRPr="0075453F">
        <w:t>слов,</w:t>
      </w:r>
      <w:r w:rsidRPr="0075453F">
        <w:rPr>
          <w:spacing w:val="17"/>
        </w:rPr>
        <w:t xml:space="preserve"> </w:t>
      </w:r>
      <w:r w:rsidRPr="0075453F">
        <w:t>повествований,</w:t>
      </w:r>
      <w:r w:rsidRPr="0075453F">
        <w:rPr>
          <w:spacing w:val="17"/>
        </w:rPr>
        <w:t xml:space="preserve"> </w:t>
      </w:r>
      <w:r w:rsidRPr="0075453F">
        <w:t>изложений,</w:t>
      </w:r>
      <w:r w:rsidRPr="0075453F">
        <w:rPr>
          <w:spacing w:val="16"/>
        </w:rPr>
        <w:t xml:space="preserve"> </w:t>
      </w:r>
      <w:r w:rsidRPr="0075453F">
        <w:t>используемых</w:t>
      </w:r>
      <w:r w:rsidRPr="0075453F">
        <w:rPr>
          <w:spacing w:val="18"/>
        </w:rPr>
        <w:t xml:space="preserve"> </w:t>
      </w:r>
      <w:r w:rsidRPr="0075453F">
        <w:t>при</w:t>
      </w:r>
      <w:r w:rsidRPr="0075453F">
        <w:rPr>
          <w:spacing w:val="16"/>
        </w:rPr>
        <w:t xml:space="preserve"> </w:t>
      </w:r>
      <w:r w:rsidRPr="0075453F">
        <w:t>описании</w:t>
      </w:r>
      <w:r w:rsidRPr="0075453F">
        <w:rPr>
          <w:spacing w:val="17"/>
        </w:rPr>
        <w:t xml:space="preserve"> </w:t>
      </w:r>
      <w:r w:rsidRPr="0075453F">
        <w:t>процесса</w:t>
      </w:r>
      <w:r w:rsidRPr="0075453F">
        <w:rPr>
          <w:spacing w:val="-52"/>
        </w:rPr>
        <w:t xml:space="preserve"> </w:t>
      </w:r>
      <w:r w:rsidRPr="0075453F">
        <w:t>(рис. 12,</w:t>
      </w:r>
      <w:r w:rsidRPr="0075453F">
        <w:rPr>
          <w:spacing w:val="-3"/>
        </w:rPr>
        <w:t xml:space="preserve"> </w:t>
      </w:r>
      <w:r w:rsidRPr="0075453F">
        <w:t>13).</w:t>
      </w:r>
    </w:p>
    <w:p w:rsidR="00D67070" w:rsidRPr="0075453F" w:rsidRDefault="00D67070">
      <w:pPr>
        <w:pStyle w:val="BodyText"/>
        <w:spacing w:line="252" w:lineRule="exact"/>
        <w:ind w:left="533"/>
      </w:pPr>
      <w:r w:rsidRPr="0075453F">
        <w:t>Для</w:t>
      </w:r>
      <w:r w:rsidRPr="0075453F">
        <w:rPr>
          <w:spacing w:val="-4"/>
        </w:rPr>
        <w:t xml:space="preserve"> </w:t>
      </w:r>
      <w:r w:rsidRPr="0075453F">
        <w:t>построения</w:t>
      </w:r>
      <w:r w:rsidRPr="0075453F">
        <w:rPr>
          <w:spacing w:val="-3"/>
        </w:rPr>
        <w:t xml:space="preserve"> </w:t>
      </w:r>
      <w:r w:rsidRPr="0075453F">
        <w:t>глоссария: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  <w:rPr>
          <w:lang w:val="en-US"/>
        </w:rPr>
      </w:pPr>
      <w:r w:rsidRPr="0075453F">
        <w:t>создайте</w:t>
      </w:r>
      <w:r w:rsidRPr="0075453F">
        <w:rPr>
          <w:spacing w:val="-5"/>
          <w:lang w:val="en-US"/>
        </w:rPr>
        <w:t xml:space="preserve"> </w:t>
      </w:r>
      <w:r w:rsidRPr="0075453F">
        <w:t>документ</w:t>
      </w:r>
      <w:r w:rsidRPr="0075453F">
        <w:rPr>
          <w:spacing w:val="-2"/>
          <w:lang w:val="en-US"/>
        </w:rPr>
        <w:t xml:space="preserve"> </w:t>
      </w:r>
      <w:r w:rsidRPr="0075453F">
        <w:rPr>
          <w:lang w:val="en-US"/>
        </w:rPr>
        <w:t>Microsoft Office</w:t>
      </w:r>
      <w:r w:rsidRPr="0075453F">
        <w:rPr>
          <w:spacing w:val="-3"/>
          <w:lang w:val="en-US"/>
        </w:rPr>
        <w:t xml:space="preserve"> </w:t>
      </w:r>
      <w:r w:rsidRPr="0075453F">
        <w:rPr>
          <w:lang w:val="en-US"/>
        </w:rPr>
        <w:t>Word;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ind w:left="814"/>
      </w:pPr>
      <w:r w:rsidRPr="0075453F">
        <w:t>создайте</w:t>
      </w:r>
      <w:r w:rsidRPr="0075453F">
        <w:rPr>
          <w:spacing w:val="-2"/>
        </w:rPr>
        <w:t xml:space="preserve"> </w:t>
      </w:r>
      <w:r w:rsidRPr="0075453F">
        <w:t>2</w:t>
      </w:r>
      <w:r w:rsidRPr="0075453F">
        <w:rPr>
          <w:spacing w:val="-2"/>
        </w:rPr>
        <w:t xml:space="preserve"> </w:t>
      </w:r>
      <w:r w:rsidRPr="0075453F">
        <w:t>таблицы:</w:t>
      </w:r>
      <w:r w:rsidRPr="0075453F">
        <w:rPr>
          <w:spacing w:val="-1"/>
        </w:rPr>
        <w:t xml:space="preserve"> </w:t>
      </w:r>
      <w:r w:rsidRPr="0075453F">
        <w:t>описание</w:t>
      </w:r>
      <w:r w:rsidRPr="0075453F">
        <w:rPr>
          <w:spacing w:val="-2"/>
        </w:rPr>
        <w:t xml:space="preserve"> </w:t>
      </w:r>
      <w:r w:rsidRPr="0075453F">
        <w:t>работ</w:t>
      </w:r>
      <w:r w:rsidRPr="0075453F">
        <w:rPr>
          <w:spacing w:val="-2"/>
        </w:rPr>
        <w:t xml:space="preserve"> </w:t>
      </w:r>
      <w:r w:rsidRPr="0075453F">
        <w:t>процесса,</w:t>
      </w:r>
      <w:r w:rsidRPr="0075453F">
        <w:rPr>
          <w:spacing w:val="-2"/>
        </w:rPr>
        <w:t xml:space="preserve"> </w:t>
      </w:r>
      <w:r w:rsidRPr="0075453F">
        <w:t>описание</w:t>
      </w:r>
      <w:r w:rsidRPr="0075453F">
        <w:rPr>
          <w:spacing w:val="-2"/>
        </w:rPr>
        <w:t xml:space="preserve"> </w:t>
      </w:r>
      <w:r w:rsidRPr="0075453F">
        <w:t>интерфейсных</w:t>
      </w:r>
      <w:r w:rsidRPr="0075453F">
        <w:rPr>
          <w:spacing w:val="-2"/>
        </w:rPr>
        <w:t xml:space="preserve"> </w:t>
      </w:r>
      <w:r w:rsidRPr="0075453F">
        <w:t>дуг</w:t>
      </w:r>
      <w:r w:rsidRPr="0075453F">
        <w:rPr>
          <w:spacing w:val="-3"/>
        </w:rPr>
        <w:t xml:space="preserve"> </w:t>
      </w:r>
      <w:r w:rsidRPr="0075453F">
        <w:t>процесса;</w:t>
      </w:r>
    </w:p>
    <w:p w:rsidR="00D67070" w:rsidRPr="0075453F" w:rsidRDefault="00D67070">
      <w:pPr>
        <w:spacing w:line="252" w:lineRule="exact"/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64" w:line="240" w:lineRule="auto"/>
        <w:ind w:left="814"/>
      </w:pPr>
      <w:r w:rsidRPr="0075453F">
        <w:t>наименование</w:t>
      </w:r>
      <w:r w:rsidRPr="0075453F">
        <w:rPr>
          <w:spacing w:val="-2"/>
        </w:rPr>
        <w:t xml:space="preserve"> </w:t>
      </w:r>
      <w:r w:rsidRPr="0075453F">
        <w:t>столбцов</w:t>
      </w:r>
      <w:r w:rsidRPr="0075453F">
        <w:rPr>
          <w:spacing w:val="-3"/>
        </w:rPr>
        <w:t xml:space="preserve"> </w:t>
      </w:r>
      <w:r w:rsidRPr="0075453F">
        <w:t>таблиц:</w:t>
      </w:r>
      <w:r w:rsidRPr="0075453F">
        <w:rPr>
          <w:spacing w:val="-1"/>
        </w:rPr>
        <w:t xml:space="preserve"> </w:t>
      </w:r>
      <w:r w:rsidRPr="0075453F">
        <w:t>имя</w:t>
      </w:r>
      <w:r w:rsidRPr="0075453F">
        <w:rPr>
          <w:spacing w:val="-4"/>
        </w:rPr>
        <w:t xml:space="preserve"> </w:t>
      </w:r>
      <w:r w:rsidRPr="0075453F">
        <w:t>(работы/дуги,</w:t>
      </w:r>
      <w:r w:rsidRPr="0075453F">
        <w:rPr>
          <w:spacing w:val="-5"/>
        </w:rPr>
        <w:t xml:space="preserve"> </w:t>
      </w:r>
      <w:r w:rsidRPr="0075453F">
        <w:t>описание);</w:t>
      </w:r>
    </w:p>
    <w:p w:rsidR="00D67070" w:rsidRPr="0075453F" w:rsidRDefault="00D67070" w:rsidP="00EA599B">
      <w:pPr>
        <w:pStyle w:val="ListParagraph"/>
        <w:numPr>
          <w:ilvl w:val="0"/>
          <w:numId w:val="7"/>
        </w:numPr>
        <w:tabs>
          <w:tab w:val="left" w:pos="815"/>
        </w:tabs>
        <w:spacing w:before="1" w:line="240" w:lineRule="auto"/>
        <w:ind w:left="814"/>
      </w:pPr>
      <w:r w:rsidRPr="0075453F">
        <w:t>заполните</w:t>
      </w:r>
      <w:r w:rsidRPr="0075453F">
        <w:rPr>
          <w:spacing w:val="-2"/>
        </w:rPr>
        <w:t xml:space="preserve"> </w:t>
      </w:r>
      <w:r w:rsidRPr="0075453F">
        <w:t>таблицы</w:t>
      </w:r>
      <w:r w:rsidRPr="0075453F">
        <w:rPr>
          <w:spacing w:val="-1"/>
        </w:rPr>
        <w:t xml:space="preserve"> </w:t>
      </w:r>
      <w:r w:rsidRPr="0075453F">
        <w:t>в</w:t>
      </w:r>
      <w:r w:rsidRPr="0075453F">
        <w:rPr>
          <w:spacing w:val="-1"/>
        </w:rPr>
        <w:t xml:space="preserve"> </w:t>
      </w:r>
      <w:r w:rsidRPr="0075453F">
        <w:t>соответствии</w:t>
      </w:r>
      <w:r w:rsidRPr="0075453F">
        <w:rPr>
          <w:spacing w:val="-2"/>
        </w:rPr>
        <w:t xml:space="preserve"> </w:t>
      </w:r>
      <w:r w:rsidRPr="0075453F">
        <w:t>с</w:t>
      </w:r>
      <w:r w:rsidRPr="0075453F">
        <w:rPr>
          <w:spacing w:val="-1"/>
        </w:rPr>
        <w:t xml:space="preserve"> </w:t>
      </w:r>
      <w:r w:rsidRPr="0075453F">
        <w:t>ранее</w:t>
      </w:r>
      <w:r w:rsidRPr="0075453F">
        <w:rPr>
          <w:spacing w:val="-5"/>
        </w:rPr>
        <w:t xml:space="preserve"> </w:t>
      </w:r>
      <w:r w:rsidRPr="0075453F">
        <w:t>разработанной</w:t>
      </w:r>
      <w:r w:rsidRPr="0075453F">
        <w:rPr>
          <w:spacing w:val="-1"/>
        </w:rPr>
        <w:t xml:space="preserve"> </w:t>
      </w:r>
      <w:r w:rsidRPr="0075453F">
        <w:t>моделью</w:t>
      </w:r>
      <w:r w:rsidRPr="0075453F">
        <w:rPr>
          <w:spacing w:val="-1"/>
        </w:rPr>
        <w:t xml:space="preserve"> </w:t>
      </w:r>
      <w:r w:rsidRPr="0075453F">
        <w:t>процесса.</w:t>
      </w:r>
    </w:p>
    <w:p w:rsidR="00D67070" w:rsidRPr="0075453F" w:rsidRDefault="00D67070">
      <w:pPr>
        <w:pStyle w:val="BodyText"/>
        <w:rPr>
          <w:sz w:val="19"/>
        </w:rPr>
      </w:pPr>
      <w:r>
        <w:rPr>
          <w:noProof/>
          <w:lang w:eastAsia="ru-RU"/>
        </w:rPr>
        <w:pict>
          <v:shape id="image70.png" o:spid="_x0000_s1034" type="#_x0000_t75" style="position:absolute;margin-left:204.6pt;margin-top:12.85pt;width:207.7pt;height:208.55pt;z-index:251665408;visibility:visible;mso-wrap-distance-left:0;mso-wrap-distance-right:0;mso-position-horizontal-relative:page">
            <v:imagedata r:id="rId19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6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31 – Словарь</w:t>
      </w:r>
      <w:r w:rsidRPr="0075453F">
        <w:rPr>
          <w:spacing w:val="-2"/>
        </w:rPr>
        <w:t xml:space="preserve"> </w:t>
      </w:r>
      <w:r w:rsidRPr="0075453F">
        <w:t>работ</w:t>
      </w:r>
    </w:p>
    <w:p w:rsidR="00D67070" w:rsidRPr="0075453F" w:rsidRDefault="00D67070">
      <w:pPr>
        <w:pStyle w:val="BodyText"/>
        <w:spacing w:before="10"/>
        <w:rPr>
          <w:sz w:val="14"/>
        </w:rPr>
      </w:pPr>
      <w:r>
        <w:rPr>
          <w:noProof/>
          <w:lang w:eastAsia="ru-RU"/>
        </w:rPr>
        <w:pict>
          <v:shape id="image71.png" o:spid="_x0000_s1035" type="#_x0000_t75" style="position:absolute;margin-left:152.5pt;margin-top:10.5pt;width:311.7pt;height:174.2pt;z-index:251666432;visibility:visible;mso-wrap-distance-left:0;mso-wrap-distance-right:0;mso-position-horizontal-relative:page">
            <v:imagedata r:id="rId20" o:title=""/>
            <w10:wrap type="topAndBottom" anchorx="page"/>
          </v:shape>
        </w:pict>
      </w:r>
    </w:p>
    <w:p w:rsidR="00D67070" w:rsidRPr="0075453F" w:rsidRDefault="00D67070">
      <w:pPr>
        <w:pStyle w:val="BodyText"/>
        <w:ind w:left="413" w:right="5"/>
        <w:jc w:val="center"/>
      </w:pPr>
      <w:r w:rsidRPr="0075453F">
        <w:t>Рисунок</w:t>
      </w:r>
      <w:r w:rsidRPr="0075453F">
        <w:rPr>
          <w:spacing w:val="-1"/>
        </w:rPr>
        <w:t xml:space="preserve"> </w:t>
      </w:r>
      <w:r w:rsidRPr="0075453F">
        <w:t>32 – Словарь</w:t>
      </w:r>
      <w:r w:rsidRPr="0075453F">
        <w:rPr>
          <w:spacing w:val="-3"/>
        </w:rPr>
        <w:t xml:space="preserve"> </w:t>
      </w:r>
      <w:r w:rsidRPr="0075453F">
        <w:t>стрелок</w:t>
      </w:r>
    </w:p>
    <w:p w:rsidR="00D67070" w:rsidRPr="0075453F" w:rsidRDefault="00D67070">
      <w:pPr>
        <w:pStyle w:val="BodyText"/>
        <w:spacing w:before="11"/>
        <w:rPr>
          <w:sz w:val="18"/>
        </w:rPr>
      </w:pPr>
    </w:p>
    <w:p w:rsidR="00D67070" w:rsidRPr="0075453F" w:rsidRDefault="00D67070" w:rsidP="00EA599B">
      <w:pPr>
        <w:pStyle w:val="Heading11"/>
        <w:numPr>
          <w:ilvl w:val="0"/>
          <w:numId w:val="3"/>
        </w:numPr>
        <w:tabs>
          <w:tab w:val="left" w:pos="815"/>
        </w:tabs>
        <w:spacing w:line="251" w:lineRule="exact"/>
        <w:ind w:left="814"/>
      </w:pPr>
      <w:r w:rsidRPr="0075453F">
        <w:t>Задание</w:t>
      </w:r>
    </w:p>
    <w:p w:rsidR="00D67070" w:rsidRPr="0075453F" w:rsidRDefault="00D67070">
      <w:pPr>
        <w:pStyle w:val="BodyText"/>
        <w:ind w:left="106" w:firstLine="427"/>
      </w:pPr>
      <w:r w:rsidRPr="0075453F">
        <w:t>На</w:t>
      </w:r>
      <w:r w:rsidRPr="0075453F">
        <w:rPr>
          <w:spacing w:val="18"/>
        </w:rPr>
        <w:t xml:space="preserve"> </w:t>
      </w:r>
      <w:r w:rsidRPr="0075453F">
        <w:t>основе</w:t>
      </w:r>
      <w:r w:rsidRPr="0075453F">
        <w:rPr>
          <w:spacing w:val="18"/>
        </w:rPr>
        <w:t xml:space="preserve"> </w:t>
      </w:r>
      <w:r w:rsidRPr="0075453F">
        <w:t>информационной</w:t>
      </w:r>
      <w:r w:rsidRPr="0075453F">
        <w:rPr>
          <w:spacing w:val="17"/>
        </w:rPr>
        <w:t xml:space="preserve"> </w:t>
      </w:r>
      <w:r w:rsidRPr="0075453F">
        <w:t>модели</w:t>
      </w:r>
      <w:r w:rsidRPr="0075453F">
        <w:rPr>
          <w:spacing w:val="18"/>
        </w:rPr>
        <w:t xml:space="preserve"> </w:t>
      </w:r>
      <w:r w:rsidRPr="0075453F">
        <w:t>предметной</w:t>
      </w:r>
      <w:r w:rsidRPr="0075453F">
        <w:rPr>
          <w:spacing w:val="14"/>
        </w:rPr>
        <w:t xml:space="preserve"> </w:t>
      </w:r>
      <w:r w:rsidRPr="0075453F">
        <w:t>области,</w:t>
      </w:r>
      <w:r w:rsidRPr="0075453F">
        <w:rPr>
          <w:spacing w:val="17"/>
        </w:rPr>
        <w:t xml:space="preserve"> </w:t>
      </w:r>
      <w:r w:rsidRPr="0075453F">
        <w:t>разработанной</w:t>
      </w:r>
      <w:r w:rsidRPr="0075453F">
        <w:rPr>
          <w:spacing w:val="15"/>
        </w:rPr>
        <w:t xml:space="preserve"> </w:t>
      </w:r>
      <w:r w:rsidRPr="0075453F">
        <w:t>в</w:t>
      </w:r>
      <w:r w:rsidRPr="0075453F">
        <w:rPr>
          <w:spacing w:val="17"/>
        </w:rPr>
        <w:t xml:space="preserve"> </w:t>
      </w:r>
      <w:r w:rsidRPr="0075453F">
        <w:t>практическом</w:t>
      </w:r>
      <w:r w:rsidRPr="0075453F">
        <w:rPr>
          <w:spacing w:val="17"/>
        </w:rPr>
        <w:t xml:space="preserve"> </w:t>
      </w:r>
      <w:r w:rsidRPr="0075453F">
        <w:t>занятии</w:t>
      </w:r>
      <w:r w:rsidRPr="0075453F">
        <w:rPr>
          <w:spacing w:val="17"/>
        </w:rPr>
        <w:t xml:space="preserve"> </w:t>
      </w:r>
      <w:r w:rsidRPr="0075453F">
        <w:t>№1,</w:t>
      </w:r>
      <w:r w:rsidRPr="0075453F">
        <w:rPr>
          <w:spacing w:val="-52"/>
        </w:rPr>
        <w:t xml:space="preserve"> </w:t>
      </w:r>
      <w:r w:rsidRPr="0075453F">
        <w:t>составить</w:t>
      </w:r>
      <w:r w:rsidRPr="0075453F">
        <w:rPr>
          <w:spacing w:val="-1"/>
        </w:rPr>
        <w:t xml:space="preserve"> </w:t>
      </w:r>
      <w:r w:rsidRPr="0075453F">
        <w:t>функциональную модель в</w:t>
      </w:r>
      <w:r w:rsidRPr="0075453F">
        <w:rPr>
          <w:spacing w:val="-1"/>
        </w:rPr>
        <w:t xml:space="preserve"> </w:t>
      </w:r>
      <w:r w:rsidRPr="0075453F">
        <w:t>нотации IDEF0.</w:t>
      </w:r>
    </w:p>
    <w:p w:rsidR="00D67070" w:rsidRPr="0075453F" w:rsidRDefault="00D67070">
      <w:pPr>
        <w:pStyle w:val="BodyText"/>
        <w:ind w:left="106" w:firstLine="427"/>
      </w:pPr>
      <w:r w:rsidRPr="0075453F">
        <w:t>Отчет</w:t>
      </w:r>
      <w:r w:rsidRPr="0075453F">
        <w:rPr>
          <w:spacing w:val="38"/>
        </w:rPr>
        <w:t xml:space="preserve"> </w:t>
      </w:r>
      <w:r w:rsidRPr="0075453F">
        <w:t>по</w:t>
      </w:r>
      <w:r w:rsidRPr="0075453F">
        <w:rPr>
          <w:spacing w:val="39"/>
        </w:rPr>
        <w:t xml:space="preserve"> </w:t>
      </w:r>
      <w:r w:rsidRPr="0075453F">
        <w:t>практическому</w:t>
      </w:r>
      <w:r w:rsidRPr="0075453F">
        <w:rPr>
          <w:spacing w:val="36"/>
        </w:rPr>
        <w:t xml:space="preserve"> </w:t>
      </w:r>
      <w:r w:rsidRPr="0075453F">
        <w:t>занятию</w:t>
      </w:r>
      <w:r w:rsidRPr="0075453F">
        <w:rPr>
          <w:spacing w:val="39"/>
        </w:rPr>
        <w:t xml:space="preserve"> </w:t>
      </w:r>
      <w:r w:rsidRPr="0075453F">
        <w:t>выполняется</w:t>
      </w:r>
      <w:r w:rsidRPr="0075453F">
        <w:rPr>
          <w:spacing w:val="39"/>
        </w:rPr>
        <w:t xml:space="preserve"> </w:t>
      </w:r>
      <w:r w:rsidRPr="0075453F">
        <w:t>в</w:t>
      </w:r>
      <w:r w:rsidRPr="0075453F">
        <w:rPr>
          <w:spacing w:val="36"/>
        </w:rPr>
        <w:t xml:space="preserve"> </w:t>
      </w:r>
      <w:r w:rsidRPr="0075453F">
        <w:t>формате</w:t>
      </w:r>
      <w:r w:rsidRPr="0075453F">
        <w:rPr>
          <w:spacing w:val="39"/>
        </w:rPr>
        <w:t xml:space="preserve"> </w:t>
      </w:r>
      <w:r w:rsidRPr="0075453F">
        <w:t>MS</w:t>
      </w:r>
      <w:r w:rsidRPr="0075453F">
        <w:rPr>
          <w:spacing w:val="37"/>
        </w:rPr>
        <w:t xml:space="preserve"> </w:t>
      </w:r>
      <w:r w:rsidRPr="0075453F">
        <w:t>Word,</w:t>
      </w:r>
      <w:r w:rsidRPr="0075453F">
        <w:rPr>
          <w:spacing w:val="38"/>
        </w:rPr>
        <w:t xml:space="preserve"> </w:t>
      </w:r>
      <w:r w:rsidRPr="0075453F">
        <w:t>который</w:t>
      </w:r>
      <w:r w:rsidRPr="0075453F">
        <w:rPr>
          <w:spacing w:val="39"/>
        </w:rPr>
        <w:t xml:space="preserve"> </w:t>
      </w:r>
      <w:r w:rsidRPr="0075453F">
        <w:t>содержит</w:t>
      </w:r>
      <w:r w:rsidRPr="0075453F">
        <w:rPr>
          <w:spacing w:val="38"/>
        </w:rPr>
        <w:t xml:space="preserve"> </w:t>
      </w:r>
      <w:r w:rsidRPr="0075453F">
        <w:t>экранные</w:t>
      </w:r>
      <w:r w:rsidRPr="0075453F">
        <w:rPr>
          <w:spacing w:val="39"/>
        </w:rPr>
        <w:t xml:space="preserve"> </w:t>
      </w:r>
      <w:r w:rsidRPr="0075453F">
        <w:t>формы</w:t>
      </w:r>
      <w:r w:rsidRPr="0075453F">
        <w:rPr>
          <w:spacing w:val="-52"/>
        </w:rPr>
        <w:t xml:space="preserve"> </w:t>
      </w:r>
      <w:r w:rsidRPr="0075453F">
        <w:t>моделей</w:t>
      </w:r>
      <w:r w:rsidRPr="0075453F">
        <w:rPr>
          <w:spacing w:val="-3"/>
        </w:rPr>
        <w:t xml:space="preserve"> </w:t>
      </w:r>
      <w:r w:rsidRPr="0075453F">
        <w:t>согласно</w:t>
      </w:r>
      <w:r w:rsidRPr="0075453F">
        <w:rPr>
          <w:spacing w:val="-1"/>
        </w:rPr>
        <w:t xml:space="preserve"> </w:t>
      </w:r>
      <w:r w:rsidRPr="0075453F">
        <w:t>заданию.</w:t>
      </w:r>
    </w:p>
    <w:p w:rsidR="00D67070" w:rsidRPr="0075453F" w:rsidRDefault="00D67070">
      <w:pPr>
        <w:pStyle w:val="BodyText"/>
        <w:spacing w:before="3"/>
      </w:pPr>
    </w:p>
    <w:p w:rsidR="00D67070" w:rsidRPr="0075453F" w:rsidRDefault="00D67070" w:rsidP="00EA599B">
      <w:pPr>
        <w:pStyle w:val="Heading11"/>
        <w:numPr>
          <w:ilvl w:val="0"/>
          <w:numId w:val="3"/>
        </w:numPr>
        <w:tabs>
          <w:tab w:val="left" w:pos="815"/>
        </w:tabs>
        <w:ind w:left="814"/>
      </w:pPr>
      <w:r w:rsidRPr="0075453F">
        <w:t>Варианты</w:t>
      </w:r>
    </w:p>
    <w:p w:rsidR="00D67070" w:rsidRPr="0075453F" w:rsidRDefault="00D67070">
      <w:pPr>
        <w:pStyle w:val="BodyText"/>
        <w:spacing w:before="7"/>
        <w:rPr>
          <w:b/>
          <w:sz w:val="21"/>
        </w:rPr>
      </w:pPr>
    </w:p>
    <w:p w:rsidR="00D67070" w:rsidRPr="0075453F" w:rsidRDefault="00D67070">
      <w:pPr>
        <w:pStyle w:val="BodyText"/>
        <w:spacing w:before="1"/>
        <w:ind w:left="533" w:right="6217"/>
      </w:pPr>
      <w:r w:rsidRPr="0075453F">
        <w:t>11.Проектирование ИС «Отдел кадров»;</w:t>
      </w:r>
      <w:r w:rsidRPr="0075453F">
        <w:rPr>
          <w:spacing w:val="1"/>
        </w:rPr>
        <w:t xml:space="preserve"> </w:t>
      </w:r>
      <w:r w:rsidRPr="0075453F">
        <w:t>12.Проектирование ИС «Агентство аренды»;</w:t>
      </w:r>
      <w:r w:rsidRPr="0075453F">
        <w:rPr>
          <w:spacing w:val="-52"/>
        </w:rPr>
        <w:t xml:space="preserve"> </w:t>
      </w:r>
      <w:r w:rsidRPr="0075453F">
        <w:t>13.Проектирование ИС «Аптека»;</w:t>
      </w:r>
      <w:r w:rsidRPr="0075453F">
        <w:rPr>
          <w:spacing w:val="1"/>
        </w:rPr>
        <w:t xml:space="preserve"> </w:t>
      </w:r>
      <w:r w:rsidRPr="0075453F">
        <w:t>14.Проектирование ИС «Ателье»;</w:t>
      </w:r>
      <w:r w:rsidRPr="0075453F">
        <w:rPr>
          <w:spacing w:val="1"/>
        </w:rPr>
        <w:t xml:space="preserve"> </w:t>
      </w:r>
      <w:r w:rsidRPr="0075453F">
        <w:t>15.Проектирование ИС «Аэропорт»;</w:t>
      </w:r>
      <w:r w:rsidRPr="0075453F">
        <w:rPr>
          <w:spacing w:val="1"/>
        </w:rPr>
        <w:t xml:space="preserve"> </w:t>
      </w:r>
      <w:r w:rsidRPr="0075453F">
        <w:t>16.Проектирование ИС «Библиотека»;</w:t>
      </w:r>
      <w:r w:rsidRPr="0075453F">
        <w:rPr>
          <w:spacing w:val="1"/>
        </w:rPr>
        <w:t xml:space="preserve"> </w:t>
      </w:r>
      <w:r w:rsidRPr="0075453F">
        <w:t>17.Проектирование ИС «Кинотеатр»;</w:t>
      </w:r>
      <w:r w:rsidRPr="0075453F">
        <w:rPr>
          <w:spacing w:val="1"/>
        </w:rPr>
        <w:t xml:space="preserve"> </w:t>
      </w:r>
      <w:r w:rsidRPr="0075453F">
        <w:t>18.Проектирование ИС «Поликлиника»;</w:t>
      </w:r>
      <w:r w:rsidRPr="0075453F">
        <w:rPr>
          <w:spacing w:val="1"/>
        </w:rPr>
        <w:t xml:space="preserve"> </w:t>
      </w:r>
      <w:r w:rsidRPr="0075453F">
        <w:t>19.Проектирование ИС «Автосалон»;</w:t>
      </w:r>
      <w:r w:rsidRPr="0075453F">
        <w:rPr>
          <w:spacing w:val="1"/>
        </w:rPr>
        <w:t xml:space="preserve"> </w:t>
      </w:r>
      <w:r w:rsidRPr="0075453F">
        <w:t>20.Проектирование</w:t>
      </w:r>
      <w:r w:rsidRPr="0075453F">
        <w:rPr>
          <w:spacing w:val="-1"/>
        </w:rPr>
        <w:t xml:space="preserve"> </w:t>
      </w:r>
      <w:r w:rsidRPr="0075453F">
        <w:t>ИС</w:t>
      </w:r>
      <w:r w:rsidRPr="0075453F">
        <w:rPr>
          <w:spacing w:val="-2"/>
        </w:rPr>
        <w:t xml:space="preserve"> </w:t>
      </w:r>
      <w:r w:rsidRPr="0075453F">
        <w:t>«Таксопарк».</w:t>
      </w:r>
    </w:p>
    <w:p w:rsidR="00D67070" w:rsidRPr="0075453F" w:rsidRDefault="00D67070">
      <w:pPr>
        <w:pStyle w:val="BodyText"/>
        <w:spacing w:before="3"/>
      </w:pPr>
    </w:p>
    <w:p w:rsidR="00D67070" w:rsidRPr="0075453F" w:rsidRDefault="00D67070">
      <w:pPr>
        <w:pStyle w:val="Heading11"/>
        <w:spacing w:line="252" w:lineRule="exact"/>
        <w:ind w:left="533" w:firstLine="0"/>
      </w:pPr>
      <w:r w:rsidRPr="0075453F">
        <w:t>7.</w:t>
      </w:r>
      <w:r w:rsidRPr="0075453F">
        <w:rPr>
          <w:spacing w:val="4"/>
        </w:rPr>
        <w:t xml:space="preserve"> </w:t>
      </w:r>
      <w:r w:rsidRPr="0075453F">
        <w:t>Требования</w:t>
      </w:r>
      <w:r w:rsidRPr="0075453F">
        <w:rPr>
          <w:spacing w:val="-2"/>
        </w:rPr>
        <w:t xml:space="preserve"> </w:t>
      </w:r>
      <w:r w:rsidRPr="0075453F">
        <w:t>к</w:t>
      </w:r>
      <w:r w:rsidRPr="0075453F">
        <w:rPr>
          <w:spacing w:val="-1"/>
        </w:rPr>
        <w:t xml:space="preserve"> </w:t>
      </w:r>
      <w:r w:rsidRPr="0075453F">
        <w:t>построению</w:t>
      </w:r>
      <w:r w:rsidRPr="0075453F">
        <w:rPr>
          <w:spacing w:val="-2"/>
        </w:rPr>
        <w:t xml:space="preserve"> </w:t>
      </w:r>
      <w:r w:rsidRPr="0075453F">
        <w:t>модели</w:t>
      </w:r>
    </w:p>
    <w:p w:rsidR="00D67070" w:rsidRPr="0075453F" w:rsidRDefault="00D67070" w:rsidP="00EA599B">
      <w:pPr>
        <w:pStyle w:val="ListParagraph"/>
        <w:numPr>
          <w:ilvl w:val="0"/>
          <w:numId w:val="2"/>
        </w:numPr>
        <w:tabs>
          <w:tab w:val="left" w:pos="815"/>
        </w:tabs>
        <w:spacing w:line="251" w:lineRule="exact"/>
      </w:pPr>
      <w:r w:rsidRPr="0075453F">
        <w:t>На</w:t>
      </w:r>
      <w:r w:rsidRPr="0075453F">
        <w:rPr>
          <w:spacing w:val="-2"/>
        </w:rPr>
        <w:t xml:space="preserve"> </w:t>
      </w:r>
      <w:r w:rsidRPr="0075453F">
        <w:t>контекстной</w:t>
      </w:r>
      <w:r w:rsidRPr="0075453F">
        <w:rPr>
          <w:spacing w:val="-3"/>
        </w:rPr>
        <w:t xml:space="preserve"> </w:t>
      </w:r>
      <w:r w:rsidRPr="0075453F">
        <w:t>диаграмме</w:t>
      </w:r>
      <w:r w:rsidRPr="0075453F">
        <w:rPr>
          <w:spacing w:val="-1"/>
        </w:rPr>
        <w:t xml:space="preserve"> </w:t>
      </w:r>
      <w:r w:rsidRPr="0075453F">
        <w:t>необходимо</w:t>
      </w:r>
      <w:r w:rsidRPr="0075453F">
        <w:rPr>
          <w:spacing w:val="-2"/>
        </w:rPr>
        <w:t xml:space="preserve"> </w:t>
      </w:r>
      <w:r w:rsidRPr="0075453F">
        <w:t>указать</w:t>
      </w:r>
      <w:r w:rsidRPr="0075453F">
        <w:rPr>
          <w:spacing w:val="-1"/>
        </w:rPr>
        <w:t xml:space="preserve"> </w:t>
      </w:r>
      <w:r w:rsidRPr="0075453F">
        <w:t>точку</w:t>
      </w:r>
      <w:r w:rsidRPr="0075453F">
        <w:rPr>
          <w:spacing w:val="-5"/>
        </w:rPr>
        <w:t xml:space="preserve"> </w:t>
      </w:r>
      <w:r w:rsidRPr="0075453F">
        <w:t>зрения</w:t>
      </w:r>
      <w:r w:rsidRPr="0075453F">
        <w:rPr>
          <w:spacing w:val="-2"/>
        </w:rPr>
        <w:t xml:space="preserve"> </w:t>
      </w:r>
      <w:r w:rsidRPr="0075453F">
        <w:t>и</w:t>
      </w:r>
      <w:r w:rsidRPr="0075453F">
        <w:rPr>
          <w:spacing w:val="-2"/>
        </w:rPr>
        <w:t xml:space="preserve"> </w:t>
      </w:r>
      <w:r w:rsidRPr="0075453F">
        <w:t>цель</w:t>
      </w:r>
      <w:r w:rsidRPr="0075453F">
        <w:rPr>
          <w:spacing w:val="-1"/>
        </w:rPr>
        <w:t xml:space="preserve"> </w:t>
      </w:r>
      <w:r w:rsidRPr="0075453F">
        <w:t>моделирования.</w:t>
      </w:r>
    </w:p>
    <w:p w:rsidR="00D67070" w:rsidRPr="0075453F" w:rsidRDefault="00D67070" w:rsidP="00EA599B">
      <w:pPr>
        <w:pStyle w:val="ListParagraph"/>
        <w:numPr>
          <w:ilvl w:val="0"/>
          <w:numId w:val="2"/>
        </w:numPr>
        <w:tabs>
          <w:tab w:val="left" w:pos="815"/>
        </w:tabs>
      </w:pPr>
      <w:r w:rsidRPr="0075453F">
        <w:t>Количество</w:t>
      </w:r>
      <w:r w:rsidRPr="0075453F">
        <w:rPr>
          <w:spacing w:val="-1"/>
        </w:rPr>
        <w:t xml:space="preserve"> </w:t>
      </w:r>
      <w:r w:rsidRPr="0075453F">
        <w:t>блоков</w:t>
      </w:r>
      <w:r w:rsidRPr="0075453F">
        <w:rPr>
          <w:spacing w:val="-2"/>
        </w:rPr>
        <w:t xml:space="preserve"> </w:t>
      </w:r>
      <w:r w:rsidRPr="0075453F">
        <w:t>любой декомпозиции</w:t>
      </w:r>
      <w:r w:rsidRPr="0075453F">
        <w:rPr>
          <w:spacing w:val="-2"/>
        </w:rPr>
        <w:t xml:space="preserve"> </w:t>
      </w:r>
      <w:r w:rsidRPr="0075453F">
        <w:t>не</w:t>
      </w:r>
      <w:r w:rsidRPr="0075453F">
        <w:rPr>
          <w:spacing w:val="-1"/>
        </w:rPr>
        <w:t xml:space="preserve"> </w:t>
      </w:r>
      <w:r w:rsidRPr="0075453F">
        <w:t>менее</w:t>
      </w:r>
      <w:r w:rsidRPr="0075453F">
        <w:rPr>
          <w:spacing w:val="-2"/>
        </w:rPr>
        <w:t xml:space="preserve"> </w:t>
      </w:r>
      <w:r w:rsidRPr="0075453F">
        <w:t>3-х</w:t>
      </w:r>
      <w:r w:rsidRPr="0075453F">
        <w:rPr>
          <w:spacing w:val="-1"/>
        </w:rPr>
        <w:t xml:space="preserve"> </w:t>
      </w:r>
      <w:r w:rsidRPr="0075453F">
        <w:t>и не</w:t>
      </w:r>
      <w:r w:rsidRPr="0075453F">
        <w:rPr>
          <w:spacing w:val="-1"/>
        </w:rPr>
        <w:t xml:space="preserve"> </w:t>
      </w:r>
      <w:r w:rsidRPr="0075453F">
        <w:t>более</w:t>
      </w:r>
      <w:r w:rsidRPr="0075453F">
        <w:rPr>
          <w:spacing w:val="-1"/>
        </w:rPr>
        <w:t xml:space="preserve"> </w:t>
      </w:r>
      <w:r w:rsidRPr="0075453F">
        <w:t>9.</w:t>
      </w:r>
    </w:p>
    <w:p w:rsidR="00D67070" w:rsidRPr="0075453F" w:rsidRDefault="00D67070" w:rsidP="00EA599B">
      <w:pPr>
        <w:pStyle w:val="ListParagraph"/>
        <w:numPr>
          <w:ilvl w:val="0"/>
          <w:numId w:val="2"/>
        </w:numPr>
        <w:tabs>
          <w:tab w:val="left" w:pos="815"/>
        </w:tabs>
      </w:pPr>
      <w:r w:rsidRPr="0075453F">
        <w:t>Количество</w:t>
      </w:r>
      <w:r w:rsidRPr="0075453F">
        <w:rPr>
          <w:spacing w:val="-3"/>
        </w:rPr>
        <w:t xml:space="preserve"> </w:t>
      </w:r>
      <w:r w:rsidRPr="0075453F">
        <w:t>декомпозиций</w:t>
      </w:r>
      <w:r w:rsidRPr="0075453F">
        <w:rPr>
          <w:spacing w:val="-3"/>
        </w:rPr>
        <w:t xml:space="preserve"> </w:t>
      </w:r>
      <w:r w:rsidRPr="0075453F">
        <w:t>–</w:t>
      </w:r>
      <w:r w:rsidRPr="0075453F">
        <w:rPr>
          <w:spacing w:val="-2"/>
        </w:rPr>
        <w:t xml:space="preserve"> </w:t>
      </w:r>
      <w:r w:rsidRPr="0075453F">
        <w:t>3</w:t>
      </w:r>
      <w:r w:rsidRPr="0075453F">
        <w:rPr>
          <w:spacing w:val="-3"/>
        </w:rPr>
        <w:t xml:space="preserve"> </w:t>
      </w:r>
      <w:r w:rsidRPr="0075453F">
        <w:t>уровня</w:t>
      </w:r>
      <w:r w:rsidRPr="0075453F">
        <w:rPr>
          <w:spacing w:val="-5"/>
        </w:rPr>
        <w:t xml:space="preserve"> </w:t>
      </w:r>
      <w:r w:rsidRPr="0075453F">
        <w:t>декомпозиции.</w:t>
      </w:r>
    </w:p>
    <w:p w:rsidR="00D67070" w:rsidRPr="0075453F" w:rsidRDefault="00D67070">
      <w:pPr>
        <w:spacing w:line="252" w:lineRule="exact"/>
        <w:sectPr w:rsidR="00D67070" w:rsidRPr="0075453F">
          <w:pgSz w:w="11900" w:h="16850"/>
          <w:pgMar w:top="480" w:right="440" w:bottom="280" w:left="460" w:header="230" w:footer="0" w:gutter="0"/>
          <w:cols w:space="720"/>
        </w:sectPr>
      </w:pPr>
    </w:p>
    <w:p w:rsidR="00D67070" w:rsidRPr="0075453F" w:rsidRDefault="00D67070">
      <w:pPr>
        <w:pStyle w:val="Heading11"/>
        <w:spacing w:before="69" w:line="251" w:lineRule="exact"/>
        <w:ind w:left="533" w:firstLine="0"/>
      </w:pPr>
      <w:r w:rsidRPr="0075453F">
        <w:t>8.</w:t>
      </w:r>
      <w:r w:rsidRPr="0075453F">
        <w:rPr>
          <w:spacing w:val="6"/>
        </w:rPr>
        <w:t xml:space="preserve"> </w:t>
      </w:r>
      <w:r w:rsidRPr="0075453F">
        <w:t>Контрольные</w:t>
      </w:r>
      <w:r w:rsidRPr="0075453F">
        <w:rPr>
          <w:spacing w:val="-3"/>
        </w:rPr>
        <w:t xml:space="preserve"> </w:t>
      </w:r>
      <w:r w:rsidRPr="0075453F">
        <w:t>вопросы</w:t>
      </w:r>
    </w:p>
    <w:p w:rsidR="00D67070" w:rsidRPr="0075453F" w:rsidRDefault="00D67070" w:rsidP="00EA599B">
      <w:pPr>
        <w:pStyle w:val="ListParagraph"/>
        <w:numPr>
          <w:ilvl w:val="0"/>
          <w:numId w:val="1"/>
        </w:numPr>
        <w:tabs>
          <w:tab w:val="left" w:pos="815"/>
        </w:tabs>
        <w:spacing w:line="251" w:lineRule="exact"/>
      </w:pPr>
      <w:r w:rsidRPr="0075453F">
        <w:t>Каковы</w:t>
      </w:r>
      <w:r w:rsidRPr="0075453F">
        <w:rPr>
          <w:spacing w:val="-3"/>
        </w:rPr>
        <w:t xml:space="preserve"> </w:t>
      </w:r>
      <w:r w:rsidRPr="0075453F">
        <w:t>цели</w:t>
      </w:r>
      <w:r w:rsidRPr="0075453F">
        <w:rPr>
          <w:spacing w:val="-5"/>
        </w:rPr>
        <w:t xml:space="preserve"> </w:t>
      </w:r>
      <w:r w:rsidRPr="0075453F">
        <w:t>функционального</w:t>
      </w:r>
      <w:r w:rsidRPr="0075453F">
        <w:rPr>
          <w:spacing w:val="-2"/>
        </w:rPr>
        <w:t xml:space="preserve"> </w:t>
      </w:r>
      <w:r w:rsidRPr="0075453F">
        <w:t>моделирования?</w:t>
      </w:r>
    </w:p>
    <w:p w:rsidR="00D67070" w:rsidRPr="0075453F" w:rsidRDefault="00D67070" w:rsidP="00EA599B">
      <w:pPr>
        <w:pStyle w:val="ListParagraph"/>
        <w:numPr>
          <w:ilvl w:val="0"/>
          <w:numId w:val="1"/>
        </w:numPr>
        <w:tabs>
          <w:tab w:val="left" w:pos="815"/>
        </w:tabs>
      </w:pPr>
      <w:r w:rsidRPr="0075453F">
        <w:t>Назовите</w:t>
      </w:r>
      <w:r w:rsidRPr="0075453F">
        <w:rPr>
          <w:spacing w:val="-3"/>
        </w:rPr>
        <w:t xml:space="preserve"> </w:t>
      </w:r>
      <w:r w:rsidRPr="0075453F">
        <w:t>основные</w:t>
      </w:r>
      <w:r w:rsidRPr="0075453F">
        <w:rPr>
          <w:spacing w:val="-5"/>
        </w:rPr>
        <w:t xml:space="preserve"> </w:t>
      </w:r>
      <w:r w:rsidRPr="0075453F">
        <w:t>компоненты</w:t>
      </w:r>
      <w:r w:rsidRPr="0075453F">
        <w:rPr>
          <w:spacing w:val="-2"/>
        </w:rPr>
        <w:t xml:space="preserve"> </w:t>
      </w:r>
      <w:r w:rsidRPr="0075453F">
        <w:t>функциональной</w:t>
      </w:r>
      <w:r w:rsidRPr="0075453F">
        <w:rPr>
          <w:spacing w:val="-6"/>
        </w:rPr>
        <w:t xml:space="preserve"> </w:t>
      </w:r>
      <w:r w:rsidRPr="0075453F">
        <w:t>модели.</w:t>
      </w:r>
    </w:p>
    <w:p w:rsidR="00D67070" w:rsidRPr="0075453F" w:rsidRDefault="00D67070" w:rsidP="00EA599B">
      <w:pPr>
        <w:pStyle w:val="ListParagraph"/>
        <w:numPr>
          <w:ilvl w:val="0"/>
          <w:numId w:val="1"/>
        </w:numPr>
        <w:tabs>
          <w:tab w:val="left" w:pos="815"/>
        </w:tabs>
      </w:pPr>
      <w:r w:rsidRPr="0075453F">
        <w:t>Какие</w:t>
      </w:r>
      <w:r w:rsidRPr="0075453F">
        <w:rPr>
          <w:spacing w:val="-2"/>
        </w:rPr>
        <w:t xml:space="preserve"> </w:t>
      </w:r>
      <w:r w:rsidRPr="0075453F">
        <w:t>виды</w:t>
      </w:r>
      <w:r w:rsidRPr="0075453F">
        <w:rPr>
          <w:spacing w:val="-1"/>
        </w:rPr>
        <w:t xml:space="preserve"> </w:t>
      </w:r>
      <w:r w:rsidRPr="0075453F">
        <w:t>интерфейсных</w:t>
      </w:r>
      <w:r w:rsidRPr="0075453F">
        <w:rPr>
          <w:spacing w:val="-2"/>
        </w:rPr>
        <w:t xml:space="preserve"> </w:t>
      </w:r>
      <w:r w:rsidRPr="0075453F">
        <w:t>дуг</w:t>
      </w:r>
      <w:r w:rsidRPr="0075453F">
        <w:rPr>
          <w:spacing w:val="-1"/>
        </w:rPr>
        <w:t xml:space="preserve"> </w:t>
      </w:r>
      <w:r w:rsidRPr="0075453F">
        <w:t>различают</w:t>
      </w:r>
      <w:r w:rsidRPr="0075453F">
        <w:rPr>
          <w:spacing w:val="-2"/>
        </w:rPr>
        <w:t xml:space="preserve"> </w:t>
      </w:r>
      <w:r w:rsidRPr="0075453F">
        <w:t>в</w:t>
      </w:r>
      <w:r w:rsidRPr="0075453F">
        <w:rPr>
          <w:spacing w:val="-3"/>
        </w:rPr>
        <w:t xml:space="preserve"> </w:t>
      </w:r>
      <w:r w:rsidRPr="0075453F">
        <w:t>IDEF0?</w:t>
      </w:r>
    </w:p>
    <w:p w:rsidR="00D67070" w:rsidRPr="0075453F" w:rsidRDefault="00D67070" w:rsidP="00EA599B">
      <w:pPr>
        <w:pStyle w:val="ListParagraph"/>
        <w:numPr>
          <w:ilvl w:val="0"/>
          <w:numId w:val="1"/>
        </w:numPr>
        <w:tabs>
          <w:tab w:val="left" w:pos="815"/>
        </w:tabs>
        <w:spacing w:before="2"/>
      </w:pPr>
      <w:r w:rsidRPr="0075453F">
        <w:t>Для</w:t>
      </w:r>
      <w:r w:rsidRPr="0075453F">
        <w:rPr>
          <w:spacing w:val="-2"/>
        </w:rPr>
        <w:t xml:space="preserve"> </w:t>
      </w:r>
      <w:r w:rsidRPr="0075453F">
        <w:t>чего</w:t>
      </w:r>
      <w:r w:rsidRPr="0075453F">
        <w:rPr>
          <w:spacing w:val="-1"/>
        </w:rPr>
        <w:t xml:space="preserve"> </w:t>
      </w:r>
      <w:r w:rsidRPr="0075453F">
        <w:t>нужна</w:t>
      </w:r>
      <w:r w:rsidRPr="0075453F">
        <w:rPr>
          <w:spacing w:val="-4"/>
        </w:rPr>
        <w:t xml:space="preserve"> </w:t>
      </w:r>
      <w:r w:rsidRPr="0075453F">
        <w:t>цель</w:t>
      </w:r>
      <w:r w:rsidRPr="0075453F">
        <w:rPr>
          <w:spacing w:val="-1"/>
        </w:rPr>
        <w:t xml:space="preserve"> </w:t>
      </w:r>
      <w:r w:rsidRPr="0075453F">
        <w:t>и</w:t>
      </w:r>
      <w:r w:rsidRPr="0075453F">
        <w:rPr>
          <w:spacing w:val="-1"/>
        </w:rPr>
        <w:t xml:space="preserve"> </w:t>
      </w:r>
      <w:r w:rsidRPr="0075453F">
        <w:t>точка</w:t>
      </w:r>
      <w:r w:rsidRPr="0075453F">
        <w:rPr>
          <w:spacing w:val="-1"/>
        </w:rPr>
        <w:t xml:space="preserve"> </w:t>
      </w:r>
      <w:r w:rsidRPr="0075453F">
        <w:t>зрения?</w:t>
      </w:r>
    </w:p>
    <w:p w:rsidR="00D67070" w:rsidRPr="0075453F" w:rsidRDefault="00D67070" w:rsidP="00EA599B">
      <w:pPr>
        <w:pStyle w:val="ListParagraph"/>
        <w:numPr>
          <w:ilvl w:val="0"/>
          <w:numId w:val="1"/>
        </w:numPr>
        <w:tabs>
          <w:tab w:val="left" w:pos="815"/>
        </w:tabs>
      </w:pPr>
      <w:r w:rsidRPr="0075453F">
        <w:t>Что</w:t>
      </w:r>
      <w:r w:rsidRPr="0075453F">
        <w:rPr>
          <w:spacing w:val="-2"/>
        </w:rPr>
        <w:t xml:space="preserve"> </w:t>
      </w:r>
      <w:r w:rsidRPr="0075453F">
        <w:t>такое</w:t>
      </w:r>
      <w:r w:rsidRPr="0075453F">
        <w:rPr>
          <w:spacing w:val="-1"/>
        </w:rPr>
        <w:t xml:space="preserve"> </w:t>
      </w:r>
      <w:r w:rsidRPr="0075453F">
        <w:t>функциональный</w:t>
      </w:r>
      <w:r w:rsidRPr="0075453F">
        <w:rPr>
          <w:spacing w:val="-2"/>
        </w:rPr>
        <w:t xml:space="preserve"> </w:t>
      </w:r>
      <w:r w:rsidRPr="0075453F">
        <w:t>блок?</w:t>
      </w:r>
    </w:p>
    <w:p w:rsidR="00D67070" w:rsidRDefault="00D67070" w:rsidP="001708D5">
      <w:pPr>
        <w:pStyle w:val="ListParagraph"/>
        <w:numPr>
          <w:ilvl w:val="0"/>
          <w:numId w:val="1"/>
        </w:numPr>
        <w:tabs>
          <w:tab w:val="left" w:pos="815"/>
        </w:tabs>
        <w:spacing w:before="1" w:line="240" w:lineRule="auto"/>
      </w:pPr>
      <w:r w:rsidRPr="0075453F">
        <w:t>Какие</w:t>
      </w:r>
      <w:r w:rsidRPr="0075453F">
        <w:rPr>
          <w:spacing w:val="-2"/>
        </w:rPr>
        <w:t xml:space="preserve"> </w:t>
      </w:r>
      <w:r w:rsidRPr="0075453F">
        <w:t>виды</w:t>
      </w:r>
      <w:r w:rsidRPr="0075453F">
        <w:rPr>
          <w:spacing w:val="-3"/>
        </w:rPr>
        <w:t xml:space="preserve"> </w:t>
      </w:r>
      <w:r w:rsidRPr="0075453F">
        <w:t>диаграмм</w:t>
      </w:r>
      <w:r w:rsidRPr="0075453F">
        <w:rPr>
          <w:spacing w:val="-3"/>
        </w:rPr>
        <w:t xml:space="preserve"> </w:t>
      </w:r>
      <w:r w:rsidRPr="0075453F">
        <w:t>может</w:t>
      </w:r>
      <w:r w:rsidRPr="0075453F">
        <w:rPr>
          <w:spacing w:val="-1"/>
        </w:rPr>
        <w:t xml:space="preserve"> </w:t>
      </w:r>
      <w:r w:rsidRPr="0075453F">
        <w:t>содержать</w:t>
      </w:r>
      <w:r w:rsidRPr="0075453F">
        <w:rPr>
          <w:spacing w:val="-5"/>
        </w:rPr>
        <w:t xml:space="preserve"> </w:t>
      </w:r>
      <w:r w:rsidRPr="0075453F">
        <w:t>функциональная</w:t>
      </w:r>
      <w:r w:rsidRPr="0075453F">
        <w:rPr>
          <w:spacing w:val="-2"/>
        </w:rPr>
        <w:t xml:space="preserve"> </w:t>
      </w:r>
      <w:r>
        <w:t>модель?</w:t>
      </w:r>
    </w:p>
    <w:p w:rsidR="00D67070" w:rsidRDefault="00D67070" w:rsidP="001708D5">
      <w:pPr>
        <w:pStyle w:val="ListParagraph"/>
        <w:tabs>
          <w:tab w:val="left" w:pos="815"/>
        </w:tabs>
        <w:spacing w:before="1" w:line="240" w:lineRule="auto"/>
      </w:pPr>
    </w:p>
    <w:p w:rsidR="00D67070" w:rsidRDefault="00D67070" w:rsidP="001708D5">
      <w:pPr>
        <w:pStyle w:val="ListParagraph"/>
        <w:tabs>
          <w:tab w:val="left" w:pos="815"/>
        </w:tabs>
        <w:spacing w:before="1" w:line="240" w:lineRule="auto"/>
      </w:pPr>
    </w:p>
    <w:p w:rsidR="00D67070" w:rsidRPr="001708D5" w:rsidRDefault="00D67070" w:rsidP="00DB055E">
      <w:pPr>
        <w:pStyle w:val="Heading11"/>
        <w:spacing w:before="69" w:line="251" w:lineRule="exact"/>
        <w:ind w:left="0" w:right="10" w:firstLine="0"/>
      </w:pPr>
    </w:p>
    <w:sectPr w:rsidR="00D67070" w:rsidRPr="001708D5" w:rsidSect="00684FC5">
      <w:headerReference w:type="default" r:id="rId21"/>
      <w:pgSz w:w="11900" w:h="16850"/>
      <w:pgMar w:top="480" w:right="440" w:bottom="280" w:left="460" w:header="23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70" w:rsidRDefault="00D67070" w:rsidP="00684FC5">
      <w:r>
        <w:separator/>
      </w:r>
    </w:p>
  </w:endnote>
  <w:endnote w:type="continuationSeparator" w:id="0">
    <w:p w:rsidR="00D67070" w:rsidRDefault="00D67070" w:rsidP="00684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70" w:rsidRDefault="00D67070" w:rsidP="00684FC5">
      <w:r>
        <w:separator/>
      </w:r>
    </w:p>
  </w:footnote>
  <w:footnote w:type="continuationSeparator" w:id="0">
    <w:p w:rsidR="00D67070" w:rsidRDefault="00D67070" w:rsidP="00684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070" w:rsidRDefault="00D67070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55pt;margin-top:10.5pt;width:24pt;height:15.3pt;z-index:-251656192;mso-position-horizontal-relative:page;mso-position-vertical-relative:page" filled="f" stroked="f">
          <v:textbox style="mso-next-textbox:#_x0000_s2049" inset="0,0,0,0">
            <w:txbxContent>
              <w:p w:rsidR="00D67070" w:rsidRDefault="00D6707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9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070" w:rsidRDefault="00D67070">
    <w:pPr>
      <w:pStyle w:val="BodyText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5.55pt;margin-top:10.5pt;width:24pt;height:15.3pt;z-index:-251654144;mso-position-horizontal-relative:page;mso-position-vertical-relative:page" filled="f" stroked="f">
          <v:textbox style="mso-next-textbox:#_x0000_s2050" inset="0,0,0,0">
            <w:txbxContent>
              <w:p w:rsidR="00D67070" w:rsidRDefault="00D6707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5F06"/>
    <w:multiLevelType w:val="hybridMultilevel"/>
    <w:tmpl w:val="74F07F7E"/>
    <w:lvl w:ilvl="0" w:tplc="9B081142">
      <w:start w:val="1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E667420">
      <w:numFmt w:val="bullet"/>
      <w:lvlText w:val="•"/>
      <w:lvlJc w:val="left"/>
      <w:pPr>
        <w:ind w:left="1837" w:hanging="282"/>
      </w:pPr>
      <w:rPr>
        <w:rFonts w:hint="default"/>
      </w:rPr>
    </w:lvl>
    <w:lvl w:ilvl="2" w:tplc="4B5670B8">
      <w:numFmt w:val="bullet"/>
      <w:lvlText w:val="•"/>
      <w:lvlJc w:val="left"/>
      <w:pPr>
        <w:ind w:left="2855" w:hanging="282"/>
      </w:pPr>
      <w:rPr>
        <w:rFonts w:hint="default"/>
      </w:rPr>
    </w:lvl>
    <w:lvl w:ilvl="3" w:tplc="9F2602FA">
      <w:numFmt w:val="bullet"/>
      <w:lvlText w:val="•"/>
      <w:lvlJc w:val="left"/>
      <w:pPr>
        <w:ind w:left="3873" w:hanging="282"/>
      </w:pPr>
      <w:rPr>
        <w:rFonts w:hint="default"/>
      </w:rPr>
    </w:lvl>
    <w:lvl w:ilvl="4" w:tplc="97FC03C0">
      <w:numFmt w:val="bullet"/>
      <w:lvlText w:val="•"/>
      <w:lvlJc w:val="left"/>
      <w:pPr>
        <w:ind w:left="4891" w:hanging="282"/>
      </w:pPr>
      <w:rPr>
        <w:rFonts w:hint="default"/>
      </w:rPr>
    </w:lvl>
    <w:lvl w:ilvl="5" w:tplc="207C8418">
      <w:numFmt w:val="bullet"/>
      <w:lvlText w:val="•"/>
      <w:lvlJc w:val="left"/>
      <w:pPr>
        <w:ind w:left="5909" w:hanging="282"/>
      </w:pPr>
      <w:rPr>
        <w:rFonts w:hint="default"/>
      </w:rPr>
    </w:lvl>
    <w:lvl w:ilvl="6" w:tplc="F7BC931A">
      <w:numFmt w:val="bullet"/>
      <w:lvlText w:val="•"/>
      <w:lvlJc w:val="left"/>
      <w:pPr>
        <w:ind w:left="6927" w:hanging="282"/>
      </w:pPr>
      <w:rPr>
        <w:rFonts w:hint="default"/>
      </w:rPr>
    </w:lvl>
    <w:lvl w:ilvl="7" w:tplc="B63A804E">
      <w:numFmt w:val="bullet"/>
      <w:lvlText w:val="•"/>
      <w:lvlJc w:val="left"/>
      <w:pPr>
        <w:ind w:left="7945" w:hanging="282"/>
      </w:pPr>
      <w:rPr>
        <w:rFonts w:hint="default"/>
      </w:rPr>
    </w:lvl>
    <w:lvl w:ilvl="8" w:tplc="AA3E8006">
      <w:numFmt w:val="bullet"/>
      <w:lvlText w:val="•"/>
      <w:lvlJc w:val="left"/>
      <w:pPr>
        <w:ind w:left="8963" w:hanging="282"/>
      </w:pPr>
      <w:rPr>
        <w:rFonts w:hint="default"/>
      </w:rPr>
    </w:lvl>
  </w:abstractNum>
  <w:abstractNum w:abstractNumId="1">
    <w:nsid w:val="2A884EE6"/>
    <w:multiLevelType w:val="multilevel"/>
    <w:tmpl w:val="9274E54E"/>
    <w:lvl w:ilvl="0">
      <w:start w:val="4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0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039" w:hanging="387"/>
      </w:pPr>
      <w:rPr>
        <w:rFonts w:hint="default"/>
      </w:rPr>
    </w:lvl>
    <w:lvl w:ilvl="3">
      <w:numFmt w:val="bullet"/>
      <w:lvlText w:val="•"/>
      <w:lvlJc w:val="left"/>
      <w:pPr>
        <w:ind w:left="3159" w:hanging="387"/>
      </w:pPr>
      <w:rPr>
        <w:rFonts w:hint="default"/>
      </w:rPr>
    </w:lvl>
    <w:lvl w:ilvl="4">
      <w:numFmt w:val="bullet"/>
      <w:lvlText w:val="•"/>
      <w:lvlJc w:val="left"/>
      <w:pPr>
        <w:ind w:left="4279" w:hanging="387"/>
      </w:pPr>
      <w:rPr>
        <w:rFonts w:hint="default"/>
      </w:rPr>
    </w:lvl>
    <w:lvl w:ilvl="5">
      <w:numFmt w:val="bullet"/>
      <w:lvlText w:val="•"/>
      <w:lvlJc w:val="left"/>
      <w:pPr>
        <w:ind w:left="5399" w:hanging="387"/>
      </w:pPr>
      <w:rPr>
        <w:rFonts w:hint="default"/>
      </w:rPr>
    </w:lvl>
    <w:lvl w:ilvl="6">
      <w:numFmt w:val="bullet"/>
      <w:lvlText w:val="•"/>
      <w:lvlJc w:val="left"/>
      <w:pPr>
        <w:ind w:left="6519" w:hanging="387"/>
      </w:pPr>
      <w:rPr>
        <w:rFonts w:hint="default"/>
      </w:rPr>
    </w:lvl>
    <w:lvl w:ilvl="7">
      <w:numFmt w:val="bullet"/>
      <w:lvlText w:val="•"/>
      <w:lvlJc w:val="left"/>
      <w:pPr>
        <w:ind w:left="7639" w:hanging="387"/>
      </w:pPr>
      <w:rPr>
        <w:rFonts w:hint="default"/>
      </w:rPr>
    </w:lvl>
    <w:lvl w:ilvl="8">
      <w:numFmt w:val="bullet"/>
      <w:lvlText w:val="•"/>
      <w:lvlJc w:val="left"/>
      <w:pPr>
        <w:ind w:left="8759" w:hanging="387"/>
      </w:pPr>
      <w:rPr>
        <w:rFonts w:hint="default"/>
      </w:rPr>
    </w:lvl>
  </w:abstractNum>
  <w:abstractNum w:abstractNumId="2">
    <w:nsid w:val="382946C6"/>
    <w:multiLevelType w:val="hybridMultilevel"/>
    <w:tmpl w:val="B41AB640"/>
    <w:lvl w:ilvl="0" w:tplc="4FFA9416">
      <w:numFmt w:val="bullet"/>
      <w:lvlText w:val="–"/>
      <w:lvlJc w:val="left"/>
      <w:pPr>
        <w:ind w:left="106" w:hanging="282"/>
      </w:pPr>
      <w:rPr>
        <w:rFonts w:ascii="Times New Roman" w:eastAsia="Times New Roman" w:hAnsi="Times New Roman" w:hint="default"/>
        <w:w w:val="100"/>
        <w:sz w:val="22"/>
      </w:rPr>
    </w:lvl>
    <w:lvl w:ilvl="1" w:tplc="9266D028">
      <w:numFmt w:val="bullet"/>
      <w:lvlText w:val="•"/>
      <w:lvlJc w:val="left"/>
      <w:pPr>
        <w:ind w:left="1189" w:hanging="282"/>
      </w:pPr>
      <w:rPr>
        <w:rFonts w:hint="default"/>
      </w:rPr>
    </w:lvl>
    <w:lvl w:ilvl="2" w:tplc="2BC469CE">
      <w:numFmt w:val="bullet"/>
      <w:lvlText w:val="•"/>
      <w:lvlJc w:val="left"/>
      <w:pPr>
        <w:ind w:left="2279" w:hanging="282"/>
      </w:pPr>
      <w:rPr>
        <w:rFonts w:hint="default"/>
      </w:rPr>
    </w:lvl>
    <w:lvl w:ilvl="3" w:tplc="5A2A94EE">
      <w:numFmt w:val="bullet"/>
      <w:lvlText w:val="•"/>
      <w:lvlJc w:val="left"/>
      <w:pPr>
        <w:ind w:left="3369" w:hanging="282"/>
      </w:pPr>
      <w:rPr>
        <w:rFonts w:hint="default"/>
      </w:rPr>
    </w:lvl>
    <w:lvl w:ilvl="4" w:tplc="093C83D8">
      <w:numFmt w:val="bullet"/>
      <w:lvlText w:val="•"/>
      <w:lvlJc w:val="left"/>
      <w:pPr>
        <w:ind w:left="4459" w:hanging="282"/>
      </w:pPr>
      <w:rPr>
        <w:rFonts w:hint="default"/>
      </w:rPr>
    </w:lvl>
    <w:lvl w:ilvl="5" w:tplc="56FC85A6">
      <w:numFmt w:val="bullet"/>
      <w:lvlText w:val="•"/>
      <w:lvlJc w:val="left"/>
      <w:pPr>
        <w:ind w:left="5549" w:hanging="282"/>
      </w:pPr>
      <w:rPr>
        <w:rFonts w:hint="default"/>
      </w:rPr>
    </w:lvl>
    <w:lvl w:ilvl="6" w:tplc="978447C8">
      <w:numFmt w:val="bullet"/>
      <w:lvlText w:val="•"/>
      <w:lvlJc w:val="left"/>
      <w:pPr>
        <w:ind w:left="6639" w:hanging="282"/>
      </w:pPr>
      <w:rPr>
        <w:rFonts w:hint="default"/>
      </w:rPr>
    </w:lvl>
    <w:lvl w:ilvl="7" w:tplc="12244E0C">
      <w:numFmt w:val="bullet"/>
      <w:lvlText w:val="•"/>
      <w:lvlJc w:val="left"/>
      <w:pPr>
        <w:ind w:left="7729" w:hanging="282"/>
      </w:pPr>
      <w:rPr>
        <w:rFonts w:hint="default"/>
      </w:rPr>
    </w:lvl>
    <w:lvl w:ilvl="8" w:tplc="7DD4A49C">
      <w:numFmt w:val="bullet"/>
      <w:lvlText w:val="•"/>
      <w:lvlJc w:val="left"/>
      <w:pPr>
        <w:ind w:left="8819" w:hanging="282"/>
      </w:pPr>
      <w:rPr>
        <w:rFonts w:hint="default"/>
      </w:rPr>
    </w:lvl>
  </w:abstractNum>
  <w:abstractNum w:abstractNumId="3">
    <w:nsid w:val="3FA26FE4"/>
    <w:multiLevelType w:val="multilevel"/>
    <w:tmpl w:val="8E8E4A7A"/>
    <w:lvl w:ilvl="0">
      <w:start w:val="1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0" w:hanging="38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06" w:hanging="51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179" w:hanging="514"/>
      </w:pPr>
      <w:rPr>
        <w:rFonts w:hint="default"/>
      </w:rPr>
    </w:lvl>
    <w:lvl w:ilvl="4">
      <w:numFmt w:val="bullet"/>
      <w:lvlText w:val="•"/>
      <w:lvlJc w:val="left"/>
      <w:pPr>
        <w:ind w:left="3439" w:hanging="514"/>
      </w:pPr>
      <w:rPr>
        <w:rFonts w:hint="default"/>
      </w:rPr>
    </w:lvl>
    <w:lvl w:ilvl="5">
      <w:numFmt w:val="bullet"/>
      <w:lvlText w:val="•"/>
      <w:lvlJc w:val="left"/>
      <w:pPr>
        <w:ind w:left="4699" w:hanging="514"/>
      </w:pPr>
      <w:rPr>
        <w:rFonts w:hint="default"/>
      </w:rPr>
    </w:lvl>
    <w:lvl w:ilvl="6">
      <w:numFmt w:val="bullet"/>
      <w:lvlText w:val="•"/>
      <w:lvlJc w:val="left"/>
      <w:pPr>
        <w:ind w:left="5959" w:hanging="514"/>
      </w:pPr>
      <w:rPr>
        <w:rFonts w:hint="default"/>
      </w:rPr>
    </w:lvl>
    <w:lvl w:ilvl="7">
      <w:numFmt w:val="bullet"/>
      <w:lvlText w:val="•"/>
      <w:lvlJc w:val="left"/>
      <w:pPr>
        <w:ind w:left="7219" w:hanging="514"/>
      </w:pPr>
      <w:rPr>
        <w:rFonts w:hint="default"/>
      </w:rPr>
    </w:lvl>
    <w:lvl w:ilvl="8">
      <w:numFmt w:val="bullet"/>
      <w:lvlText w:val="•"/>
      <w:lvlJc w:val="left"/>
      <w:pPr>
        <w:ind w:left="8479" w:hanging="514"/>
      </w:pPr>
      <w:rPr>
        <w:rFonts w:hint="default"/>
      </w:rPr>
    </w:lvl>
  </w:abstractNum>
  <w:abstractNum w:abstractNumId="4">
    <w:nsid w:val="63F02C24"/>
    <w:multiLevelType w:val="hybridMultilevel"/>
    <w:tmpl w:val="441A0A20"/>
    <w:lvl w:ilvl="0" w:tplc="AA0E776A">
      <w:start w:val="1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DAEBE5C">
      <w:numFmt w:val="bullet"/>
      <w:lvlText w:val="•"/>
      <w:lvlJc w:val="left"/>
      <w:pPr>
        <w:ind w:left="1837" w:hanging="282"/>
      </w:pPr>
      <w:rPr>
        <w:rFonts w:hint="default"/>
      </w:rPr>
    </w:lvl>
    <w:lvl w:ilvl="2" w:tplc="60BA1722">
      <w:numFmt w:val="bullet"/>
      <w:lvlText w:val="•"/>
      <w:lvlJc w:val="left"/>
      <w:pPr>
        <w:ind w:left="2855" w:hanging="282"/>
      </w:pPr>
      <w:rPr>
        <w:rFonts w:hint="default"/>
      </w:rPr>
    </w:lvl>
    <w:lvl w:ilvl="3" w:tplc="D6C4DBE4">
      <w:numFmt w:val="bullet"/>
      <w:lvlText w:val="•"/>
      <w:lvlJc w:val="left"/>
      <w:pPr>
        <w:ind w:left="3873" w:hanging="282"/>
      </w:pPr>
      <w:rPr>
        <w:rFonts w:hint="default"/>
      </w:rPr>
    </w:lvl>
    <w:lvl w:ilvl="4" w:tplc="6456AA2E">
      <w:numFmt w:val="bullet"/>
      <w:lvlText w:val="•"/>
      <w:lvlJc w:val="left"/>
      <w:pPr>
        <w:ind w:left="4891" w:hanging="282"/>
      </w:pPr>
      <w:rPr>
        <w:rFonts w:hint="default"/>
      </w:rPr>
    </w:lvl>
    <w:lvl w:ilvl="5" w:tplc="4950F91A">
      <w:numFmt w:val="bullet"/>
      <w:lvlText w:val="•"/>
      <w:lvlJc w:val="left"/>
      <w:pPr>
        <w:ind w:left="5909" w:hanging="282"/>
      </w:pPr>
      <w:rPr>
        <w:rFonts w:hint="default"/>
      </w:rPr>
    </w:lvl>
    <w:lvl w:ilvl="6" w:tplc="E9121F46">
      <w:numFmt w:val="bullet"/>
      <w:lvlText w:val="•"/>
      <w:lvlJc w:val="left"/>
      <w:pPr>
        <w:ind w:left="6927" w:hanging="282"/>
      </w:pPr>
      <w:rPr>
        <w:rFonts w:hint="default"/>
      </w:rPr>
    </w:lvl>
    <w:lvl w:ilvl="7" w:tplc="19BA7AA8">
      <w:numFmt w:val="bullet"/>
      <w:lvlText w:val="•"/>
      <w:lvlJc w:val="left"/>
      <w:pPr>
        <w:ind w:left="7945" w:hanging="282"/>
      </w:pPr>
      <w:rPr>
        <w:rFonts w:hint="default"/>
      </w:rPr>
    </w:lvl>
    <w:lvl w:ilvl="8" w:tplc="118C7E18">
      <w:numFmt w:val="bullet"/>
      <w:lvlText w:val="•"/>
      <w:lvlJc w:val="left"/>
      <w:pPr>
        <w:ind w:left="8963" w:hanging="282"/>
      </w:pPr>
      <w:rPr>
        <w:rFonts w:hint="default"/>
      </w:rPr>
    </w:lvl>
  </w:abstractNum>
  <w:abstractNum w:abstractNumId="5">
    <w:nsid w:val="6AAE6A75"/>
    <w:multiLevelType w:val="hybridMultilevel"/>
    <w:tmpl w:val="9B72EB3E"/>
    <w:lvl w:ilvl="0" w:tplc="5D341320">
      <w:start w:val="1"/>
      <w:numFmt w:val="decimal"/>
      <w:lvlText w:val="%1."/>
      <w:lvlJc w:val="left"/>
      <w:pPr>
        <w:ind w:left="106" w:hanging="282"/>
      </w:pPr>
      <w:rPr>
        <w:rFonts w:cs="Times New Roman" w:hint="default"/>
        <w:w w:val="100"/>
      </w:rPr>
    </w:lvl>
    <w:lvl w:ilvl="1" w:tplc="01381F50">
      <w:numFmt w:val="bullet"/>
      <w:lvlText w:val="•"/>
      <w:lvlJc w:val="left"/>
      <w:pPr>
        <w:ind w:left="1189" w:hanging="282"/>
      </w:pPr>
      <w:rPr>
        <w:rFonts w:hint="default"/>
      </w:rPr>
    </w:lvl>
    <w:lvl w:ilvl="2" w:tplc="B708628C">
      <w:numFmt w:val="bullet"/>
      <w:lvlText w:val="•"/>
      <w:lvlJc w:val="left"/>
      <w:pPr>
        <w:ind w:left="2279" w:hanging="282"/>
      </w:pPr>
      <w:rPr>
        <w:rFonts w:hint="default"/>
      </w:rPr>
    </w:lvl>
    <w:lvl w:ilvl="3" w:tplc="04465C78">
      <w:numFmt w:val="bullet"/>
      <w:lvlText w:val="•"/>
      <w:lvlJc w:val="left"/>
      <w:pPr>
        <w:ind w:left="3369" w:hanging="282"/>
      </w:pPr>
      <w:rPr>
        <w:rFonts w:hint="default"/>
      </w:rPr>
    </w:lvl>
    <w:lvl w:ilvl="4" w:tplc="CF32530C">
      <w:numFmt w:val="bullet"/>
      <w:lvlText w:val="•"/>
      <w:lvlJc w:val="left"/>
      <w:pPr>
        <w:ind w:left="4459" w:hanging="282"/>
      </w:pPr>
      <w:rPr>
        <w:rFonts w:hint="default"/>
      </w:rPr>
    </w:lvl>
    <w:lvl w:ilvl="5" w:tplc="891A40D2">
      <w:numFmt w:val="bullet"/>
      <w:lvlText w:val="•"/>
      <w:lvlJc w:val="left"/>
      <w:pPr>
        <w:ind w:left="5549" w:hanging="282"/>
      </w:pPr>
      <w:rPr>
        <w:rFonts w:hint="default"/>
      </w:rPr>
    </w:lvl>
    <w:lvl w:ilvl="6" w:tplc="198A257E">
      <w:numFmt w:val="bullet"/>
      <w:lvlText w:val="•"/>
      <w:lvlJc w:val="left"/>
      <w:pPr>
        <w:ind w:left="6639" w:hanging="282"/>
      </w:pPr>
      <w:rPr>
        <w:rFonts w:hint="default"/>
      </w:rPr>
    </w:lvl>
    <w:lvl w:ilvl="7" w:tplc="AB044B18">
      <w:numFmt w:val="bullet"/>
      <w:lvlText w:val="•"/>
      <w:lvlJc w:val="left"/>
      <w:pPr>
        <w:ind w:left="7729" w:hanging="282"/>
      </w:pPr>
      <w:rPr>
        <w:rFonts w:hint="default"/>
      </w:rPr>
    </w:lvl>
    <w:lvl w:ilvl="8" w:tplc="6876FC4E">
      <w:numFmt w:val="bullet"/>
      <w:lvlText w:val="•"/>
      <w:lvlJc w:val="left"/>
      <w:pPr>
        <w:ind w:left="8819" w:hanging="282"/>
      </w:pPr>
      <w:rPr>
        <w:rFonts w:hint="default"/>
      </w:rPr>
    </w:lvl>
  </w:abstractNum>
  <w:abstractNum w:abstractNumId="6">
    <w:nsid w:val="7155111D"/>
    <w:multiLevelType w:val="hybridMultilevel"/>
    <w:tmpl w:val="7A521C3E"/>
    <w:lvl w:ilvl="0" w:tplc="E8CEB04A">
      <w:start w:val="1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BB3EBC9C">
      <w:numFmt w:val="bullet"/>
      <w:lvlText w:val="•"/>
      <w:lvlJc w:val="left"/>
      <w:pPr>
        <w:ind w:left="1837" w:hanging="282"/>
      </w:pPr>
      <w:rPr>
        <w:rFonts w:hint="default"/>
      </w:rPr>
    </w:lvl>
    <w:lvl w:ilvl="2" w:tplc="34EA4C44">
      <w:numFmt w:val="bullet"/>
      <w:lvlText w:val="•"/>
      <w:lvlJc w:val="left"/>
      <w:pPr>
        <w:ind w:left="2855" w:hanging="282"/>
      </w:pPr>
      <w:rPr>
        <w:rFonts w:hint="default"/>
      </w:rPr>
    </w:lvl>
    <w:lvl w:ilvl="3" w:tplc="2954FE1A">
      <w:numFmt w:val="bullet"/>
      <w:lvlText w:val="•"/>
      <w:lvlJc w:val="left"/>
      <w:pPr>
        <w:ind w:left="3873" w:hanging="282"/>
      </w:pPr>
      <w:rPr>
        <w:rFonts w:hint="default"/>
      </w:rPr>
    </w:lvl>
    <w:lvl w:ilvl="4" w:tplc="D554AB5C">
      <w:numFmt w:val="bullet"/>
      <w:lvlText w:val="•"/>
      <w:lvlJc w:val="left"/>
      <w:pPr>
        <w:ind w:left="4891" w:hanging="282"/>
      </w:pPr>
      <w:rPr>
        <w:rFonts w:hint="default"/>
      </w:rPr>
    </w:lvl>
    <w:lvl w:ilvl="5" w:tplc="5AA86AB4">
      <w:numFmt w:val="bullet"/>
      <w:lvlText w:val="•"/>
      <w:lvlJc w:val="left"/>
      <w:pPr>
        <w:ind w:left="5909" w:hanging="282"/>
      </w:pPr>
      <w:rPr>
        <w:rFonts w:hint="default"/>
      </w:rPr>
    </w:lvl>
    <w:lvl w:ilvl="6" w:tplc="041CFD12">
      <w:numFmt w:val="bullet"/>
      <w:lvlText w:val="•"/>
      <w:lvlJc w:val="left"/>
      <w:pPr>
        <w:ind w:left="6927" w:hanging="282"/>
      </w:pPr>
      <w:rPr>
        <w:rFonts w:hint="default"/>
      </w:rPr>
    </w:lvl>
    <w:lvl w:ilvl="7" w:tplc="4C5A6B7E">
      <w:numFmt w:val="bullet"/>
      <w:lvlText w:val="•"/>
      <w:lvlJc w:val="left"/>
      <w:pPr>
        <w:ind w:left="7945" w:hanging="282"/>
      </w:pPr>
      <w:rPr>
        <w:rFonts w:hint="default"/>
      </w:rPr>
    </w:lvl>
    <w:lvl w:ilvl="8" w:tplc="2E6C3102">
      <w:numFmt w:val="bullet"/>
      <w:lvlText w:val="•"/>
      <w:lvlJc w:val="left"/>
      <w:pPr>
        <w:ind w:left="8963" w:hanging="282"/>
      </w:pPr>
      <w:rPr>
        <w:rFonts w:hint="default"/>
      </w:rPr>
    </w:lvl>
  </w:abstractNum>
  <w:abstractNum w:abstractNumId="7">
    <w:nsid w:val="7F6D50E4"/>
    <w:multiLevelType w:val="multilevel"/>
    <w:tmpl w:val="A4EEA748"/>
    <w:lvl w:ilvl="0">
      <w:start w:val="1"/>
      <w:numFmt w:val="decimal"/>
      <w:lvlText w:val="%1."/>
      <w:lvlJc w:val="left"/>
      <w:pPr>
        <w:ind w:left="814" w:hanging="2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6" w:hanging="99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520" w:hanging="992"/>
      </w:pPr>
      <w:rPr>
        <w:rFonts w:hint="default"/>
      </w:rPr>
    </w:lvl>
    <w:lvl w:ilvl="3">
      <w:numFmt w:val="bullet"/>
      <w:lvlText w:val="•"/>
      <w:lvlJc w:val="left"/>
      <w:pPr>
        <w:ind w:left="2704" w:hanging="992"/>
      </w:pPr>
      <w:rPr>
        <w:rFonts w:hint="default"/>
      </w:rPr>
    </w:lvl>
    <w:lvl w:ilvl="4">
      <w:numFmt w:val="bullet"/>
      <w:lvlText w:val="•"/>
      <w:lvlJc w:val="left"/>
      <w:pPr>
        <w:ind w:left="3889" w:hanging="992"/>
      </w:pPr>
      <w:rPr>
        <w:rFonts w:hint="default"/>
      </w:rPr>
    </w:lvl>
    <w:lvl w:ilvl="5">
      <w:numFmt w:val="bullet"/>
      <w:lvlText w:val="•"/>
      <w:lvlJc w:val="left"/>
      <w:pPr>
        <w:ind w:left="5074" w:hanging="992"/>
      </w:pPr>
      <w:rPr>
        <w:rFonts w:hint="default"/>
      </w:rPr>
    </w:lvl>
    <w:lvl w:ilvl="6">
      <w:numFmt w:val="bullet"/>
      <w:lvlText w:val="•"/>
      <w:lvlJc w:val="left"/>
      <w:pPr>
        <w:ind w:left="6259" w:hanging="992"/>
      </w:pPr>
      <w:rPr>
        <w:rFonts w:hint="default"/>
      </w:rPr>
    </w:lvl>
    <w:lvl w:ilvl="7">
      <w:numFmt w:val="bullet"/>
      <w:lvlText w:val="•"/>
      <w:lvlJc w:val="left"/>
      <w:pPr>
        <w:ind w:left="7444" w:hanging="992"/>
      </w:pPr>
      <w:rPr>
        <w:rFonts w:hint="default"/>
      </w:rPr>
    </w:lvl>
    <w:lvl w:ilvl="8">
      <w:numFmt w:val="bullet"/>
      <w:lvlText w:val="•"/>
      <w:lvlJc w:val="left"/>
      <w:pPr>
        <w:ind w:left="8629" w:hanging="992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FC5"/>
    <w:rsid w:val="000420EB"/>
    <w:rsid w:val="001708D5"/>
    <w:rsid w:val="004E2EAE"/>
    <w:rsid w:val="00571A2B"/>
    <w:rsid w:val="00684FC5"/>
    <w:rsid w:val="0075453F"/>
    <w:rsid w:val="00D67070"/>
    <w:rsid w:val="00DB055E"/>
    <w:rsid w:val="00EA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C5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684FC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684FC5"/>
  </w:style>
  <w:style w:type="character" w:customStyle="1" w:styleId="BodyTextChar">
    <w:name w:val="Body Text Char"/>
    <w:basedOn w:val="DefaultParagraphFont"/>
    <w:link w:val="BodyText"/>
    <w:uiPriority w:val="99"/>
    <w:semiHidden/>
    <w:rsid w:val="00B37F51"/>
    <w:rPr>
      <w:rFonts w:ascii="Times New Roman" w:eastAsia="Times New Roman" w:hAnsi="Times New Roman"/>
      <w:lang w:eastAsia="en-US"/>
    </w:rPr>
  </w:style>
  <w:style w:type="paragraph" w:customStyle="1" w:styleId="Heading11">
    <w:name w:val="Heading 11"/>
    <w:basedOn w:val="Normal"/>
    <w:uiPriority w:val="99"/>
    <w:rsid w:val="00684FC5"/>
    <w:pPr>
      <w:ind w:left="814" w:hanging="282"/>
      <w:outlineLvl w:val="1"/>
    </w:pPr>
    <w:rPr>
      <w:b/>
      <w:bCs/>
    </w:rPr>
  </w:style>
  <w:style w:type="paragraph" w:customStyle="1" w:styleId="Heading21">
    <w:name w:val="Heading 21"/>
    <w:basedOn w:val="Normal"/>
    <w:uiPriority w:val="99"/>
    <w:rsid w:val="00684FC5"/>
    <w:pPr>
      <w:ind w:left="920" w:hanging="387"/>
      <w:outlineLvl w:val="2"/>
    </w:pPr>
    <w:rPr>
      <w:b/>
      <w:bCs/>
      <w:i/>
      <w:iCs/>
    </w:rPr>
  </w:style>
  <w:style w:type="paragraph" w:styleId="ListParagraph">
    <w:name w:val="List Paragraph"/>
    <w:basedOn w:val="Normal"/>
    <w:uiPriority w:val="99"/>
    <w:qFormat/>
    <w:rsid w:val="00684FC5"/>
    <w:pPr>
      <w:spacing w:line="252" w:lineRule="exact"/>
      <w:ind w:left="814" w:hanging="282"/>
    </w:pPr>
  </w:style>
  <w:style w:type="paragraph" w:customStyle="1" w:styleId="TableParagraph">
    <w:name w:val="Table Paragraph"/>
    <w:basedOn w:val="Normal"/>
    <w:uiPriority w:val="99"/>
    <w:rsid w:val="00684FC5"/>
  </w:style>
  <w:style w:type="paragraph" w:styleId="BalloonText">
    <w:name w:val="Balloon Text"/>
    <w:basedOn w:val="Normal"/>
    <w:link w:val="BalloonTextChar"/>
    <w:uiPriority w:val="99"/>
    <w:semiHidden/>
    <w:rsid w:val="00754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453F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10</Pages>
  <Words>1801</Words>
  <Characters>10271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йцукен</dc:creator>
  <cp:keywords/>
  <dc:description/>
  <cp:lastModifiedBy>DVE</cp:lastModifiedBy>
  <cp:revision>3</cp:revision>
  <dcterms:created xsi:type="dcterms:W3CDTF">2022-10-05T21:00:00Z</dcterms:created>
  <dcterms:modified xsi:type="dcterms:W3CDTF">2024-09-06T13:05:00Z</dcterms:modified>
</cp:coreProperties>
</file>